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6" w:after="0" w:line="240" w:lineRule="auto"/>
        <w:ind w:left="3850" w:right="3826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419" w:right="3678"/>
        <w:jc w:val="center"/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3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</w:r>
    </w:p>
    <w:p>
      <w:pPr>
        <w:spacing w:before="2" w:after="0" w:line="240" w:lineRule="auto"/>
        <w:ind w:left="2115" w:right="2377"/>
        <w:jc w:val="center"/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Й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Ц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8"/>
          <w:szCs w:val="28"/>
          <w:spacing w:val="3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Й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Й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</w:r>
    </w:p>
    <w:p>
      <w:pPr>
        <w:spacing w:before="4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8" w:right="62"/>
        <w:jc w:val="center"/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8"/>
          <w:szCs w:val="28"/>
          <w:spacing w:val="3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8"/>
          <w:szCs w:val="28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Й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5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8"/>
          <w:szCs w:val="28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6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Ц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8"/>
          <w:szCs w:val="28"/>
          <w:spacing w:val="3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Й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Й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3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98" w:lineRule="auto"/>
        <w:ind w:left="1076" w:right="1052"/>
        <w:jc w:val="center"/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</w:rPr>
        <w:t>Ч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</w:rPr>
        <w:t>Т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  <w:t>Ь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5"/>
          <w:w w:val="100"/>
        </w:rPr>
        <w:t>I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8"/>
          <w:szCs w:val="28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8"/>
          <w:w w:val="100"/>
        </w:rPr>
        <w:t>«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</w:rPr>
        <w:t>ПО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</w:rPr>
        <w:t>Я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</w:rPr>
        <w:t>Д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  <w:t>К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</w:rPr>
        <w:t>П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</w:rPr>
        <w:t>Р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</w:rPr>
        <w:t>М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</w:rPr>
        <w:t>Н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</w:rPr>
        <w:t>НИ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</w:rPr>
        <w:t>П</w:t>
      </w:r>
      <w:r>
        <w:rPr>
          <w:rFonts w:ascii="Times New Roman" w:hAnsi="Times New Roman" w:cs="Times New Roman" w:eastAsia="Times New Roman"/>
          <w:sz w:val="28"/>
          <w:szCs w:val="28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</w:rPr>
        <w:t>В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</w:rPr>
        <w:t>В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</w:rPr>
        <w:t>Н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</w:rPr>
        <w:t>Н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</w:rPr>
        <w:t>НИ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  <w:t>З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</w:rPr>
        <w:t>М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</w:rPr>
        <w:t>Н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</w:rPr>
        <w:t>Н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6"/>
          <w:w w:val="100"/>
        </w:rPr>
        <w:t>Й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  <w:t>»</w:t>
      </w:r>
    </w:p>
    <w:p>
      <w:pPr>
        <w:spacing w:before="6" w:after="0" w:line="301" w:lineRule="auto"/>
        <w:ind w:left="944" w:right="911"/>
        <w:jc w:val="center"/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</w:rPr>
        <w:t>Ч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</w:rPr>
        <w:t>Т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  <w:t>Ь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8"/>
          <w:szCs w:val="28"/>
          <w:spacing w:val="-5"/>
          <w:w w:val="100"/>
        </w:rPr>
        <w:t>I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8"/>
          <w:szCs w:val="28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12"/>
          <w:w w:val="100"/>
        </w:rPr>
        <w:t>«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</w:rPr>
        <w:t>К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</w:rPr>
        <w:t>Т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</w:rPr>
        <w:t>Г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</w:rPr>
        <w:t>Д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</w:rPr>
        <w:t>Т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</w:rPr>
        <w:t>Т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</w:rPr>
        <w:t>Л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</w:rPr>
        <w:t>Н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</w:rPr>
        <w:t>Г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  <w:t>З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</w:rPr>
        <w:t>Н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</w:rPr>
        <w:t>В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</w:rPr>
        <w:t>Н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5"/>
          <w:w w:val="100"/>
        </w:rPr>
        <w:t>Я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</w:rPr>
        <w:t>Ч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</w:rPr>
        <w:t>Т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  <w:t>Ь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</w:rPr>
        <w:t>III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8"/>
          <w:szCs w:val="28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8"/>
          <w:w w:val="100"/>
        </w:rPr>
        <w:t>«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</w:rPr>
        <w:t>Д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</w:rPr>
        <w:t>Т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</w:rPr>
        <w:t>Т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</w:rPr>
        <w:t>Л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</w:rPr>
        <w:t>Н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  <w:t>ЫЕ</w:t>
      </w:r>
      <w:r>
        <w:rPr>
          <w:rFonts w:ascii="Times New Roman" w:hAnsi="Times New Roman" w:cs="Times New Roman" w:eastAsia="Times New Roman"/>
          <w:sz w:val="28"/>
          <w:szCs w:val="2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</w:rPr>
        <w:t>Г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</w:rPr>
        <w:t>Л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</w:rPr>
        <w:t>М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</w:rPr>
        <w:t>Н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</w:rPr>
        <w:t>Т</w:t>
      </w:r>
      <w:r>
        <w:rPr>
          <w:rFonts w:ascii="Times New Roman" w:hAnsi="Times New Roman" w:cs="Times New Roman" w:eastAsia="Times New Roman"/>
          <w:sz w:val="28"/>
          <w:szCs w:val="28"/>
          <w:spacing w:val="4"/>
          <w:w w:val="100"/>
        </w:rPr>
        <w:t>Ы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  <w:t>»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139" w:right="4115"/>
        <w:jc w:val="center"/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201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6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</w:r>
    </w:p>
    <w:p>
      <w:pPr>
        <w:jc w:val="center"/>
        <w:spacing w:after="0"/>
        <w:sectPr>
          <w:type w:val="continuous"/>
          <w:pgSz w:w="11920" w:h="16840"/>
          <w:pgMar w:top="1040" w:bottom="280" w:left="1400" w:right="560"/>
        </w:sectPr>
      </w:pPr>
      <w:rPr/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/>
        <w:pict>
          <v:group style="position:absolute;margin-left:70.125pt;margin-top:796.875pt;width:496.8pt;height:12.25pt;mso-position-horizontal-relative:page;mso-position-vertical-relative:page;z-index:-2677" coordorigin="1403,15938" coordsize="9936,245">
            <v:group style="position:absolute;left:10311;top:15945;width:1020;height:230" coordorigin="10311,15945" coordsize="1020,230">
              <v:shape style="position:absolute;left:10311;top:15945;width:1020;height:230" coordorigin="10311,15945" coordsize="1020,230" path="m11331,16175l10821,16175,10821,15945,10311,15945e" filled="f" stroked="t" strokeweight=".75pt" strokecolor="#A6A6A6">
                <v:path arrowok="t"/>
              </v:shape>
            </v:group>
            <v:group style="position:absolute;left:1410;top:15945;width:8901;height:230" coordorigin="1410,15945" coordsize="8901,230">
              <v:shape style="position:absolute;left:1410;top:15945;width:8901;height:230" coordorigin="1410,15945" coordsize="8901,230" path="m1410,16175l10024,16175,10024,15945,10311,15945e" filled="f" stroked="t" strokeweight=".75pt" strokecolor="#A6A6A6">
                <v:path arrowok="t"/>
              </v:shape>
            </v:group>
            <w10:wrap type="none"/>
          </v:group>
        </w:pict>
      </w:r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1" w:after="0" w:line="240" w:lineRule="auto"/>
        <w:ind w:left="4223" w:right="4203"/>
        <w:jc w:val="center"/>
        <w:rPr>
          <w:rFonts w:ascii="Cambria" w:hAnsi="Cambria" w:cs="Cambria" w:eastAsia="Cambria"/>
          <w:sz w:val="28"/>
          <w:szCs w:val="28"/>
        </w:rPr>
      </w:pPr>
      <w:rPr/>
      <w:r>
        <w:rPr>
          <w:rFonts w:ascii="Cambria" w:hAnsi="Cambria" w:cs="Cambria" w:eastAsia="Cambria"/>
          <w:sz w:val="28"/>
          <w:szCs w:val="28"/>
          <w:color w:val="365F91"/>
          <w:spacing w:val="1"/>
          <w:w w:val="100"/>
          <w:b/>
          <w:bCs/>
        </w:rPr>
        <w:t>О</w:t>
      </w:r>
      <w:r>
        <w:rPr>
          <w:rFonts w:ascii="Cambria" w:hAnsi="Cambria" w:cs="Cambria" w:eastAsia="Cambria"/>
          <w:sz w:val="28"/>
          <w:szCs w:val="28"/>
          <w:color w:val="365F91"/>
          <w:spacing w:val="0"/>
          <w:w w:val="100"/>
          <w:b/>
          <w:bCs/>
        </w:rPr>
        <w:t>г</w:t>
      </w:r>
      <w:r>
        <w:rPr>
          <w:rFonts w:ascii="Cambria" w:hAnsi="Cambria" w:cs="Cambria" w:eastAsia="Cambria"/>
          <w:sz w:val="28"/>
          <w:szCs w:val="28"/>
          <w:color w:val="365F91"/>
          <w:spacing w:val="1"/>
          <w:w w:val="100"/>
          <w:b/>
          <w:bCs/>
        </w:rPr>
        <w:t>л</w:t>
      </w:r>
      <w:r>
        <w:rPr>
          <w:rFonts w:ascii="Cambria" w:hAnsi="Cambria" w:cs="Cambria" w:eastAsia="Cambria"/>
          <w:sz w:val="28"/>
          <w:szCs w:val="28"/>
          <w:color w:val="365F91"/>
          <w:spacing w:val="-2"/>
          <w:w w:val="100"/>
          <w:b/>
          <w:bCs/>
        </w:rPr>
        <w:t>а</w:t>
      </w:r>
      <w:r>
        <w:rPr>
          <w:rFonts w:ascii="Cambria" w:hAnsi="Cambria" w:cs="Cambria" w:eastAsia="Cambria"/>
          <w:sz w:val="28"/>
          <w:szCs w:val="28"/>
          <w:color w:val="365F91"/>
          <w:spacing w:val="0"/>
          <w:w w:val="100"/>
          <w:b/>
          <w:bCs/>
        </w:rPr>
        <w:t>в</w:t>
      </w:r>
      <w:r>
        <w:rPr>
          <w:rFonts w:ascii="Cambria" w:hAnsi="Cambria" w:cs="Cambria" w:eastAsia="Cambria"/>
          <w:sz w:val="28"/>
          <w:szCs w:val="28"/>
          <w:color w:val="365F91"/>
          <w:spacing w:val="1"/>
          <w:w w:val="100"/>
          <w:b/>
          <w:bCs/>
        </w:rPr>
        <w:t>л</w:t>
      </w:r>
      <w:r>
        <w:rPr>
          <w:rFonts w:ascii="Cambria" w:hAnsi="Cambria" w:cs="Cambria" w:eastAsia="Cambria"/>
          <w:sz w:val="28"/>
          <w:szCs w:val="28"/>
          <w:color w:val="365F91"/>
          <w:spacing w:val="-1"/>
          <w:w w:val="100"/>
          <w:b/>
          <w:bCs/>
        </w:rPr>
        <w:t>е</w:t>
      </w:r>
      <w:r>
        <w:rPr>
          <w:rFonts w:ascii="Cambria" w:hAnsi="Cambria" w:cs="Cambria" w:eastAsia="Cambria"/>
          <w:sz w:val="28"/>
          <w:szCs w:val="28"/>
          <w:color w:val="365F91"/>
          <w:spacing w:val="-1"/>
          <w:w w:val="100"/>
          <w:b/>
          <w:bCs/>
        </w:rPr>
        <w:t>н</w:t>
      </w:r>
      <w:r>
        <w:rPr>
          <w:rFonts w:ascii="Cambria" w:hAnsi="Cambria" w:cs="Cambria" w:eastAsia="Cambria"/>
          <w:sz w:val="28"/>
          <w:szCs w:val="28"/>
          <w:color w:val="365F91"/>
          <w:spacing w:val="0"/>
          <w:w w:val="100"/>
          <w:b/>
          <w:bCs/>
        </w:rPr>
        <w:t>ие</w:t>
      </w:r>
      <w:r>
        <w:rPr>
          <w:rFonts w:ascii="Cambria" w:hAnsi="Cambria" w:cs="Cambria" w:eastAsia="Cambria"/>
          <w:sz w:val="28"/>
          <w:szCs w:val="28"/>
          <w:color w:val="000000"/>
          <w:spacing w:val="0"/>
          <w:w w:val="100"/>
        </w:rPr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81" w:right="65"/>
        <w:jc w:val="center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ПО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ОК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НИЯ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ИЛ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НИЯ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ИХ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НИЙ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..................................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4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321" w:right="65"/>
        <w:jc w:val="center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Г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ЛА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В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Б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ИЕ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П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ОЛО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Ж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Е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16"/>
          <w:szCs w:val="16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......................................................................................................................................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4</w:t>
      </w:r>
    </w:p>
    <w:p>
      <w:pPr>
        <w:spacing w:before="0" w:after="0" w:line="228" w:lineRule="exact"/>
        <w:ind w:left="596" w:right="-20"/>
        <w:jc w:val="left"/>
        <w:tabs>
          <w:tab w:pos="178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тат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я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1.</w:t>
        <w:tab/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рми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опр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ия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...................................................................................................................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4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2" w:after="0" w:line="240" w:lineRule="auto"/>
        <w:ind w:left="596" w:right="-20"/>
        <w:jc w:val="left"/>
        <w:tabs>
          <w:tab w:pos="178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тат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я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.</w:t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тав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пра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ил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ия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трой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ф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ра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их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пр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i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i/>
        </w:rPr>
        <w:t>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........................................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6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596" w:right="-20"/>
        <w:jc w:val="left"/>
        <w:tabs>
          <w:tab w:pos="178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тат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я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3.</w:t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омо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ия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ор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амо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пра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ия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ия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по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иро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ию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2" w:after="0" w:line="240" w:lineRule="auto"/>
        <w:ind w:left="596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ия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трой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3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...............................................................................................................................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6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596" w:right="-20"/>
        <w:jc w:val="left"/>
        <w:tabs>
          <w:tab w:pos="178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тат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я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4.</w:t>
        <w:tab/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оми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ия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ото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про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та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Пра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ил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ия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трой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..................................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7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2" w:after="0" w:line="240" w:lineRule="auto"/>
        <w:ind w:left="321" w:right="65"/>
        <w:jc w:val="center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Г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ЛА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В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ОБ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Е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16"/>
          <w:szCs w:val="16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Т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П</w:t>
      </w:r>
      <w:r>
        <w:rPr>
          <w:rFonts w:ascii="Times New Roman" w:hAnsi="Times New Roman" w:cs="Times New Roman" w:eastAsia="Times New Roman"/>
          <w:sz w:val="16"/>
          <w:szCs w:val="16"/>
          <w:spacing w:val="3"/>
          <w:w w:val="100"/>
        </w:rPr>
        <w:t>Р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М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Е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Е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В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16"/>
          <w:szCs w:val="16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ЧА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Т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Г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Д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16"/>
          <w:szCs w:val="16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Т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ОИ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Т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Е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16"/>
          <w:szCs w:val="16"/>
          <w:spacing w:val="4"/>
          <w:w w:val="100"/>
        </w:rPr>
        <w:t>Ь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ЫХ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3"/>
          <w:w w:val="100"/>
        </w:rPr>
        <w:t>Р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Е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ГЛА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М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Е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16"/>
          <w:szCs w:val="16"/>
          <w:spacing w:val="-6"/>
          <w:w w:val="100"/>
        </w:rPr>
        <w:t>Т</w:t>
      </w:r>
      <w:r>
        <w:rPr>
          <w:rFonts w:ascii="Times New Roman" w:hAnsi="Times New Roman" w:cs="Times New Roman" w:eastAsia="Times New Roman"/>
          <w:sz w:val="16"/>
          <w:szCs w:val="16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16"/>
          <w:szCs w:val="16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..................................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8</w:t>
      </w:r>
    </w:p>
    <w:p>
      <w:pPr>
        <w:spacing w:before="0" w:after="0" w:line="228" w:lineRule="exact"/>
        <w:ind w:left="596" w:right="-20"/>
        <w:jc w:val="left"/>
        <w:tabs>
          <w:tab w:pos="178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тат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я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5.</w:t>
        <w:tab/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ра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троит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ты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их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прим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ие</w:t>
      </w:r>
      <w:r>
        <w:rPr>
          <w:rFonts w:ascii="Times New Roman" w:hAnsi="Times New Roman" w:cs="Times New Roman" w:eastAsia="Times New Roman"/>
          <w:sz w:val="20"/>
          <w:szCs w:val="20"/>
          <w:spacing w:val="-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.......................................................................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8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6" w:after="0" w:line="228" w:lineRule="exact"/>
        <w:ind w:left="596" w:right="66"/>
        <w:jc w:val="left"/>
        <w:tabs>
          <w:tab w:pos="178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тат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я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6.</w:t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ра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по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i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ия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х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ъ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тов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апита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троит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3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10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" w:after="0" w:line="228" w:lineRule="exact"/>
        <w:ind w:left="596" w:right="66"/>
        <w:jc w:val="left"/>
        <w:tabs>
          <w:tab w:pos="178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тат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я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7.</w:t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Пор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я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ия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ра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ия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ра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й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ид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по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i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ия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ъ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та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апита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троит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  <w:i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...........................................................................................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11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" w:after="0" w:line="228" w:lineRule="exact"/>
        <w:ind w:left="596" w:right="66"/>
        <w:jc w:val="left"/>
        <w:tabs>
          <w:tab w:pos="178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тат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я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8.</w:t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Пор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я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ия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ра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ия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от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х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парам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тров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ра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троит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а,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ции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ъ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тов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апита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троит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........................................................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12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30" w:lineRule="exact"/>
        <w:ind w:left="321" w:right="65"/>
        <w:jc w:val="center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Г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ЛА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В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Д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К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У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М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Е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16"/>
          <w:szCs w:val="16"/>
          <w:spacing w:val="-6"/>
          <w:w w:val="100"/>
        </w:rPr>
        <w:t>Т</w:t>
      </w:r>
      <w:r>
        <w:rPr>
          <w:rFonts w:ascii="Times New Roman" w:hAnsi="Times New Roman" w:cs="Times New Roman" w:eastAsia="Times New Roman"/>
          <w:sz w:val="16"/>
          <w:szCs w:val="16"/>
          <w:spacing w:val="4"/>
          <w:w w:val="100"/>
        </w:rPr>
        <w:t>А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Ц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16"/>
          <w:szCs w:val="16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П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П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16"/>
          <w:szCs w:val="16"/>
          <w:spacing w:val="4"/>
          <w:w w:val="100"/>
        </w:rPr>
        <w:t>А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16"/>
          <w:szCs w:val="16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В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К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ТЕ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16"/>
          <w:szCs w:val="16"/>
          <w:spacing w:val="3"/>
          <w:w w:val="100"/>
        </w:rPr>
        <w:t>Р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16"/>
          <w:szCs w:val="16"/>
          <w:spacing w:val="-6"/>
          <w:w w:val="100"/>
        </w:rPr>
        <w:t>Т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16"/>
          <w:szCs w:val="16"/>
          <w:spacing w:val="3"/>
          <w:w w:val="100"/>
        </w:rPr>
        <w:t>Р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16"/>
          <w:szCs w:val="16"/>
          <w:spacing w:val="8"/>
          <w:w w:val="100"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.............................................................................................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13</w:t>
      </w:r>
    </w:p>
    <w:p>
      <w:pPr>
        <w:spacing w:before="0" w:after="0" w:line="228" w:lineRule="exact"/>
        <w:ind w:left="596" w:right="-20"/>
        <w:jc w:val="left"/>
        <w:tabs>
          <w:tab w:pos="178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тат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я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9.</w:t>
        <w:tab/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тации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ир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рритории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..........................................................................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13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6" w:after="0" w:line="228" w:lineRule="exact"/>
        <w:ind w:left="596" w:right="66"/>
        <w:jc w:val="left"/>
        <w:tabs>
          <w:tab w:pos="20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тат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я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10.</w:t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Пор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я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ото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про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тов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иро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i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ритории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про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тов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ж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i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ия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рритории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ор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ом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амо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пра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ия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i/>
        </w:rPr>
        <w:t>п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i/>
        </w:rPr>
        <w:t>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13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" w:after="0" w:line="228" w:lineRule="exact"/>
        <w:ind w:left="596" w:right="66"/>
        <w:jc w:val="left"/>
        <w:tabs>
          <w:tab w:pos="20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тат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я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11.</w:t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Пор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я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ото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ра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троит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х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х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та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ор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ом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амо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пра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ия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...................................................................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14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30" w:lineRule="exact"/>
        <w:ind w:left="321" w:right="65"/>
        <w:jc w:val="center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Г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ЛА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В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4.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У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БЛ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16"/>
          <w:szCs w:val="16"/>
          <w:spacing w:val="4"/>
          <w:w w:val="100"/>
        </w:rPr>
        <w:t>Ч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16"/>
          <w:szCs w:val="16"/>
          <w:spacing w:val="4"/>
          <w:w w:val="100"/>
        </w:rPr>
        <w:t>Ы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16"/>
          <w:szCs w:val="16"/>
          <w:spacing w:val="3"/>
          <w:w w:val="100"/>
        </w:rPr>
        <w:t>У</w:t>
      </w:r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</w:rPr>
        <w:t>Ш</w:t>
      </w:r>
      <w:r>
        <w:rPr>
          <w:rFonts w:ascii="Times New Roman" w:hAnsi="Times New Roman" w:cs="Times New Roman" w:eastAsia="Times New Roman"/>
          <w:sz w:val="16"/>
          <w:szCs w:val="16"/>
          <w:spacing w:val="4"/>
          <w:w w:val="100"/>
        </w:rPr>
        <w:t>А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П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16"/>
          <w:szCs w:val="16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В</w:t>
      </w:r>
      <w:r>
        <w:rPr>
          <w:rFonts w:ascii="Times New Roman" w:hAnsi="Times New Roman" w:cs="Times New Roman" w:eastAsia="Times New Roman"/>
          <w:sz w:val="16"/>
          <w:szCs w:val="16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П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АМ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З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Е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М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Е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П</w:t>
      </w:r>
      <w:r>
        <w:rPr>
          <w:rFonts w:ascii="Times New Roman" w:hAnsi="Times New Roman" w:cs="Times New Roman" w:eastAsia="Times New Roman"/>
          <w:sz w:val="16"/>
          <w:szCs w:val="16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ЛЬЗО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В</w:t>
      </w:r>
      <w:r>
        <w:rPr>
          <w:rFonts w:ascii="Times New Roman" w:hAnsi="Times New Roman" w:cs="Times New Roman" w:eastAsia="Times New Roman"/>
          <w:sz w:val="16"/>
          <w:szCs w:val="16"/>
          <w:spacing w:val="4"/>
          <w:w w:val="100"/>
        </w:rPr>
        <w:t>А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ЗА</w:t>
      </w:r>
      <w:r>
        <w:rPr>
          <w:rFonts w:ascii="Times New Roman" w:hAnsi="Times New Roman" w:cs="Times New Roman" w:eastAsia="Times New Roman"/>
          <w:sz w:val="16"/>
          <w:szCs w:val="16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Т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Й</w:t>
      </w:r>
      <w:r>
        <w:rPr>
          <w:rFonts w:ascii="Times New Roman" w:hAnsi="Times New Roman" w:cs="Times New Roman" w:eastAsia="Times New Roman"/>
          <w:sz w:val="16"/>
          <w:szCs w:val="16"/>
          <w:spacing w:val="5"/>
          <w:w w:val="100"/>
        </w:rPr>
        <w:t>К</w:t>
      </w:r>
      <w:r>
        <w:rPr>
          <w:rFonts w:ascii="Times New Roman" w:hAnsi="Times New Roman" w:cs="Times New Roman" w:eastAsia="Times New Roman"/>
          <w:sz w:val="16"/>
          <w:szCs w:val="16"/>
          <w:spacing w:val="8"/>
          <w:w w:val="100"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.................................................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14</w:t>
      </w:r>
    </w:p>
    <w:p>
      <w:pPr>
        <w:spacing w:before="0" w:after="0" w:line="228" w:lineRule="exact"/>
        <w:ind w:left="596" w:right="-20"/>
        <w:jc w:val="left"/>
        <w:tabs>
          <w:tab w:pos="20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тат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я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12.</w:t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щ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ж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ия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i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ации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пр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ия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х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ий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опро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ам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2" w:after="0" w:line="240" w:lineRule="auto"/>
        <w:ind w:left="596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ия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трой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3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...............................................................................................................................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14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596" w:right="-20"/>
        <w:jc w:val="left"/>
        <w:tabs>
          <w:tab w:pos="20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тат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я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13.</w:t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ия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по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про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ия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ий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пр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i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ия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2" w:after="0" w:line="240" w:lineRule="auto"/>
        <w:ind w:left="596" w:right="-20"/>
        <w:jc w:val="left"/>
        <w:tabs>
          <w:tab w:pos="20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трой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</w:t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16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596" w:right="-20"/>
        <w:jc w:val="left"/>
        <w:tabs>
          <w:tab w:pos="20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тат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я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14.</w:t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ия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по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про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там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иро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рритории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про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там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ж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ия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2" w:after="0" w:line="240" w:lineRule="auto"/>
        <w:ind w:left="596" w:right="-20"/>
        <w:jc w:val="left"/>
        <w:tabs>
          <w:tab w:pos="20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рритории</w:t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16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596" w:right="-20"/>
        <w:jc w:val="left"/>
        <w:tabs>
          <w:tab w:pos="20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тат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я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15.</w:t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ия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по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опро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ия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ра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ия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ра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й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2" w:after="0" w:line="240" w:lineRule="auto"/>
        <w:ind w:left="596" w:right="381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ия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ъ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та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апита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троит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а,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по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опро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от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  <w:i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ия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х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парам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тров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ра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троит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а,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ции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ъ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тов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апита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троит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17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321" w:right="65"/>
        <w:jc w:val="center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Г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ЛА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В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5.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З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М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Е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Е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П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В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4"/>
          <w:w w:val="100"/>
        </w:rPr>
        <w:t>З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Е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М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Е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П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ОЛЬЗО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В</w:t>
      </w:r>
      <w:r>
        <w:rPr>
          <w:rFonts w:ascii="Times New Roman" w:hAnsi="Times New Roman" w:cs="Times New Roman" w:eastAsia="Times New Roman"/>
          <w:sz w:val="16"/>
          <w:szCs w:val="16"/>
          <w:spacing w:val="4"/>
          <w:w w:val="100"/>
        </w:rPr>
        <w:t>А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ЗА</w:t>
      </w:r>
      <w:r>
        <w:rPr>
          <w:rFonts w:ascii="Times New Roman" w:hAnsi="Times New Roman" w:cs="Times New Roman" w:eastAsia="Times New Roman"/>
          <w:sz w:val="16"/>
          <w:szCs w:val="16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Т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16"/>
          <w:szCs w:val="16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Й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К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..............................................................................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17</w:t>
      </w:r>
    </w:p>
    <w:p>
      <w:pPr>
        <w:spacing w:before="2" w:after="0" w:line="240" w:lineRule="auto"/>
        <w:ind w:left="596" w:right="-20"/>
        <w:jc w:val="left"/>
        <w:tabs>
          <w:tab w:pos="20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тат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я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16.</w:t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ия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я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ия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i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ий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Пра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  <w:i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...........................................................................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17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596" w:right="-20"/>
        <w:jc w:val="left"/>
        <w:tabs>
          <w:tab w:pos="20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тат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я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17.</w:t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Пор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я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ия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ий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Пра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i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18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2" w:after="0" w:line="240" w:lineRule="auto"/>
        <w:ind w:left="321" w:right="65"/>
        <w:jc w:val="center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Г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ЛА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В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6.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З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К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ЛЮЧИ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ТЕ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16"/>
          <w:szCs w:val="16"/>
          <w:spacing w:val="4"/>
          <w:w w:val="100"/>
        </w:rPr>
        <w:t>Ь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ЫЕ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П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Е</w:t>
      </w:r>
      <w:r>
        <w:rPr>
          <w:rFonts w:ascii="Times New Roman" w:hAnsi="Times New Roman" w:cs="Times New Roman" w:eastAsia="Times New Roman"/>
          <w:sz w:val="16"/>
          <w:szCs w:val="16"/>
          <w:spacing w:val="3"/>
          <w:w w:val="100"/>
        </w:rPr>
        <w:t>Р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Е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ХО</w:t>
      </w:r>
      <w:r>
        <w:rPr>
          <w:rFonts w:ascii="Times New Roman" w:hAnsi="Times New Roman" w:cs="Times New Roman" w:eastAsia="Times New Roman"/>
          <w:sz w:val="16"/>
          <w:szCs w:val="16"/>
          <w:spacing w:val="3"/>
          <w:w w:val="100"/>
        </w:rPr>
        <w:t>Д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ЫЕ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П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16"/>
          <w:szCs w:val="16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Ж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Е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16"/>
          <w:szCs w:val="16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...........................................................................................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19</w:t>
      </w:r>
    </w:p>
    <w:p>
      <w:pPr>
        <w:spacing w:before="0" w:after="0" w:line="228" w:lineRule="exact"/>
        <w:ind w:left="596" w:right="-20"/>
        <w:jc w:val="left"/>
        <w:tabs>
          <w:tab w:pos="20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тат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я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18.</w:t>
        <w:tab/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Пра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...........................................................................................................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19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2" w:after="0" w:line="240" w:lineRule="auto"/>
        <w:ind w:left="596" w:right="-20"/>
        <w:jc w:val="left"/>
        <w:tabs>
          <w:tab w:pos="20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тат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я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19.</w:t>
        <w:tab/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й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Пра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ил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по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от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ию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i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i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им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пра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оот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я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  <w:i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................................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19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1" w:right="65"/>
        <w:jc w:val="center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ОИ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ОНИ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АНИЯ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........................................................................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20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596" w:right="-20"/>
        <w:jc w:val="left"/>
        <w:tabs>
          <w:tab w:pos="20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тат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я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20.</w:t>
        <w:tab/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рриториа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х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х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  <w:i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арте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ра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троит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иро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i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ия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.....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20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1" w:right="65"/>
        <w:jc w:val="center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.........................................................................................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21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jc w:val="center"/>
        <w:spacing w:after="0"/>
        <w:sectPr>
          <w:pgNumType w:start="2"/>
          <w:pgMar w:header="709" w:footer="618" w:top="940" w:bottom="800" w:left="1300" w:right="460"/>
          <w:headerReference w:type="default" r:id="rId5"/>
          <w:footerReference w:type="default" r:id="rId6"/>
          <w:pgSz w:w="11920" w:h="16840"/>
        </w:sectPr>
      </w:pPr>
      <w:rPr/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/>
        <w:pict>
          <v:group style="position:absolute;margin-left:70.125pt;margin-top:796.875pt;width:496.8pt;height:12.25pt;mso-position-horizontal-relative:page;mso-position-vertical-relative:page;z-index:-2676" coordorigin="1403,15938" coordsize="9936,245">
            <v:group style="position:absolute;left:10311;top:15945;width:1020;height:230" coordorigin="10311,15945" coordsize="1020,230">
              <v:shape style="position:absolute;left:10311;top:15945;width:1020;height:230" coordorigin="10311,15945" coordsize="1020,230" path="m11331,16175l10821,16175,10821,15945,10311,15945e" filled="f" stroked="t" strokeweight=".75pt" strokecolor="#A6A6A6">
                <v:path arrowok="t"/>
              </v:shape>
            </v:group>
            <v:group style="position:absolute;left:1410;top:15945;width:8901;height:230" coordorigin="1410,15945" coordsize="8901,230">
              <v:shape style="position:absolute;left:1410;top:15945;width:8901;height:230" coordorigin="1410,15945" coordsize="8901,230" path="m1410,16175l10024,16175,10024,15945,10311,15945e" filled="f" stroked="t" strokeweight=".75pt" strokecolor="#A6A6A6">
                <v:path arrowok="t"/>
              </v:shape>
            </v:group>
            <w10:wrap type="none"/>
          </v:group>
        </w:pict>
      </w:r>
      <w:r>
        <w:rPr>
          <w:sz w:val="22"/>
          <w:szCs w:val="22"/>
        </w:rPr>
      </w:r>
    </w:p>
    <w:p>
      <w:pPr>
        <w:spacing w:before="29" w:after="0" w:line="240" w:lineRule="auto"/>
        <w:ind w:left="4402" w:right="4389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ИЕ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6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ниц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йона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сс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оном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от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2003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№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131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принцип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мо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норм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норм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ницип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йона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ном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ницип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йона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оци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э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ономи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ниц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ох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приро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jc w:val="both"/>
        <w:spacing w:after="0"/>
        <w:sectPr>
          <w:pgMar w:header="709" w:footer="618" w:top="940" w:bottom="800" w:left="1300" w:right="460"/>
          <w:pgSz w:w="11920" w:h="16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4" w:after="0" w:line="241" w:lineRule="auto"/>
        <w:ind w:left="116" w:right="46"/>
        <w:jc w:val="left"/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3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.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3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3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4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3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3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3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3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3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Х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ЗМ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Й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</w:r>
    </w:p>
    <w:p>
      <w:pPr>
        <w:spacing w:before="6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6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4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.</w:t>
      </w:r>
      <w:r>
        <w:rPr>
          <w:rFonts w:ascii="Times New Roman" w:hAnsi="Times New Roman" w:cs="Times New Roman" w:eastAsia="Times New Roman"/>
          <w:sz w:val="28"/>
          <w:szCs w:val="28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3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Щ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  <w:b/>
          <w:bCs/>
        </w:rPr>
        <w:t>Ж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6" w:right="-20"/>
        <w:jc w:val="left"/>
        <w:tabs>
          <w:tab w:pos="1520" w:val="left"/>
        </w:tabs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5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ния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рмины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60" w:after="0" w:line="240" w:lineRule="auto"/>
        <w:ind w:left="116" w:right="47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мли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оор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60" w:after="0" w:line="240" w:lineRule="auto"/>
        <w:ind w:left="116" w:right="45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ит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60" w:after="0" w:line="239" w:lineRule="auto"/>
        <w:ind w:left="116" w:right="45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3)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ель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ме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ниц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оны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под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рхн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проц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э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(миним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(или)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ры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60" w:after="0" w:line="240" w:lineRule="auto"/>
        <w:ind w:left="116" w:right="47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4)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ель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ел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ид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ц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ию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монт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э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60" w:after="0" w:line="240" w:lineRule="auto"/>
        <w:ind w:left="116" w:right="49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емел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мной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рхно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ницы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фе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и;</w:t>
      </w:r>
    </w:p>
    <w:p>
      <w:pPr>
        <w:spacing w:before="60" w:after="0" w:line="240" w:lineRule="auto"/>
        <w:ind w:left="116" w:right="46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ит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охр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охр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оохр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рной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охр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оны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охр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ии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ции;</w:t>
      </w:r>
    </w:p>
    <w:p>
      <w:pPr>
        <w:spacing w:before="60" w:after="0" w:line="240" w:lineRule="auto"/>
        <w:ind w:left="117" w:right="48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7)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ме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оор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ров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ний;</w:t>
      </w:r>
    </w:p>
    <w:p>
      <w:pPr>
        <w:spacing w:before="60" w:after="0" w:line="240" w:lineRule="auto"/>
        <w:ind w:left="117" w:right="54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8)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ль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емел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ц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ел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за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ьс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ри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лиц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60" w:after="0" w:line="240" w:lineRule="auto"/>
        <w:ind w:left="117" w:right="54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ал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  <w:b/>
          <w:bCs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ной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э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нт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ной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э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60" w:after="0" w:line="240" w:lineRule="auto"/>
        <w:ind w:left="117" w:right="50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70.125pt;margin-top:70.682121pt;width:496.8pt;height:12.25pt;mso-position-horizontal-relative:page;mso-position-vertical-relative:paragraph;z-index:-2675" coordorigin="1403,1414" coordsize="9936,245">
            <v:group style="position:absolute;left:10311;top:1421;width:1020;height:230" coordorigin="10311,1421" coordsize="1020,230">
              <v:shape style="position:absolute;left:10311;top:1421;width:1020;height:230" coordorigin="10311,1421" coordsize="1020,230" path="m11331,1651l10821,1651,10821,1421,10311,1421e" filled="f" stroked="t" strokeweight=".75pt" strokecolor="#A6A6A6">
                <v:path arrowok="t"/>
              </v:shape>
            </v:group>
            <v:group style="position:absolute;left:1410;top:1421;width:8901;height:230" coordorigin="1410,1421" coordsize="8901,230">
              <v:shape style="position:absolute;left:1410;top:1421;width:8901;height:230" coordorigin="1410,1421" coordsize="8901,230" path="m1410,1651l10024,1651,10024,1421,10311,1421e" filled="f" stroked="t" strokeweight=".75pt" strokecolor="#A6A6A6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10)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линии,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аю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ницы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ницы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ны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э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и,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линии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(в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ле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</w:p>
    <w:p>
      <w:pPr>
        <w:jc w:val="both"/>
        <w:spacing w:after="0"/>
        <w:sectPr>
          <w:pgMar w:header="709" w:footer="618" w:top="940" w:bottom="800" w:left="1300" w:right="460"/>
          <w:pgSz w:w="11920" w:h="16840"/>
        </w:sectPr>
      </w:pPr>
      <w:rPr/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116" w:right="5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оор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линии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оор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);</w:t>
      </w:r>
    </w:p>
    <w:p>
      <w:pPr>
        <w:spacing w:before="65" w:after="0" w:line="238" w:lineRule="auto"/>
        <w:ind w:left="116" w:right="47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сель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селе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мс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ц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ип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  <w:b/>
          <w:bCs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об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мини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60" w:after="0" w:line="240" w:lineRule="auto"/>
        <w:ind w:left="116" w:right="51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12)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бъ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ел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оор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60" w:after="0" w:line="240" w:lineRule="auto"/>
        <w:ind w:left="116" w:right="47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13)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(или)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прим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(или)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э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э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и,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ний,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оор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пор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нию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60" w:after="0" w:line="240" w:lineRule="auto"/>
        <w:ind w:left="116" w:right="45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14)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ельс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цию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65" w:after="0" w:line="238" w:lineRule="auto"/>
        <w:ind w:left="116" w:right="52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тк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бъ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кт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пит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ельс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мое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имое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60" w:after="0" w:line="240" w:lineRule="auto"/>
        <w:ind w:left="116" w:right="47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16)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ц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бъ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кт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пит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ит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э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(или)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э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э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(или)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э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60" w:after="0" w:line="240" w:lineRule="auto"/>
        <w:ind w:left="116" w:right="49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17)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ельс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);</w:t>
      </w:r>
    </w:p>
    <w:p>
      <w:pPr>
        <w:spacing w:before="60" w:after="0" w:line="240" w:lineRule="auto"/>
        <w:ind w:left="116" w:right="49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18)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ит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ницы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ны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60" w:after="0" w:line="240" w:lineRule="auto"/>
        <w:ind w:left="116" w:right="45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19)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ит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ия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орий,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ц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ре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нир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60" w:after="0" w:line="240" w:lineRule="auto"/>
        <w:ind w:left="116" w:right="47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20)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ит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лиц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лиц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);</w:t>
      </w:r>
    </w:p>
    <w:p>
      <w:pPr>
        <w:spacing w:before="60" w:after="0" w:line="240" w:lineRule="auto"/>
        <w:ind w:left="116" w:right="51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21)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нкци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ны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ницы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60" w:after="0" w:line="240" w:lineRule="auto"/>
        <w:ind w:left="116" w:right="48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70.125pt;margin-top:96.078125pt;width:496.8pt;height:12.25pt;mso-position-horizontal-relative:page;mso-position-vertical-relative:paragraph;z-index:-2674" coordorigin="1403,1922" coordsize="9936,245">
            <v:group style="position:absolute;left:10311;top:1929;width:1020;height:230" coordorigin="10311,1929" coordsize="1020,230">
              <v:shape style="position:absolute;left:10311;top:1929;width:1020;height:230" coordorigin="10311,1929" coordsize="1020,230" path="m11331,2159l10821,2159,10821,1929,10311,1929e" filled="f" stroked="t" strokeweight=".75pt" strokecolor="#A6A6A6">
                <v:path arrowok="t"/>
              </v:shape>
            </v:group>
            <v:group style="position:absolute;left:1410;top:1929;width:8901;height:230" coordorigin="1410,1929" coordsize="8901,230">
              <v:shape style="position:absolute;left:1410;top:1929;width:8901;height:230" coordorigin="1410,1929" coordsize="8901,230" path="m1410,2159l10024,2159,10024,1929,10311,1929e" filled="f" stroked="t" strokeweight=".75pt" strokecolor="#A6A6A6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22)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jc w:val="both"/>
        <w:spacing w:after="0"/>
        <w:sectPr>
          <w:pgMar w:header="709" w:footer="618" w:top="940" w:bottom="800" w:left="1300" w:right="460"/>
          <w:pgSz w:w="11920" w:h="16840"/>
        </w:sectPr>
      </w:pPr>
      <w:rPr/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6" w:after="0" w:line="240" w:lineRule="auto"/>
        <w:ind w:left="116" w:right="273"/>
        <w:jc w:val="both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   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й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5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ф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х</w:t>
      </w:r>
      <w:r>
        <w:rPr>
          <w:rFonts w:ascii="Times New Roman" w:hAnsi="Times New Roman" w:cs="Times New Roman" w:eastAsia="Times New Roman"/>
          <w:sz w:val="26"/>
          <w:szCs w:val="26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3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5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6" w:right="46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60" w:after="0" w:line="240" w:lineRule="auto"/>
        <w:ind w:left="116" w:right="46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хни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ими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ми,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ии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охр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иро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60" w:after="0" w:line="240" w:lineRule="auto"/>
        <w:ind w:left="116" w:right="46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норм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ниц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йона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й: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344" w:lineRule="auto"/>
        <w:ind w:left="685" w:right="246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4" w:after="0" w:line="240" w:lineRule="auto"/>
        <w:ind w:left="68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III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6" w:right="55" w:firstLine="1"/>
        <w:jc w:val="both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   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По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га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ог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оу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6"/>
          <w:szCs w:val="26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5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по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ли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ю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йки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6" w:right="46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олномо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ции,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ции,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оном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от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ря</w:t>
      </w:r>
    </w:p>
    <w:p>
      <w:pPr>
        <w:spacing w:before="0" w:after="0" w:line="240" w:lineRule="auto"/>
        <w:ind w:left="116" w:right="4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№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131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принцип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норм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ницип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йона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норм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53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полномо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1)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ил;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2)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9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3)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об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5" w:right="47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ниц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5" w:right="47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5)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ес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ц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полномо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ими</w:t>
      </w:r>
    </w:p>
    <w:p>
      <w:pPr>
        <w:spacing w:before="0" w:after="0" w:line="240" w:lineRule="auto"/>
        <w:ind w:left="116" w:right="877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5" w:right="47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полномо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мини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лир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5" w:right="53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70.125pt;margin-top:48.878124pt;width:496.8pt;height:12.25pt;mso-position-horizontal-relative:page;mso-position-vertical-relative:paragraph;z-index:-2673" coordorigin="1403,978" coordsize="9936,245">
            <v:group style="position:absolute;left:10311;top:985;width:1020;height:230" coordorigin="10311,985" coordsize="1020,230">
              <v:shape style="position:absolute;left:10311;top:985;width:1020;height:230" coordorigin="10311,985" coordsize="1020,230" path="m11331,1215l10821,1215,10821,985,10311,985e" filled="f" stroked="t" strokeweight=".75pt" strokecolor="#A6A6A6">
                <v:path arrowok="t"/>
              </v:shape>
            </v:group>
            <v:group style="position:absolute;left:1410;top:985;width:8901;height:230" coordorigin="1410,985" coordsize="8901,230">
              <v:shape style="position:absolute;left:1410;top:985;width:8901;height:230" coordorigin="1410,985" coordsize="8901,230" path="m1410,1215l10024,1215,10024,985,10311,985e" filled="f" stroked="t" strokeweight=".75pt" strokecolor="#A6A6A6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хни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ному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</w:p>
    <w:p>
      <w:pPr>
        <w:jc w:val="both"/>
        <w:spacing w:after="0"/>
        <w:sectPr>
          <w:pgMar w:header="709" w:footer="618" w:top="940" w:bottom="800" w:left="1300" w:right="460"/>
          <w:pgSz w:w="11920" w:h="16840"/>
        </w:sectPr>
      </w:pPr>
      <w:rPr/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116" w:right="4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ницип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йона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ции;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7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роля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51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ории;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ории;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оров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ории;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52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6)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об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ц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52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ории;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мы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э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полномо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ими</w:t>
      </w:r>
    </w:p>
    <w:p>
      <w:pPr>
        <w:spacing w:before="0" w:after="0" w:line="240" w:lineRule="auto"/>
        <w:ind w:left="116" w:right="877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53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полномо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51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норм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4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2)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ории;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полномо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ими</w:t>
      </w:r>
    </w:p>
    <w:p>
      <w:pPr>
        <w:spacing w:before="0" w:after="0" w:line="240" w:lineRule="auto"/>
        <w:ind w:left="116" w:right="877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ми.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6" w:right="46"/>
        <w:jc w:val="both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   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6"/>
          <w:szCs w:val="26"/>
          <w:spacing w:val="6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  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 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  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6"/>
          <w:szCs w:val="26"/>
          <w:spacing w:val="6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  </w:t>
      </w:r>
      <w:r>
        <w:rPr>
          <w:rFonts w:ascii="Times New Roman" w:hAnsi="Times New Roman" w:cs="Times New Roman" w:eastAsia="Times New Roman"/>
          <w:sz w:val="26"/>
          <w:szCs w:val="26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йки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6" w:right="47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Коми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Коми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полн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ий,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7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Коми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мо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ицип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йона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мо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5" w:right="56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Коми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ии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70.125pt;margin-top:55.878124pt;width:496.8pt;height:12.25pt;mso-position-horizontal-relative:page;mso-position-vertical-relative:paragraph;z-index:-2672" coordorigin="1403,1118" coordsize="9936,245">
            <v:group style="position:absolute;left:10311;top:1125;width:1020;height:230" coordorigin="10311,1125" coordsize="1020,230">
              <v:shape style="position:absolute;left:10311;top:1125;width:1020;height:230" coordorigin="10311,1125" coordsize="1020,230" path="m11331,1355l10821,1355,10821,1125,10311,1125e" filled="f" stroked="t" strokeweight=".75pt" strokecolor="#A6A6A6">
                <v:path arrowok="t"/>
              </v:shape>
            </v:group>
            <v:group style="position:absolute;left:1410;top:1125;width:8901;height:230" coordorigin="1410,1125" coordsize="8901,230">
              <v:shape style="position:absolute;left:1410;top:1125;width:8901;height:230" coordorigin="1410,1125" coordsize="8901,230" path="m1410,1355l10024,1355,10024,1125,10311,1125e" filled="f" stroked="t" strokeweight=".75pt" strokecolor="#A6A6A6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Коми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jc w:val="left"/>
        <w:spacing w:after="0"/>
        <w:sectPr>
          <w:pgMar w:header="709" w:footer="618" w:top="940" w:bottom="800" w:left="1300" w:right="460"/>
          <w:pgSz w:w="11920" w:h="16840"/>
        </w:sectPr>
      </w:pPr>
      <w:rPr/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116" w:right="48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1)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лиц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7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2)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7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3)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об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ний;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6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4)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от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об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ний;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7" w:right="46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мо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68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Коми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7" w:right="51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1)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информ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цию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нцию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Коми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ии;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68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Коми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лиц;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7" w:right="54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3)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э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ций;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лы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и.</w:t>
      </w:r>
    </w:p>
    <w:p>
      <w:pPr>
        <w:spacing w:before="7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1" w:lineRule="auto"/>
        <w:ind w:left="116" w:right="1578"/>
        <w:jc w:val="left"/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4"/>
          <w:w w:val="100"/>
          <w:b/>
          <w:bCs/>
        </w:rPr>
        <w:t>2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.</w:t>
      </w:r>
      <w:r>
        <w:rPr>
          <w:rFonts w:ascii="Times New Roman" w:hAnsi="Times New Roman" w:cs="Times New Roman" w:eastAsia="Times New Roman"/>
          <w:sz w:val="28"/>
          <w:szCs w:val="28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8"/>
          <w:szCs w:val="28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8"/>
          <w:szCs w:val="28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8"/>
          <w:szCs w:val="28"/>
          <w:spacing w:val="3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Х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</w:r>
    </w:p>
    <w:p>
      <w:pPr>
        <w:spacing w:before="14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6" w:right="-20"/>
        <w:jc w:val="left"/>
        <w:tabs>
          <w:tab w:pos="15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5.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ель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ме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ме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6" w:right="46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рхно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проц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э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50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ниц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683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5" w:right="47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70.125pt;margin-top:120.882126pt;width:496.8pt;height:12.25pt;mso-position-horizontal-relative:page;mso-position-vertical-relative:paragraph;z-index:-2671" coordorigin="1403,2418" coordsize="9936,245">
            <v:group style="position:absolute;left:10311;top:2425;width:1020;height:230" coordorigin="10311,2425" coordsize="1020,230">
              <v:shape style="position:absolute;left:10311;top:2425;width:1020;height:230" coordorigin="10311,2425" coordsize="1020,230" path="m11331,2655l10821,2655,10821,2425,10311,2425e" filled="f" stroked="t" strokeweight=".75pt" strokecolor="#A6A6A6">
                <v:path arrowok="t"/>
              </v:shape>
            </v:group>
            <v:group style="position:absolute;left:1410;top:2425;width:8901;height:230" coordorigin="1410,2425" coordsize="8901,230">
              <v:shape style="position:absolute;left:1410;top:2425;width:8901;height:230" coordorigin="1410,2425" coordsize="8901,230" path="m1410,2655l10024,2655,10024,2425,10311,2425e" filled="f" stroked="t" strokeweight=".75pt" strokecolor="#A6A6A6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1)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ниц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ниц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мон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приним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вом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ий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охр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jc w:val="both"/>
        <w:spacing w:after="0"/>
        <w:sectPr>
          <w:pgMar w:header="709" w:footer="618" w:top="940" w:bottom="800" w:left="1300" w:right="460"/>
          <w:pgSz w:w="11920" w:h="16840"/>
        </w:sectPr>
      </w:pPr>
      <w:rPr/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ниц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52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3)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ля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и)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ми;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ля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7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не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рхно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ль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ль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ох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приро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рор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охо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ий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ль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охо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ниц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э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ономи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8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(или)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нию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из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7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54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(миним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(или)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ры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ры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50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52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ницы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нию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55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ормиро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ило,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54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8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1)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хни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7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2)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орое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приним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ез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проц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ний;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52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3)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помо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ополни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нию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ними.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7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10.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орий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ров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9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70.125pt;margin-top:74.478119pt;width:496.8pt;height:12.25pt;mso-position-horizontal-relative:page;mso-position-vertical-relative:paragraph;z-index:-2670" coordorigin="1403,1490" coordsize="9936,245">
            <v:group style="position:absolute;left:10311;top:1497;width:1020;height:230" coordorigin="10311,1497" coordsize="1020,230">
              <v:shape style="position:absolute;left:10311;top:1497;width:1020;height:230" coordorigin="10311,1497" coordsize="1020,230" path="m11331,1727l10821,1727,10821,1497,10311,1497e" filled="f" stroked="t" strokeweight=".75pt" strokecolor="#A6A6A6">
                <v:path arrowok="t"/>
              </v:shape>
            </v:group>
            <v:group style="position:absolute;left:1410;top:1497;width:8901;height:230" coordorigin="1410,1497" coordsize="8901,230">
              <v:shape style="position:absolute;left:1410;top:1497;width:8901;height:230" coordorigin="1410,1497" coordsize="8901,230" path="m1410,1727l10024,1727,10024,1497,10311,1497e" filled="f" stroked="t" strokeweight=".75pt" strokecolor="#A6A6A6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ры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(миним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йн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ры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ирины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фр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лиц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ины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jc w:val="both"/>
        <w:spacing w:after="0"/>
        <w:sectPr>
          <w:pgMar w:header="709" w:footer="618" w:top="940" w:bottom="800" w:left="1300" w:right="460"/>
          <w:pgSz w:w="11920" w:h="16840"/>
        </w:sectPr>
      </w:pPr>
      <w:rPr/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116" w:right="50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миним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ний,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от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ниц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фи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(линии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лир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и);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50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миним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э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проц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7" w:right="47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э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ффи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ц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рной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пло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мо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ны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ополни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пло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);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7" w:right="46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7" w:right="46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(миним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или)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ры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ному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ими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ми,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ими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мо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6" w:right="50" w:firstLine="1"/>
        <w:jc w:val="left"/>
        <w:tabs>
          <w:tab w:pos="1520" w:val="left"/>
        </w:tabs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6.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3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4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3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нн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3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6"/>
          <w:szCs w:val="26"/>
          <w:spacing w:val="3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5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х</w:t>
      </w:r>
      <w:r>
        <w:rPr>
          <w:rFonts w:ascii="Times New Roman" w:hAnsi="Times New Roman" w:cs="Times New Roman" w:eastAsia="Times New Roman"/>
          <w:sz w:val="26"/>
          <w:szCs w:val="26"/>
          <w:spacing w:val="2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6"/>
          <w:szCs w:val="26"/>
          <w:spacing w:val="6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3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об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ъ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ог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6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ва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6" w:right="45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помо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мо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ницип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ниц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ий,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ополни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8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нному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4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нному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7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70.125pt;margin-top:145.278122pt;width:496.8pt;height:12.25pt;mso-position-horizontal-relative:page;mso-position-vertical-relative:paragraph;z-index:-2669" coordorigin="1403,2906" coordsize="9936,245">
            <v:group style="position:absolute;left:10311;top:2913;width:1020;height:230" coordorigin="10311,2913" coordsize="1020,230">
              <v:shape style="position:absolute;left:10311;top:2913;width:1020;height:230" coordorigin="10311,2913" coordsize="1020,230" path="m11331,3143l10821,3143,10821,2913,10311,2913e" filled="f" stroked="t" strokeweight=".75pt" strokecolor="#A6A6A6">
                <v:path arrowok="t"/>
              </v:shape>
            </v:group>
            <v:group style="position:absolute;left:1410;top:2913;width:8901;height:230" coordorigin="1410,2913" coordsize="8901,230">
              <v:shape style="position:absolute;left:1410;top:2913;width:8901;height:230" coordorigin="1410,2913" coordsize="8901,230" path="m1410,3143l10024,3143,10024,2913,10311,2913e" filled="f" stroked="t" strokeweight=".75pt" strokecolor="#A6A6A6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ол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ля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jc w:val="both"/>
        <w:spacing w:after="0"/>
        <w:sectPr>
          <w:pgMar w:header="709" w:footer="618" w:top="940" w:bottom="800" w:left="1300" w:right="460"/>
          <w:pgSz w:w="11920" w:h="16840"/>
        </w:sectPr>
      </w:pPr>
      <w:rPr/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6" w:after="0" w:line="240" w:lineRule="auto"/>
        <w:ind w:left="116" w:right="50"/>
        <w:jc w:val="left"/>
        <w:tabs>
          <w:tab w:pos="1520" w:val="left"/>
        </w:tabs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7.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1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2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5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2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2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2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й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2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ид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ог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6"/>
          <w:szCs w:val="26"/>
          <w:spacing w:val="-3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об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ъ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ог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тва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6" w:right="47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лицо,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ид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Коми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7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опрос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нию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х.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ниц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йона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(или)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норм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4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Коми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опро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ид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ницы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х,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ицы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ом,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нное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нное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не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лица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7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опро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ид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Коми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ию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ои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7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опро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ид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нию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нном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офици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ц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офици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информ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раз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офици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ном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7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6.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Срок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мом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ня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ия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ниц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йона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(или)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норм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7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7.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опро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Коми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сс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5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70.125pt;margin-top:100.278122pt;width:496.8pt;height:12.25pt;mso-position-horizontal-relative:page;mso-position-vertical-relative:paragraph;z-index:-2668" coordorigin="1403,2006" coordsize="9936,245">
            <v:group style="position:absolute;left:10311;top:2013;width:1020;height:230" coordorigin="10311,2013" coordsize="1020,230">
              <v:shape style="position:absolute;left:10311;top:2013;width:1020;height:230" coordorigin="10311,2013" coordsize="1020,230" path="m11331,2243l10821,2243,10821,2013,10311,2013e" filled="f" stroked="t" strokeweight=".75pt" strokecolor="#A6A6A6">
                <v:path arrowok="t"/>
              </v:shape>
            </v:group>
            <v:group style="position:absolute;left:1410;top:2013;width:8901;height:230" coordorigin="1410,2013" coordsize="8901,230">
              <v:shape style="position:absolute;left:1410;top:2013;width:8901;height:230" coordorigin="1410,2013" coordsize="8901,230" path="m1410,2243l10024,2243,10024,2013,10311,2013e" filled="f" stroked="t" strokeweight=".75pt" strokecolor="#A6A6A6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8.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Коми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ня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ций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приним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об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нии.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ит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офици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нию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нию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фици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jc w:val="both"/>
        <w:spacing w:after="0"/>
        <w:sectPr>
          <w:pgMar w:header="709" w:footer="618" w:top="940" w:bottom="800" w:left="1300" w:right="460"/>
          <w:pgSz w:w="11920" w:h="16840"/>
        </w:sectPr>
      </w:pPr>
      <w:rPr/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116" w:right="48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опро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ид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лицо,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6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10.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ид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ля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ила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лич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иници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фи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ри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лиц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ц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прин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8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11.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ое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ое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лицо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ном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ид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об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6" w:right="41"/>
        <w:jc w:val="both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8.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   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1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кл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1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1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6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5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х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ог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,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ц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об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ъ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ого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ва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6" w:right="47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миним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онфи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оло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опри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ля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и,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ию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51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от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хни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7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ц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лицо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Коми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ию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6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опрос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нию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ницип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йона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7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5.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опро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Коми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об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ве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8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70.125pt;margin-top:114.878128pt;width:496.8pt;height:12.25pt;mso-position-horizontal-relative:page;mso-position-vertical-relative:paragraph;z-index:-2667" coordorigin="1403,2298" coordsize="9936,245">
            <v:group style="position:absolute;left:10311;top:2305;width:1020;height:230" coordorigin="10311,2305" coordsize="1020,230">
              <v:shape style="position:absolute;left:10311;top:2305;width:1020;height:230" coordorigin="10311,2305" coordsize="1020,230" path="m11331,2535l10821,2535,10821,2305,10311,2305e" filled="f" stroked="t" strokeweight=".75pt" strokecolor="#A6A6A6">
                <v:path arrowok="t"/>
              </v:shape>
            </v:group>
            <v:group style="position:absolute;left:1410;top:2305;width:8901;height:230" coordorigin="1410,2305" coordsize="8901,230">
              <v:shape style="position:absolute;left:1410;top:2305;width:8901;height:230" coordorigin="1410,2305" coordsize="8901,230" path="m1410,2535l10024,2535,10024,2305,10311,2305e" filled="f" stroked="t" strokeweight=".75pt" strokecolor="#A6A6A6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ций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Коми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приним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ц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нное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ит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офици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нию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нию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фици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jc w:val="both"/>
        <w:spacing w:after="0"/>
        <w:sectPr>
          <w:pgMar w:header="709" w:footer="618" w:top="940" w:bottom="800" w:left="1300" w:right="460"/>
          <w:pgSz w:w="11920" w:h="16840"/>
        </w:sectPr>
      </w:pPr>
      <w:rPr/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116" w:right="46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7.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лицо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ном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об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7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6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4"/>
          <w:w w:val="100"/>
          <w:b/>
          <w:bCs/>
        </w:rPr>
        <w:t>3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.</w:t>
      </w:r>
      <w:r>
        <w:rPr>
          <w:rFonts w:ascii="Times New Roman" w:hAnsi="Times New Roman" w:cs="Times New Roman" w:eastAsia="Times New Roman"/>
          <w:sz w:val="28"/>
          <w:szCs w:val="28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Ц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8"/>
          <w:szCs w:val="28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ИИ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6" w:right="-20"/>
        <w:jc w:val="left"/>
        <w:tabs>
          <w:tab w:pos="1520" w:val="left"/>
        </w:tabs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9.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6"/>
          <w:szCs w:val="26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ды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ц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4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3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6" w:right="47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орий,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э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йоно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э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),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ниц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ниц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52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орий.</w:t>
      </w:r>
    </w:p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16" w:right="46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ри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9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8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6" w:right="52"/>
        <w:jc w:val="left"/>
        <w:tabs>
          <w:tab w:pos="1520" w:val="left"/>
        </w:tabs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10.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2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3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3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пл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ни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4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3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3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3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3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6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ж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3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3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ния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6" w:right="47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мини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иници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мо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фи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лиц.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офици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нию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фици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7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ца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фи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лица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мини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цию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6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ол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цифи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7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полни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оном</w:t>
      </w:r>
    </w:p>
    <w:p>
      <w:pPr>
        <w:spacing w:before="0" w:after="0" w:line="240" w:lineRule="auto"/>
        <w:ind w:left="116" w:right="4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05.04.2013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№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ц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6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70.125pt;margin-top:78.278122pt;width:496.8pt;height:12.25pt;mso-position-horizontal-relative:page;mso-position-vertical-relative:paragraph;z-index:-2666" coordorigin="1403,1566" coordsize="9936,245">
            <v:group style="position:absolute;left:10311;top:1573;width:1020;height:230" coordorigin="10311,1573" coordsize="1020,230">
              <v:shape style="position:absolute;left:10311;top:1573;width:1020;height:230" coordorigin="10311,1573" coordsize="1020,230" path="m11331,1803l10821,1803,10821,1573,10311,1573e" filled="f" stroked="t" strokeweight=".75pt" strokecolor="#A6A6A6">
                <v:path arrowok="t"/>
              </v:shape>
            </v:group>
            <v:group style="position:absolute;left:1410;top:1573;width:8901;height:230" coordorigin="1410,1573" coordsize="8901,230">
              <v:shape style="position:absolute;left:1410;top:1573;width:8901;height:230" coordorigin="1410,1573" coordsize="8901,230" path="m1410,1803l10024,1803,10024,1573,10311,1573e" filled="f" stroked="t" strokeweight=".75pt" strokecolor="#A6A6A6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ии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ции,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ио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ом,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ими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ми,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ницип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</w:p>
    <w:p>
      <w:pPr>
        <w:jc w:val="both"/>
        <w:spacing w:after="0"/>
        <w:sectPr>
          <w:pgMar w:header="709" w:footer="618" w:top="940" w:bottom="800" w:left="1300" w:right="460"/>
          <w:pgSz w:w="11920" w:h="16840"/>
        </w:sectPr>
      </w:pPr>
      <w:rPr/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116" w:right="4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мо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ниц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ниц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мо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7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6.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нию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х,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ниц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йона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ниц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7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7.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мини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цию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ез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6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8.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ола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ниро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ез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риним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об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об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мини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цию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олов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6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офици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нию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аю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офици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6" w:right="47"/>
        <w:jc w:val="left"/>
        <w:tabs>
          <w:tab w:pos="1520" w:val="left"/>
        </w:tabs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По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6"/>
          <w:szCs w:val="26"/>
          <w:spacing w:val="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го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х</w:t>
      </w:r>
      <w:r>
        <w:rPr>
          <w:rFonts w:ascii="Times New Roman" w:hAnsi="Times New Roman" w:cs="Times New Roman" w:eastAsia="Times New Roman"/>
          <w:sz w:val="26"/>
          <w:szCs w:val="26"/>
          <w:spacing w:val="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1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5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х</w:t>
      </w:r>
      <w:r>
        <w:rPr>
          <w:rFonts w:ascii="Times New Roman" w:hAnsi="Times New Roman" w:cs="Times New Roman" w:eastAsia="Times New Roman"/>
          <w:sz w:val="26"/>
          <w:szCs w:val="26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ко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де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ог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га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ог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6"/>
          <w:szCs w:val="26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6"/>
          <w:szCs w:val="26"/>
          <w:spacing w:val="5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ния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6" w:right="48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8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нию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фи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лиц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мом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ном)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цию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7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мини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форм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полномо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фе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полни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о.</w:t>
      </w:r>
    </w:p>
    <w:p>
      <w:pPr>
        <w:spacing w:before="2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20" w:lineRule="exact"/>
        <w:ind w:left="116" w:right="2623"/>
        <w:jc w:val="left"/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4"/>
          <w:w w:val="100"/>
          <w:b/>
          <w:bCs/>
        </w:rPr>
        <w:t>4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.</w:t>
      </w:r>
      <w:r>
        <w:rPr>
          <w:rFonts w:ascii="Times New Roman" w:hAnsi="Times New Roman" w:cs="Times New Roman" w:eastAsia="Times New Roman"/>
          <w:sz w:val="28"/>
          <w:szCs w:val="28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8"/>
          <w:szCs w:val="28"/>
          <w:spacing w:val="3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8"/>
          <w:szCs w:val="28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8"/>
          <w:szCs w:val="28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8"/>
          <w:szCs w:val="28"/>
          <w:spacing w:val="3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8"/>
          <w:szCs w:val="28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Й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96" w:lineRule="exact"/>
        <w:ind w:left="116" w:right="52"/>
        <w:jc w:val="left"/>
        <w:tabs>
          <w:tab w:pos="1520" w:val="left"/>
        </w:tabs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12.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щ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1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ж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6"/>
          <w:szCs w:val="26"/>
          <w:spacing w:val="1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ни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ци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1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6"/>
          <w:szCs w:val="26"/>
          <w:spacing w:val="1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ли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5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х</w:t>
      </w:r>
      <w:r>
        <w:rPr>
          <w:rFonts w:ascii="Times New Roman" w:hAnsi="Times New Roman" w:cs="Times New Roman" w:eastAsia="Times New Roman"/>
          <w:sz w:val="26"/>
          <w:szCs w:val="26"/>
          <w:spacing w:val="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5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й</w:t>
      </w:r>
      <w:r>
        <w:rPr>
          <w:rFonts w:ascii="Times New Roman" w:hAnsi="Times New Roman" w:cs="Times New Roman" w:eastAsia="Times New Roman"/>
          <w:sz w:val="26"/>
          <w:szCs w:val="26"/>
          <w:spacing w:val="1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по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5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й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</w:r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</w:p>
    <w:p>
      <w:pPr>
        <w:spacing w:before="0" w:after="0" w:line="240" w:lineRule="auto"/>
        <w:ind w:left="11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70.125pt;margin-top:31.678127pt;width:496.8pt;height:12.25pt;mso-position-horizontal-relative:page;mso-position-vertical-relative:paragraph;z-index:-2665" coordorigin="1403,634" coordsize="9936,245">
            <v:group style="position:absolute;left:10311;top:641;width:1020;height:230" coordorigin="10311,641" coordsize="1020,230">
              <v:shape style="position:absolute;left:10311;top:641;width:1020;height:230" coordorigin="10311,641" coordsize="1020,230" path="m11331,871l10821,871,10821,641,10311,641e" filled="f" stroked="t" strokeweight=".75pt" strokecolor="#A6A6A6">
                <v:path arrowok="t"/>
              </v:shape>
            </v:group>
            <v:group style="position:absolute;left:1410;top:641;width:8901;height:230" coordorigin="1410,641" coordsize="8901,230">
              <v:shape style="position:absolute;left:1410;top:641;width:8901;height:230" coordorigin="1410,641" coordsize="8901,230" path="m1410,871l10024,871,10024,641,10311,641e" filled="f" stroked="t" strokeweight=".75pt" strokecolor="#A6A6A6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опри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ия</w:t>
      </w:r>
    </w:p>
    <w:p>
      <w:pPr>
        <w:jc w:val="left"/>
        <w:spacing w:after="0"/>
        <w:sectPr>
          <w:pgMar w:header="709" w:footer="618" w:top="940" w:bottom="800" w:left="1300" w:right="460"/>
          <w:pgSz w:w="11920" w:h="16840"/>
        </w:sectPr>
      </w:pPr>
      <w:rPr/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116" w:right="5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8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9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2)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ории;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54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опрос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6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4)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опрос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9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мо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фи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лиц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лица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6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аю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ие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мо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ниц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ории,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ц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6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норм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норм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ницип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йона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53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6.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ит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офици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нию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ний;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ницы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орий,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полном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цию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й;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52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э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иции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ционн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информ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ционно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ний;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56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му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нию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опро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8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ний;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информ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9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н,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полн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8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70.125pt;margin-top:56.478123pt;width:496.8pt;height:12.25pt;mso-position-horizontal-relative:page;mso-position-vertical-relative:paragraph;z-index:-2664" coordorigin="1403,1130" coordsize="9936,245">
            <v:group style="position:absolute;left:10311;top:1137;width:1020;height:230" coordorigin="10311,1137" coordsize="1020,230">
              <v:shape style="position:absolute;left:10311;top:1137;width:1020;height:230" coordorigin="10311,1137" coordsize="1020,230" path="m11331,1367l10821,1367,10821,1137,10311,1137e" filled="f" stroked="t" strokeweight=".75pt" strokecolor="#A6A6A6">
                <v:path arrowok="t"/>
              </v:shape>
            </v:group>
            <v:group style="position:absolute;left:1410;top:1137;width:8901;height:230" coordorigin="1410,1137" coordsize="8901,230">
              <v:shape style="position:absolute;left:1410;top:1137;width:8901;height:230" coordorigin="1410,1137" coordsize="8901,230" path="m1410,1367l10024,1367,10024,1137,10311,1137e" filled="f" stroked="t" strokeweight=".75pt" strokecolor="#A6A6A6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8.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ит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офици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нию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нию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офици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jc w:val="both"/>
        <w:spacing w:after="0"/>
        <w:sectPr>
          <w:pgMar w:header="709" w:footer="618" w:top="940" w:bottom="800" w:left="1300" w:right="460"/>
          <w:pgSz w:w="11920" w:h="16840"/>
        </w:sectPr>
      </w:pPr>
      <w:rPr/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/>
        <w:pict>
          <v:group style="position:absolute;margin-left:70.125pt;margin-top:796.875pt;width:496.8pt;height:12.25pt;mso-position-horizontal-relative:page;mso-position-vertical-relative:page;z-index:-2663" coordorigin="1403,15938" coordsize="9936,245">
            <v:group style="position:absolute;left:10311;top:15945;width:1020;height:230" coordorigin="10311,15945" coordsize="1020,230">
              <v:shape style="position:absolute;left:10311;top:15945;width:1020;height:230" coordorigin="10311,15945" coordsize="1020,230" path="m11331,16175l10821,16175,10821,15945,10311,15945e" filled="f" stroked="t" strokeweight=".75pt" strokecolor="#A6A6A6">
                <v:path arrowok="t"/>
              </v:shape>
            </v:group>
            <v:group style="position:absolute;left:1410;top:15945;width:8901;height:230" coordorigin="1410,15945" coordsize="8901,230">
              <v:shape style="position:absolute;left:1410;top:15945;width:8901;height:230" coordorigin="1410,15945" coordsize="8901,230" path="m1410,16175l10024,16175,10024,15945,10311,15945e" filled="f" stroked="t" strokeweight=".75pt" strokecolor="#A6A6A6">
                <v:path arrowok="t"/>
              </v:shape>
            </v:group>
            <w10:wrap type="none"/>
          </v:group>
        </w:pict>
      </w:r>
      <w:r>
        <w:rPr>
          <w:sz w:val="22"/>
          <w:szCs w:val="22"/>
        </w:rPr>
      </w:r>
    </w:p>
    <w:p>
      <w:pPr>
        <w:spacing w:before="29" w:after="0" w:line="240" w:lineRule="auto"/>
        <w:ind w:left="116" w:right="45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ид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ц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фи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6" w:right="56"/>
        <w:jc w:val="left"/>
        <w:tabs>
          <w:tab w:pos="1520" w:val="left"/>
        </w:tabs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13.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ли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5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6"/>
          <w:szCs w:val="26"/>
          <w:spacing w:val="-3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4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5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5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5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5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й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4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5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ила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ой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6" w:right="53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Ком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7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ила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не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ня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7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ила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(или)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ниц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ие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ила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нию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ниц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ной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орой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ц.</w:t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96" w:lineRule="exact"/>
        <w:ind w:left="116" w:right="49"/>
        <w:jc w:val="left"/>
        <w:tabs>
          <w:tab w:pos="1520" w:val="left"/>
          <w:tab w:pos="3160" w:val="left"/>
          <w:tab w:pos="4600" w:val="left"/>
          <w:tab w:pos="5140" w:val="left"/>
          <w:tab w:pos="6520" w:val="left"/>
          <w:tab w:pos="8240" w:val="left"/>
          <w:tab w:pos="9880" w:val="left"/>
        </w:tabs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14.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Пуб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е</w:t>
        <w:tab/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я</w:t>
        <w:tab/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о</w:t>
        <w:tab/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6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м</w:t>
        <w:tab/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ан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и</w:t>
        <w:tab/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и</w:t>
        <w:tab/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ж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3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</w:r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6" w:right="50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5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мо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нир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лиц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мо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ны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50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рок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ол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ний.</w:t>
      </w:r>
    </w:p>
    <w:p>
      <w:pPr>
        <w:jc w:val="both"/>
        <w:spacing w:after="0"/>
        <w:sectPr>
          <w:pgMar w:header="709" w:footer="618" w:top="940" w:bottom="800" w:left="1300" w:right="460"/>
          <w:pgSz w:w="11920" w:h="16840"/>
        </w:sectPr>
      </w:pPr>
      <w:rPr/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6" w:after="0" w:line="240" w:lineRule="auto"/>
        <w:ind w:left="116" w:right="45"/>
        <w:jc w:val="both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15.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 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ли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6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6"/>
          <w:szCs w:val="26"/>
          <w:spacing w:val="-3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6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6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6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6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на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й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6"/>
          <w:szCs w:val="26"/>
          <w:spacing w:val="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5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по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ог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6"/>
          <w:szCs w:val="26"/>
          <w:spacing w:val="-3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об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ъ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ог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5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,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6"/>
          <w:szCs w:val="26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х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ог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,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ук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ц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об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ъ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ог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ва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6" w:right="47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опро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от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ц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Коми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фи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лиц.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5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опро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опро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от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ров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ниц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орой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ид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ц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ие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ий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6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Коми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лиц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ид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ц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опро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ницы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ницы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ом,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7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опро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от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ц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ц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мом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ний.</w:t>
      </w:r>
    </w:p>
    <w:p>
      <w:pPr>
        <w:spacing w:before="7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6" w:right="109"/>
        <w:jc w:val="both"/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4"/>
          <w:w w:val="100"/>
          <w:b/>
          <w:bCs/>
        </w:rPr>
        <w:t>5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.</w:t>
      </w:r>
      <w:r>
        <w:rPr>
          <w:rFonts w:ascii="Times New Roman" w:hAnsi="Times New Roman" w:cs="Times New Roman" w:eastAsia="Times New Roman"/>
          <w:sz w:val="28"/>
          <w:szCs w:val="28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ЗМ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8"/>
          <w:szCs w:val="28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8"/>
          <w:szCs w:val="28"/>
          <w:spacing w:val="3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8"/>
          <w:szCs w:val="28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Й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6" w:right="2989"/>
        <w:jc w:val="both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16.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 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4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6"/>
          <w:szCs w:val="26"/>
          <w:spacing w:val="5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й</w:t>
      </w:r>
      <w:r>
        <w:rPr>
          <w:rFonts w:ascii="Times New Roman" w:hAnsi="Times New Roman" w:cs="Times New Roman" w:eastAsia="Times New Roman"/>
          <w:sz w:val="26"/>
          <w:szCs w:val="26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ила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6" w:right="51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60" w:after="0" w:line="240" w:lineRule="auto"/>
        <w:ind w:left="684" w:right="-20"/>
        <w:jc w:val="left"/>
        <w:tabs>
          <w:tab w:pos="2760" w:val="left"/>
          <w:tab w:pos="4100" w:val="left"/>
          <w:tab w:pos="5120" w:val="left"/>
          <w:tab w:pos="6800" w:val="left"/>
          <w:tab w:pos="7660" w:val="left"/>
          <w:tab w:pos="89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1)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ие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</w:t>
        <w:tab/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Ге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ному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  <w:tab/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</w:p>
    <w:p>
      <w:pPr>
        <w:spacing w:before="0" w:after="0" w:line="240" w:lineRule="auto"/>
        <w:ind w:left="115" w:right="320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70.125pt;margin-top:44.878124pt;width:496.8pt;height:12.25pt;mso-position-horizontal-relative:page;mso-position-vertical-relative:paragraph;z-index:-2662" coordorigin="1403,898" coordsize="9936,245">
            <v:group style="position:absolute;left:10311;top:905;width:1020;height:230" coordorigin="10311,905" coordsize="1020,230">
              <v:shape style="position:absolute;left:10311;top:905;width:1020;height:230" coordorigin="10311,905" coordsize="1020,230" path="m11331,1135l10821,1135,10821,905,10311,905e" filled="f" stroked="t" strokeweight=".75pt" strokecolor="#A6A6A6">
                <v:path arrowok="t"/>
              </v:shape>
            </v:group>
            <v:group style="position:absolute;left:1410;top:905;width:8901;height:230" coordorigin="1410,905" coordsize="8901,230">
              <v:shape style="position:absolute;left:1410;top:905;width:8901;height:230" coordorigin="1410,905" coordsize="8901,230" path="m1410,1135l10024,1135,10024,905,10311,905e" filled="f" stroked="t" strokeweight=".75pt" strokecolor="#A6A6A6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Ге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ний;</w:t>
      </w:r>
    </w:p>
    <w:p>
      <w:pPr>
        <w:jc w:val="both"/>
        <w:spacing w:after="0"/>
        <w:sectPr>
          <w:pgMar w:header="709" w:footer="618" w:top="940" w:bottom="800" w:left="1300" w:right="460"/>
          <w:pgSz w:w="11920" w:h="16840"/>
        </w:sectPr>
      </w:pPr>
      <w:rPr/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116" w:right="53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2)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ниц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6" w:right="-20"/>
        <w:jc w:val="left"/>
        <w:tabs>
          <w:tab w:pos="1520" w:val="left"/>
        </w:tabs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17.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6"/>
          <w:szCs w:val="26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3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й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ила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Коми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9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мо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циониро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нию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9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2)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полни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циониро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нию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6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3)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мо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йона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зас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мо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нию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6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4)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мо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лир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5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5)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фи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ими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ими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иници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ном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х,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э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фф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оим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7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Коми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ила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ором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ие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ила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ое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5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ций,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Коми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ии,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приним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об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опию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8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ила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ит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ици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нию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фици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6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ном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не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хн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ез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лиц.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7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70.125pt;margin-top:140.478119pt;width:496.8pt;height:12.25pt;mso-position-horizontal-relative:page;mso-position-vertical-relative:paragraph;z-index:-2661" coordorigin="1403,2810" coordsize="9936,245">
            <v:group style="position:absolute;left:10311;top:2817;width:1020;height:230" coordorigin="10311,2817" coordsize="1020,230">
              <v:shape style="position:absolute;left:10311;top:2817;width:1020;height:230" coordorigin="10311,2817" coordsize="1020,230" path="m11331,3047l10821,3047,10821,2817,10311,2817e" filled="f" stroked="t" strokeweight=".75pt" strokecolor="#A6A6A6">
                <v:path arrowok="t"/>
              </v:shape>
            </v:group>
            <v:group style="position:absolute;left:1410;top:2817;width:8901;height:230" coordorigin="1410,2817" coordsize="8901,230">
              <v:shape style="position:absolute;left:1410;top:2817;width:8901;height:230" coordorigin="1410,2817" coordsize="8901,230" path="m1410,3047l10024,3047,10024,2817,10311,2817e" filled="f" stroked="t" strokeweight=".75pt" strokecolor="#A6A6A6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6.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мини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ция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хни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ницип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йона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Коми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ию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jc w:val="both"/>
        <w:spacing w:after="0"/>
        <w:sectPr>
          <w:pgMar w:header="709" w:footer="618" w:top="940" w:bottom="800" w:left="1300" w:right="460"/>
          <w:pgSz w:w="11920" w:h="16840"/>
        </w:sectPr>
      </w:pPr>
      <w:rPr/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116" w:right="54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7.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мини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приним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5" w:right="47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8.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щие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Коми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нном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сс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ции,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ницип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йона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ницип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5" w:right="47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9.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Коми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ия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прило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олы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5" w:right="48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ила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приним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5" w:right="49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11.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ез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ила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прило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ии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ний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5" w:right="48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ит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офици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нию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офици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7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6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4"/>
          <w:w w:val="100"/>
          <w:b/>
          <w:bCs/>
        </w:rPr>
        <w:t>6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.</w:t>
      </w:r>
      <w:r>
        <w:rPr>
          <w:rFonts w:ascii="Times New Roman" w:hAnsi="Times New Roman" w:cs="Times New Roman" w:eastAsia="Times New Roman"/>
          <w:sz w:val="28"/>
          <w:szCs w:val="28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4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Ю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8"/>
          <w:szCs w:val="28"/>
          <w:spacing w:val="3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8"/>
          <w:szCs w:val="28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Х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8"/>
          <w:szCs w:val="28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3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  <w:b/>
          <w:bCs/>
        </w:rPr>
        <w:t>Ж</w:t>
      </w:r>
      <w:r>
        <w:rPr>
          <w:rFonts w:ascii="Times New Roman" w:hAnsi="Times New Roman" w:cs="Times New Roman" w:eastAsia="Times New Roman"/>
          <w:sz w:val="28"/>
          <w:szCs w:val="28"/>
          <w:spacing w:val="5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6" w:right="-20"/>
        <w:jc w:val="left"/>
        <w:tabs>
          <w:tab w:pos="1520" w:val="left"/>
        </w:tabs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18.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6"/>
          <w:szCs w:val="26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пл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ил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</w:r>
    </w:p>
    <w:p>
      <w:pPr>
        <w:spacing w:before="1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ие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офици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8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нию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и.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6" w:right="-20"/>
        <w:jc w:val="left"/>
        <w:tabs>
          <w:tab w:pos="1520" w:val="left"/>
        </w:tabs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19.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й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6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ю</w:t>
      </w:r>
      <w:r>
        <w:rPr>
          <w:rFonts w:ascii="Times New Roman" w:hAnsi="Times New Roman" w:cs="Times New Roman" w:eastAsia="Times New Roman"/>
          <w:sz w:val="26"/>
          <w:szCs w:val="26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ник</w:t>
      </w:r>
      <w:r>
        <w:rPr>
          <w:rFonts w:ascii="Times New Roman" w:hAnsi="Times New Roman" w:cs="Times New Roman" w:eastAsia="Times New Roman"/>
          <w:sz w:val="26"/>
          <w:szCs w:val="26"/>
          <w:spacing w:val="5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6" w:right="49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норм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опро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51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о,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6" w:right="48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Со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ция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5" w:right="47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70.125pt;margin-top:73.478119pt;width:496.8pt;height:12.25pt;mso-position-horizontal-relative:page;mso-position-vertical-relative:paragraph;z-index:-2660" coordorigin="1403,1470" coordsize="9936,245">
            <v:group style="position:absolute;left:10311;top:1477;width:1020;height:230" coordorigin="10311,1477" coordsize="1020,230">
              <v:shape style="position:absolute;left:10311;top:1477;width:1020;height:230" coordorigin="10311,1477" coordsize="1020,230" path="m11331,1707l10821,1707,10821,1477,10311,1477e" filled="f" stroked="t" strokeweight=".75pt" strokecolor="#A6A6A6">
                <v:path arrowok="t"/>
              </v:shape>
            </v:group>
            <v:group style="position:absolute;left:1410;top:1477;width:8901;height:230" coordorigin="1410,1477" coordsize="8901,230">
              <v:shape style="position:absolute;left:1410;top:1477;width:8901;height:230" coordorigin="1410,1477" coordsize="8901,230" path="m1410,1707l10024,1707,10024,1477,10311,1477e" filled="f" stroked="t" strokeweight=".75pt" strokecolor="#A6A6A6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ю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прои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ие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ими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ми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ш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м.</w:t>
      </w:r>
    </w:p>
    <w:p>
      <w:pPr>
        <w:jc w:val="both"/>
        <w:spacing w:after="0"/>
        <w:sectPr>
          <w:pgMar w:header="709" w:footer="618" w:top="940" w:bottom="800" w:left="1300" w:right="460"/>
          <w:pgSz w:w="11920" w:h="16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pict>
          <v:group style="position:absolute;margin-left:70.125pt;margin-top:796.875pt;width:496.8pt;height:12.25pt;mso-position-horizontal-relative:page;mso-position-vertical-relative:page;z-index:-2659" coordorigin="1403,15938" coordsize="9936,245">
            <v:group style="position:absolute;left:10311;top:15945;width:1020;height:230" coordorigin="10311,15945" coordsize="1020,230">
              <v:shape style="position:absolute;left:10311;top:15945;width:1020;height:230" coordorigin="10311,15945" coordsize="1020,230" path="m11331,16175l10821,16175,10821,15945,10311,15945e" filled="f" stroked="t" strokeweight=".75pt" strokecolor="#A6A6A6">
                <v:path arrowok="t"/>
              </v:shape>
            </v:group>
            <v:group style="position:absolute;left:1410;top:15945;width:8901;height:230" coordorigin="1410,15945" coordsize="8901,230">
              <v:shape style="position:absolute;left:1410;top:15945;width:8901;height:230" coordorigin="1410,15945" coordsize="8901,230" path="m1410,16175l10024,16175,10024,15945,10311,15945e" filled="f" stroked="t" strokeweight=".75pt" strokecolor="#A6A6A6">
                <v:path arrowok="t"/>
              </v:shape>
            </v:group>
            <w10:wrap type="none"/>
          </v:group>
        </w:pict>
      </w:r>
      <w:r>
        <w:rPr>
          <w:sz w:val="20"/>
          <w:szCs w:val="20"/>
        </w:rPr>
      </w:r>
    </w:p>
    <w:p>
      <w:pPr>
        <w:spacing w:before="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4" w:after="0" w:line="240" w:lineRule="auto"/>
        <w:ind w:left="116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8"/>
          <w:szCs w:val="28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.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8"/>
          <w:szCs w:val="28"/>
          <w:spacing w:val="3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6" w:right="52"/>
        <w:jc w:val="left"/>
        <w:tabs>
          <w:tab w:pos="1520" w:val="left"/>
          <w:tab w:pos="2720" w:val="left"/>
          <w:tab w:pos="5360" w:val="left"/>
          <w:tab w:pos="6340" w:val="left"/>
          <w:tab w:pos="8540" w:val="left"/>
          <w:tab w:pos="9360" w:val="left"/>
        </w:tabs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20.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6"/>
          <w:szCs w:val="26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ды</w:t>
        <w:tab/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5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х</w:t>
        <w:tab/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6"/>
          <w:szCs w:val="26"/>
          <w:spacing w:val="6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,</w:t>
        <w:tab/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нн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х</w:t>
        <w:tab/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а</w:t>
        <w:tab/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6"/>
          <w:szCs w:val="26"/>
          <w:spacing w:val="5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ни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6"/>
          <w:szCs w:val="26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ния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b/>
          <w:bCs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6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э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</w:p>
    <w:p>
      <w:pPr>
        <w:spacing w:before="60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э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</w:p>
    <w:p>
      <w:pPr>
        <w:spacing w:before="60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э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</w:p>
    <w:p>
      <w:pPr>
        <w:spacing w:before="60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104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илой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ес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ел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6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ДЗ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оци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</w:p>
    <w:p>
      <w:pPr>
        <w:spacing w:before="60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ДЗ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60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ДЗ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Спор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</w:p>
    <w:p>
      <w:pPr>
        <w:spacing w:before="60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ДЗ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</w:p>
    <w:p>
      <w:pPr>
        <w:spacing w:before="60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ДЗ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212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нно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6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рои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бъ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кт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ин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6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400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рной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инфр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ры</w:t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бъ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(Т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6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500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пор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ной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инфр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ы</w:t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ци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ая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РЗ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602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орий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пол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ц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аз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701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ния</w:t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сел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ль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6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801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охо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нн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ий</w:t>
      </w:r>
    </w:p>
    <w:p>
      <w:pPr>
        <w:spacing w:before="60" w:after="0" w:line="240" w:lineRule="auto"/>
        <w:ind w:left="6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802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охо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я</w:t>
      </w:r>
    </w:p>
    <w:p>
      <w:pPr>
        <w:jc w:val="left"/>
        <w:spacing w:after="0"/>
        <w:sectPr>
          <w:pgMar w:header="709" w:footer="618" w:top="940" w:bottom="800" w:left="1300" w:right="460"/>
          <w:pgSz w:w="11920" w:h="16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pict>
          <v:group style="position:absolute;margin-left:70.125pt;margin-top:796.875pt;width:496.8pt;height:12.25pt;mso-position-horizontal-relative:page;mso-position-vertical-relative:page;z-index:-2658" coordorigin="1403,15938" coordsize="9936,245">
            <v:group style="position:absolute;left:10311;top:15945;width:1020;height:230" coordorigin="10311,15945" coordsize="1020,230">
              <v:shape style="position:absolute;left:10311;top:15945;width:1020;height:230" coordorigin="10311,15945" coordsize="1020,230" path="m11331,16175l10821,16175,10821,15945,10311,15945e" filled="f" stroked="t" strokeweight=".75pt" strokecolor="#A6A6A6">
                <v:path arrowok="t"/>
              </v:shape>
            </v:group>
            <v:group style="position:absolute;left:1410;top:15945;width:8901;height:230" coordorigin="1410,15945" coordsize="8901,230">
              <v:shape style="position:absolute;left:1410;top:15945;width:8901;height:230" coordorigin="1410,15945" coordsize="8901,230" path="m1410,16175l10024,16175,10024,15945,10311,15945e" filled="f" stroked="t" strokeweight=".75pt" strokecolor="#A6A6A6">
                <v:path arrowok="t"/>
              </v:shape>
            </v:group>
            <w10:wrap type="none"/>
          </v:group>
        </w:pict>
      </w:r>
      <w:r>
        <w:rPr>
          <w:sz w:val="20"/>
          <w:szCs w:val="20"/>
        </w:rPr>
      </w:r>
    </w:p>
    <w:p>
      <w:pPr>
        <w:spacing w:before="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4" w:after="0" w:line="240" w:lineRule="auto"/>
        <w:ind w:left="236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8"/>
          <w:szCs w:val="28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  <w:b/>
          <w:bCs/>
        </w:rPr>
        <w:t>III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.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ТЕ</w:t>
      </w:r>
      <w:r>
        <w:rPr>
          <w:rFonts w:ascii="Times New Roman" w:hAnsi="Times New Roman" w:cs="Times New Roman" w:eastAsia="Times New Roman"/>
          <w:sz w:val="28"/>
          <w:szCs w:val="28"/>
          <w:spacing w:val="3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8"/>
          <w:szCs w:val="28"/>
          <w:spacing w:val="3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8"/>
          <w:szCs w:val="28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8"/>
          <w:szCs w:val="28"/>
          <w:spacing w:val="-5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ТЫ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71" w:lineRule="exact"/>
        <w:ind w:left="190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548DD4"/>
          <w:b/>
          <w:bCs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2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Э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5"/>
          <w:w w:val="100"/>
          <w:b/>
          <w:bCs/>
          <w:u w:val="thick" w:color="548DD4"/>
          <w:position w:val="-1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5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5"/>
          <w:w w:val="100"/>
          <w:b/>
          <w:bCs/>
          <w:u w:val="thick" w:color="548DD4"/>
          <w:position w:val="-1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5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РО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2"/>
          <w:w w:val="100"/>
          <w:b/>
          <w:bCs/>
          <w:u w:val="thick" w:color="548DD4"/>
          <w:position w:val="-1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2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4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5"/>
          <w:w w:val="100"/>
          <w:b/>
          <w:bCs/>
          <w:u w:val="thick" w:color="548DD4"/>
          <w:position w:val="-1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5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10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2" w:lineRule="auto"/>
        <w:ind w:left="236" w:right="1369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1.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ОСН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НЫЕ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ПА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Ё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ННО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ИСПО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АНИЯ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НЫХ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ЪЕКТ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АПИ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ТЕЛ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" w:type="dxa"/>
      </w:tblPr>
      <w:tblGrid/>
      <w:tr>
        <w:trPr>
          <w:trHeight w:val="94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91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Д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83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ПА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4"/>
                <w:w w:val="100"/>
                <w:b/>
                <w:bCs/>
              </w:rPr>
              <w:t>Ш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178" w:lineRule="exact"/>
              <w:ind w:left="739" w:right="716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17" w:right="193" w:firstLine="-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Х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У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Б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Ъ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КАПИ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ТВА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4388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5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</w:p>
          <w:p>
            <w:pPr>
              <w:spacing w:before="2" w:after="0" w:line="240" w:lineRule="auto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ка)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3127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9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0" w:after="0" w:line="228" w:lineRule="exact"/>
              <w:ind w:left="99" w:right="903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иним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5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2" w:after="0" w:line="239" w:lineRule="auto"/>
              <w:ind w:left="99" w:right="38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6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кае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ъ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2" w:after="0" w:line="239" w:lineRule="auto"/>
              <w:ind w:left="99" w:right="38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При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5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6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5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5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ъ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аче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я.</w:t>
            </w:r>
          </w:p>
          <w:p>
            <w:pPr>
              <w:spacing w:before="2" w:after="0" w:line="240" w:lineRule="auto"/>
              <w:ind w:left="99" w:right="38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ъ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5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5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13330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201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5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изи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ция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31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01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2003.</w:t>
            </w:r>
          </w:p>
          <w:p>
            <w:pPr>
              <w:spacing w:before="0" w:after="0" w:line="228" w:lineRule="exact"/>
              <w:ind w:left="99" w:right="45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ъ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5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аче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</w:p>
          <w:p>
            <w:pPr>
              <w:spacing w:before="2" w:after="0" w:line="240" w:lineRule="auto"/>
              <w:ind w:left="99" w:right="41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5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6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5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</w:tc>
        <w:tc>
          <w:tcPr>
            <w:tcW w:w="2836" w:type="dxa"/>
            <w:vMerge w:val="restart"/>
            <w:tcBorders>
              <w:top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Не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ъ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</w:p>
          <w:p>
            <w:pPr>
              <w:spacing w:before="2" w:after="0" w:line="239" w:lineRule="auto"/>
              <w:ind w:left="99" w:right="6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</w:tc>
      </w:tr>
      <w:tr>
        <w:trPr>
          <w:trHeight w:val="140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ци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  <w:p>
            <w:pPr>
              <w:spacing w:before="6" w:after="0" w:line="228" w:lineRule="exact"/>
              <w:ind w:left="99" w:right="104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ицин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6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6" w:after="0" w:line="228" w:lineRule="exact"/>
              <w:ind w:left="99" w:right="91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50.</w:t>
            </w:r>
          </w:p>
          <w:p>
            <w:pPr>
              <w:spacing w:before="4" w:after="0" w:line="228" w:lineRule="exact"/>
              <w:ind w:left="99" w:right="96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</w:p>
          <w:p>
            <w:pPr>
              <w:spacing w:before="0" w:after="0" w:line="230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</w:tc>
        <w:tc>
          <w:tcPr>
            <w:tcW w:w="2836" w:type="dxa"/>
            <w:vMerge/>
            <w:tcBorders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</w:tbl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4" w:after="0" w:line="242" w:lineRule="auto"/>
        <w:ind w:left="236" w:right="472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2.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Ё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ННЫЕ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ПА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ИСПО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АНИЯ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НЫХ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Ъ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АПИ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" w:type="dxa"/>
      </w:tblPr>
      <w:tblGrid/>
      <w:tr>
        <w:trPr>
          <w:trHeight w:val="94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91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Д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83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ПА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4"/>
                <w:w w:val="100"/>
                <w:b/>
                <w:bCs/>
              </w:rPr>
              <w:t>Ш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178" w:lineRule="exact"/>
              <w:ind w:left="739" w:right="716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17" w:right="193" w:firstLine="-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Х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У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Б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Ъ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КАПИ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ТВА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248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</w:tc>
        <w:tc>
          <w:tcPr>
            <w:tcW w:w="5032" w:type="dxa"/>
            <w:vMerge w:val="restart"/>
            <w:tcBorders>
              <w:top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3147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6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0" w:after="0" w:line="228" w:lineRule="exact"/>
              <w:ind w:left="99" w:right="903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иним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2" w:after="0" w:line="240" w:lineRule="auto"/>
              <w:ind w:left="99" w:right="962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</w:tc>
        <w:tc>
          <w:tcPr>
            <w:tcW w:w="2836" w:type="dxa"/>
            <w:vMerge w:val="restart"/>
            <w:tcBorders>
              <w:top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  <w:tr>
        <w:trPr>
          <w:trHeight w:val="48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  <w:p>
            <w:pPr>
              <w:spacing w:before="2" w:after="0" w:line="240" w:lineRule="auto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  <w:tr>
        <w:trPr>
          <w:trHeight w:val="48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ци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  <w:p>
            <w:pPr>
              <w:spacing w:before="2" w:after="0" w:line="240" w:lineRule="auto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  <w:tr>
        <w:trPr>
          <w:trHeight w:val="252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  <w:tr>
        <w:trPr>
          <w:trHeight w:val="248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зины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  <w:tr>
        <w:trPr>
          <w:trHeight w:val="252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пит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  <w:tr>
        <w:trPr>
          <w:trHeight w:val="248" w:hRule="exact"/>
        </w:trPr>
        <w:tc>
          <w:tcPr>
            <w:tcW w:w="2448" w:type="dxa"/>
            <w:tcBorders>
              <w:top w:val="single" w:sz="8.8" w:space="0" w:color="000000"/>
              <w:bottom w:val="single" w:sz="8.80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5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vMerge/>
            <w:tcBorders>
              <w:bottom w:val="single" w:sz="8.80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vMerge/>
            <w:tcBorders>
              <w:bottom w:val="single" w:sz="8.80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</w:tbl>
    <w:p>
      <w:pPr>
        <w:spacing w:after="0"/>
        <w:sectPr>
          <w:pgMar w:header="709" w:footer="618" w:top="940" w:bottom="800" w:left="1180" w:right="160"/>
          <w:pgSz w:w="11920" w:h="16840"/>
        </w:sectPr>
      </w:pPr>
      <w:rPr/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/>
        <w:pict>
          <v:group style="position:absolute;margin-left:70.125pt;margin-top:796.875pt;width:496.8pt;height:12.25pt;mso-position-horizontal-relative:page;mso-position-vertical-relative:page;z-index:-2657" coordorigin="1403,15938" coordsize="9936,245">
            <v:group style="position:absolute;left:10311;top:15945;width:1020;height:230" coordorigin="10311,15945" coordsize="1020,230">
              <v:shape style="position:absolute;left:10311;top:15945;width:1020;height:230" coordorigin="10311,15945" coordsize="1020,230" path="m11331,16175l10821,16175,10821,15945,10311,15945e" filled="f" stroked="t" strokeweight=".75pt" strokecolor="#A6A6A6">
                <v:path arrowok="t"/>
              </v:shape>
            </v:group>
            <v:group style="position:absolute;left:1410;top:15945;width:8901;height:230" coordorigin="1410,15945" coordsize="8901,230">
              <v:shape style="position:absolute;left:1410;top:15945;width:8901;height:230" coordorigin="1410,15945" coordsize="8901,230" path="m1410,16175l10024,16175,10024,15945,10311,15945e" filled="f" stroked="t" strokeweight=".75pt" strokecolor="#A6A6A6">
                <v:path arrowok="t"/>
              </v:shape>
            </v:group>
            <w10:wrap type="none"/>
          </v:group>
        </w:pict>
      </w:r>
      <w:r>
        <w:rPr>
          <w:sz w:val="22"/>
          <w:szCs w:val="22"/>
        </w:rPr>
      </w:r>
    </w:p>
    <w:p>
      <w:pPr>
        <w:spacing w:before="34" w:after="0" w:line="242" w:lineRule="auto"/>
        <w:ind w:left="236" w:right="361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3.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СП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НЫЕ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ПА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Ё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ННО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ИСПО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НИЯ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НЫХ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ЪЕКТ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АПИ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ТЕЛ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" w:type="dxa"/>
      </w:tblPr>
      <w:tblGrid/>
      <w:tr>
        <w:trPr>
          <w:trHeight w:val="94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91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Д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83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ПА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4"/>
                <w:w w:val="100"/>
                <w:b/>
                <w:bCs/>
              </w:rPr>
              <w:t>Ш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178" w:lineRule="exact"/>
              <w:ind w:left="739" w:right="716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17" w:right="193" w:firstLine="-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Х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У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Б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Ъ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КАПИ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ТВА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140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иним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</w:p>
          <w:p>
            <w:pPr>
              <w:spacing w:before="2" w:after="0" w:line="240" w:lineRule="auto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</w:p>
          <w:p>
            <w:pPr>
              <w:spacing w:before="6" w:after="0" w:line="228" w:lineRule="exact"/>
              <w:ind w:left="99" w:right="101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Не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ъ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</w:p>
          <w:p>
            <w:pPr>
              <w:spacing w:before="2" w:after="0" w:line="240" w:lineRule="auto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708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час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5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2" w:after="0" w:line="240" w:lineRule="auto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</w:tbl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71" w:lineRule="exact"/>
        <w:ind w:left="1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548DD4"/>
          <w:b/>
          <w:bCs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2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Э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5"/>
          <w:w w:val="100"/>
          <w:b/>
          <w:bCs/>
          <w:u w:val="thick" w:color="548DD4"/>
          <w:position w:val="-1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5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5"/>
          <w:w w:val="100"/>
          <w:b/>
          <w:bCs/>
          <w:u w:val="thick" w:color="548DD4"/>
          <w:position w:val="-1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5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РО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2"/>
          <w:w w:val="100"/>
          <w:b/>
          <w:bCs/>
          <w:u w:val="thick" w:color="548DD4"/>
          <w:position w:val="-1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2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4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5"/>
          <w:w w:val="100"/>
          <w:b/>
          <w:bCs/>
          <w:u w:val="thick" w:color="548DD4"/>
          <w:position w:val="-1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5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10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8" w:after="0" w:line="228" w:lineRule="exact"/>
        <w:ind w:left="236" w:right="1369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1.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ОСН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НЫЕ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ПА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Ё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ННО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ИСПО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АНИЯ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НЫХ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ЪЕКТ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АПИ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ТЕЛ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" w:type="dxa"/>
      </w:tblPr>
      <w:tblGrid/>
      <w:tr>
        <w:trPr>
          <w:trHeight w:val="94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91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Д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83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ПА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4"/>
                <w:w w:val="100"/>
                <w:b/>
                <w:bCs/>
              </w:rPr>
              <w:t>Ш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178" w:lineRule="exact"/>
              <w:ind w:left="739" w:right="716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17" w:right="193" w:firstLine="-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Х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У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Б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Ъ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КАПИ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ТВА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4392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2" w:after="0" w:line="240" w:lineRule="auto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2727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5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6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8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2" w:after="0" w:line="240" w:lineRule="auto"/>
              <w:ind w:left="99" w:right="903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иним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5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0" w:after="0" w:line="228" w:lineRule="exact"/>
              <w:ind w:left="99" w:right="45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6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кае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</w:p>
          <w:p>
            <w:pPr>
              <w:spacing w:before="2" w:after="0" w:line="240" w:lineRule="auto"/>
              <w:ind w:left="99" w:right="38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ъ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0" w:after="0" w:line="228" w:lineRule="exact"/>
              <w:ind w:left="99" w:right="45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При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5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6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</w:p>
          <w:p>
            <w:pPr>
              <w:spacing w:before="2" w:after="0" w:line="240" w:lineRule="auto"/>
              <w:ind w:left="99" w:right="38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5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5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ъ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аче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я.</w:t>
            </w:r>
          </w:p>
          <w:p>
            <w:pPr>
              <w:spacing w:before="0" w:after="0" w:line="228" w:lineRule="exact"/>
              <w:ind w:left="99" w:right="42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-</w:t>
            </w:r>
          </w:p>
          <w:p>
            <w:pPr>
              <w:spacing w:before="2" w:after="0" w:line="239" w:lineRule="auto"/>
              <w:ind w:left="99" w:right="40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ъ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5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5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13330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201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5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изи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ция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31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01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2003.</w:t>
            </w:r>
          </w:p>
          <w:p>
            <w:pPr>
              <w:spacing w:before="2" w:after="0" w:line="239" w:lineRule="auto"/>
              <w:ind w:left="99" w:right="41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ъ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5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аче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5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6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5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</w:tc>
        <w:tc>
          <w:tcPr>
            <w:tcW w:w="2836" w:type="dxa"/>
            <w:vMerge w:val="restart"/>
            <w:tcBorders>
              <w:top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Не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  <w:p>
            <w:pPr>
              <w:spacing w:before="2" w:after="0" w:line="240" w:lineRule="auto"/>
              <w:ind w:left="99" w:right="6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ъ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</w:tc>
      </w:tr>
      <w:tr>
        <w:trPr>
          <w:trHeight w:val="94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-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  <w:p>
            <w:pPr>
              <w:spacing w:before="2" w:after="0" w:line="240" w:lineRule="auto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6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</w:p>
          <w:p>
            <w:pPr>
              <w:spacing w:before="6" w:after="0" w:line="228" w:lineRule="exact"/>
              <w:ind w:left="99" w:right="101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</w:tc>
        <w:tc>
          <w:tcPr>
            <w:tcW w:w="2836" w:type="dxa"/>
            <w:vMerge/>
            <w:tcBorders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</w:tbl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8" w:after="0" w:line="228" w:lineRule="exact"/>
        <w:ind w:left="236" w:right="472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2.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Ё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ННЫЕ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ПА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ИСПО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АНИЯ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НЫХ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Ъ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АПИ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" w:type="dxa"/>
      </w:tblPr>
      <w:tblGrid/>
      <w:tr>
        <w:trPr>
          <w:trHeight w:val="940" w:hRule="exact"/>
        </w:trPr>
        <w:tc>
          <w:tcPr>
            <w:tcW w:w="2448" w:type="dxa"/>
            <w:tcBorders>
              <w:top w:val="single" w:sz="8.8" w:space="0" w:color="000000"/>
              <w:bottom w:val="single" w:sz="8.80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91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Д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0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83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ПА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4"/>
                <w:w w:val="100"/>
                <w:b/>
                <w:bCs/>
              </w:rPr>
              <w:t>Ш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0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178" w:lineRule="exact"/>
              <w:ind w:left="739" w:right="716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17" w:right="193" w:firstLine="-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Х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У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Б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Ъ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КАПИ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ТВА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252" w:hRule="exact"/>
        </w:trPr>
        <w:tc>
          <w:tcPr>
            <w:tcW w:w="2448" w:type="dxa"/>
            <w:tcBorders>
              <w:top w:val="single" w:sz="8.808" w:space="0" w:color="000000"/>
              <w:bottom w:val="single" w:sz="8.80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</w:tc>
        <w:tc>
          <w:tcPr>
            <w:tcW w:w="5032" w:type="dxa"/>
            <w:vMerge w:val="restart"/>
            <w:tcBorders>
              <w:top w:val="single" w:sz="8.80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6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2" w:after="0" w:line="240" w:lineRule="auto"/>
              <w:ind w:left="99" w:right="89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иним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</w:p>
        </w:tc>
        <w:tc>
          <w:tcPr>
            <w:tcW w:w="2836" w:type="dxa"/>
            <w:vMerge w:val="restart"/>
            <w:tcBorders>
              <w:top w:val="single" w:sz="8.80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  <w:tr>
        <w:trPr>
          <w:trHeight w:val="480" w:hRule="exact"/>
        </w:trPr>
        <w:tc>
          <w:tcPr>
            <w:tcW w:w="2448" w:type="dxa"/>
            <w:tcBorders>
              <w:top w:val="single" w:sz="8.80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  <w:tr>
        <w:trPr>
          <w:trHeight w:val="248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ци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</w:tc>
        <w:tc>
          <w:tcPr>
            <w:tcW w:w="5032" w:type="dxa"/>
            <w:vMerge/>
            <w:tcBorders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vMerge/>
            <w:tcBorders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</w:tbl>
    <w:p>
      <w:pPr>
        <w:spacing w:after="0"/>
        <w:sectPr>
          <w:pgMar w:header="709" w:footer="618" w:top="940" w:bottom="800" w:left="1180" w:right="160"/>
          <w:pgSz w:w="11920" w:h="1684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/>
        <w:pict>
          <v:group style="position:absolute;margin-left:70.125pt;margin-top:796.875pt;width:496.8pt;height:12.25pt;mso-position-horizontal-relative:page;mso-position-vertical-relative:page;z-index:-2656" coordorigin="1403,15938" coordsize="9936,245">
            <v:group style="position:absolute;left:10311;top:15945;width:1020;height:230" coordorigin="10311,15945" coordsize="1020,230">
              <v:shape style="position:absolute;left:10311;top:15945;width:1020;height:230" coordorigin="10311,15945" coordsize="1020,230" path="m11331,16175l10821,16175,10821,15945,10311,15945e" filled="f" stroked="t" strokeweight=".75pt" strokecolor="#A6A6A6">
                <v:path arrowok="t"/>
              </v:shape>
            </v:group>
            <v:group style="position:absolute;left:1410;top:15945;width:8901;height:230" coordorigin="1410,15945" coordsize="8901,230">
              <v:shape style="position:absolute;left:1410;top:15945;width:8901;height:230" coordorigin="1410,15945" coordsize="8901,230" path="m1410,16175l10024,16175,10024,15945,10311,15945e" filled="f" stroked="t" strokeweight=".75pt" strokecolor="#A6A6A6">
                <v:path arrowok="t"/>
              </v:shape>
            </v:group>
            <w10:wrap type="none"/>
          </v:group>
        </w:pict>
      </w:r>
      <w:r>
        <w:rPr>
          <w:sz w:val="26"/>
          <w:szCs w:val="2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" w:type="dxa"/>
      </w:tblPr>
      <w:tblGrid/>
      <w:tr>
        <w:trPr>
          <w:trHeight w:val="252" w:hRule="exact"/>
        </w:trPr>
        <w:tc>
          <w:tcPr>
            <w:tcW w:w="2448" w:type="dxa"/>
            <w:tcBorders>
              <w:top w:val="single" w:sz="8.808" w:space="0" w:color="000000"/>
              <w:bottom w:val="single" w:sz="8.80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vMerge w:val="restart"/>
            <w:tcBorders>
              <w:top w:val="single" w:sz="8.80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</w:tc>
        <w:tc>
          <w:tcPr>
            <w:tcW w:w="2836" w:type="dxa"/>
            <w:vMerge w:val="restart"/>
            <w:tcBorders>
              <w:top w:val="single" w:sz="8.80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  <w:tr>
        <w:trPr>
          <w:trHeight w:val="248" w:hRule="exact"/>
        </w:trPr>
        <w:tc>
          <w:tcPr>
            <w:tcW w:w="2448" w:type="dxa"/>
            <w:tcBorders>
              <w:top w:val="single" w:sz="8.80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  <w:tr>
        <w:trPr>
          <w:trHeight w:val="252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зины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  <w:tr>
        <w:trPr>
          <w:trHeight w:val="48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ече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5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</w:p>
        </w:tc>
        <w:tc>
          <w:tcPr>
            <w:tcW w:w="5032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  <w:tr>
        <w:trPr>
          <w:trHeight w:val="48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ска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ь</w:t>
            </w:r>
          </w:p>
        </w:tc>
        <w:tc>
          <w:tcPr>
            <w:tcW w:w="5032" w:type="dxa"/>
            <w:vMerge/>
            <w:tcBorders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vMerge/>
            <w:tcBorders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</w:tbl>
    <w:p>
      <w:pPr>
        <w:spacing w:before="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34" w:after="0" w:line="242" w:lineRule="auto"/>
        <w:ind w:left="236" w:right="361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3.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СП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НЫЕ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ПА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Ё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ННО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ИСПО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НИЯ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НЫХ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ЪЕКТ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АПИ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ТЕЛ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" w:type="dxa"/>
      </w:tblPr>
      <w:tblGrid/>
      <w:tr>
        <w:trPr>
          <w:trHeight w:val="94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91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Д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83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ПА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4"/>
                <w:w w:val="100"/>
                <w:b/>
                <w:bCs/>
              </w:rPr>
              <w:t>Ш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178" w:lineRule="exact"/>
              <w:ind w:left="739" w:right="716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17" w:right="193" w:firstLine="-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Х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У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Б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Ъ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КАПИ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ТВА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140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иним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</w:p>
          <w:p>
            <w:pPr>
              <w:spacing w:before="2" w:after="0" w:line="240" w:lineRule="auto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</w:p>
          <w:p>
            <w:pPr>
              <w:spacing w:before="6" w:after="0" w:line="228" w:lineRule="exact"/>
              <w:ind w:left="99" w:right="101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Не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ъ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</w:p>
          <w:p>
            <w:pPr>
              <w:spacing w:before="2" w:after="0" w:line="240" w:lineRule="auto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708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час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5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2" w:after="0" w:line="240" w:lineRule="auto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</w:tbl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71" w:lineRule="exact"/>
        <w:ind w:left="1992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548DD4"/>
          <w:b/>
          <w:bCs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2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Э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5"/>
          <w:w w:val="100"/>
          <w:b/>
          <w:bCs/>
          <w:u w:val="thick" w:color="548DD4"/>
          <w:position w:val="-1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5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5"/>
          <w:w w:val="100"/>
          <w:b/>
          <w:bCs/>
          <w:u w:val="thick" w:color="548DD4"/>
          <w:position w:val="-1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5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РО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2"/>
          <w:w w:val="100"/>
          <w:b/>
          <w:bCs/>
          <w:u w:val="thick" w:color="548DD4"/>
          <w:position w:val="-1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2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5"/>
          <w:w w:val="100"/>
          <w:b/>
          <w:bCs/>
          <w:u w:val="thick" w:color="548DD4"/>
          <w:position w:val="-1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5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103)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8" w:after="0" w:line="228" w:lineRule="exact"/>
        <w:ind w:left="236" w:right="1369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1.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ОСН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НЫЕ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ПА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Ё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ННО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ИСПО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АНИЯ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НЫХ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Ъ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АПИ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ТЕЛ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" w:type="dxa"/>
      </w:tblPr>
      <w:tblGrid/>
      <w:tr>
        <w:trPr>
          <w:trHeight w:val="94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91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Д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83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ПА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4"/>
                <w:w w:val="100"/>
                <w:b/>
                <w:bCs/>
              </w:rPr>
              <w:t>Ш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178" w:lineRule="exact"/>
              <w:ind w:left="739" w:right="716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17" w:right="193" w:firstLine="-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Х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У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Б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Ъ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КАПИ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ТВА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4392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6" w:after="0" w:line="228" w:lineRule="exact"/>
              <w:ind w:left="99" w:right="21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3118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2" w:after="0" w:line="240" w:lineRule="auto"/>
              <w:ind w:left="99" w:right="902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иним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5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28" w:lineRule="exact"/>
              <w:ind w:left="99" w:right="45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6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кае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</w:p>
          <w:p>
            <w:pPr>
              <w:spacing w:before="2" w:after="0" w:line="240" w:lineRule="auto"/>
              <w:ind w:left="99" w:right="38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ъ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0" w:after="0" w:line="228" w:lineRule="exact"/>
              <w:ind w:left="99" w:right="45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При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5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6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</w:p>
          <w:p>
            <w:pPr>
              <w:spacing w:before="2" w:after="0" w:line="240" w:lineRule="auto"/>
              <w:ind w:left="99" w:right="38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5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5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ъ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аче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я.</w:t>
            </w:r>
          </w:p>
          <w:p>
            <w:pPr>
              <w:spacing w:before="0" w:after="0" w:line="228" w:lineRule="exact"/>
              <w:ind w:left="99" w:right="42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-</w:t>
            </w:r>
          </w:p>
          <w:p>
            <w:pPr>
              <w:spacing w:before="2" w:after="0" w:line="239" w:lineRule="auto"/>
              <w:ind w:left="99" w:right="40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ъ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5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5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13330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201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5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изи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ция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31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01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2003.</w:t>
            </w:r>
          </w:p>
          <w:p>
            <w:pPr>
              <w:spacing w:before="2" w:after="0" w:line="239" w:lineRule="auto"/>
              <w:ind w:left="99" w:right="41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ъ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5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аче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5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6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5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Не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  <w:p>
            <w:pPr>
              <w:spacing w:before="2" w:after="0" w:line="239" w:lineRule="auto"/>
              <w:ind w:left="99" w:right="6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</w:tc>
      </w:tr>
    </w:tbl>
    <w:p>
      <w:pPr>
        <w:jc w:val="left"/>
        <w:spacing w:after="0"/>
        <w:sectPr>
          <w:pgMar w:header="709" w:footer="618" w:top="940" w:bottom="800" w:left="1180" w:right="160"/>
          <w:pgSz w:w="11920" w:h="16840"/>
        </w:sectPr>
      </w:pPr>
      <w:rPr/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/>
        <w:pict>
          <v:group style="position:absolute;margin-left:70.125pt;margin-top:796.875pt;width:496.8pt;height:12.25pt;mso-position-horizontal-relative:page;mso-position-vertical-relative:page;z-index:-2655" coordorigin="1403,15938" coordsize="9936,245">
            <v:group style="position:absolute;left:10311;top:15945;width:1020;height:230" coordorigin="10311,15945" coordsize="1020,230">
              <v:shape style="position:absolute;left:10311;top:15945;width:1020;height:230" coordorigin="10311,15945" coordsize="1020,230" path="m11331,16175l10821,16175,10821,15945,10311,15945e" filled="f" stroked="t" strokeweight=".75pt" strokecolor="#A6A6A6">
                <v:path arrowok="t"/>
              </v:shape>
            </v:group>
            <v:group style="position:absolute;left:1410;top:15945;width:8901;height:230" coordorigin="1410,15945" coordsize="8901,230">
              <v:shape style="position:absolute;left:1410;top:15945;width:8901;height:230" coordorigin="1410,15945" coordsize="8901,230" path="m1410,16175l10024,16175,10024,15945,10311,15945e" filled="f" stroked="t" strokeweight=".75pt" strokecolor="#A6A6A6">
                <v:path arrowok="t"/>
              </v:shape>
            </v:group>
            <w10:wrap type="none"/>
          </v:group>
        </w:pict>
      </w:r>
      <w:r>
        <w:rPr>
          <w:sz w:val="22"/>
          <w:szCs w:val="22"/>
        </w:rPr>
      </w:r>
    </w:p>
    <w:p>
      <w:pPr>
        <w:spacing w:before="34" w:after="0" w:line="242" w:lineRule="auto"/>
        <w:ind w:left="236" w:right="472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2.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Ё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ННЫЕ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ПА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ИСПО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АНИЯ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НЫХ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Ъ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АПИ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" w:type="dxa"/>
      </w:tblPr>
      <w:tblGrid/>
      <w:tr>
        <w:trPr>
          <w:trHeight w:val="94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91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Д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83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ПА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4"/>
                <w:w w:val="100"/>
                <w:b/>
                <w:bCs/>
              </w:rPr>
              <w:t>Ш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178" w:lineRule="exact"/>
              <w:ind w:left="739" w:right="716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17" w:right="193" w:firstLine="-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Х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У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Б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Ъ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КАПИ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ТВА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236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0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Pr/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8"/>
                <w:w w:val="101"/>
              </w:rPr>
              <w:t>у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1"/>
              </w:rPr>
              <w:t>п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1"/>
              </w:rPr>
              <w:t>р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1"/>
              </w:rPr>
              <w:t>а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1"/>
              </w:rPr>
              <w:t>в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1"/>
              </w:rPr>
              <w:t>л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1"/>
              </w:rPr>
              <w:t>е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3"/>
                <w:w w:val="101"/>
              </w:rPr>
              <w:t>н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1"/>
              </w:rPr>
              <w:t>ие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032" w:type="dxa"/>
            <w:vMerge w:val="restart"/>
            <w:tcBorders>
              <w:top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08" w:lineRule="exact"/>
              <w:ind w:left="99" w:right="3230"/>
              <w:jc w:val="both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Pr/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5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ть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2"/>
                <w:w w:val="101"/>
              </w:rPr>
              <w:t>э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1"/>
              </w:rPr>
              <w:t>т.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0" w:after="0" w:line="216" w:lineRule="exact"/>
              <w:ind w:left="99" w:right="1102"/>
              <w:jc w:val="both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Pr/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4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2"/>
                <w:w w:val="101"/>
              </w:rPr>
              <w:t>м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1"/>
              </w:rPr>
              <w:t>.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2" w:after="0" w:line="239" w:lineRule="auto"/>
              <w:ind w:left="99" w:right="1160"/>
              <w:jc w:val="both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Pr/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ры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5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3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ля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1"/>
              </w:rPr>
              <w:t>в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1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3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3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4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1"/>
              </w:rPr>
              <w:t>н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4"/>
                <w:w w:val="101"/>
              </w:rPr>
              <w:t>о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1"/>
              </w:rPr>
              <w:t>р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2"/>
                <w:w w:val="101"/>
              </w:rPr>
              <w:t>м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1"/>
              </w:rPr>
              <w:t>а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1"/>
              </w:rPr>
              <w:t>т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3"/>
                <w:w w:val="101"/>
              </w:rPr>
              <w:t>и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1"/>
              </w:rPr>
              <w:t>в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1"/>
              </w:rPr>
              <w:t>а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2"/>
                <w:w w:val="101"/>
              </w:rPr>
              <w:t>м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1"/>
              </w:rPr>
              <w:t>и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1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тр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ль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1"/>
              </w:rPr>
              <w:t>п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1"/>
              </w:rPr>
              <w:t>р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4"/>
                <w:w w:val="101"/>
              </w:rPr>
              <w:t>о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1"/>
              </w:rPr>
              <w:t>е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1"/>
              </w:rPr>
              <w:t>к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1"/>
              </w:rPr>
              <w:t>т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3"/>
                <w:w w:val="101"/>
              </w:rPr>
              <w:t>и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1"/>
              </w:rPr>
              <w:t>р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4"/>
                <w:w w:val="101"/>
              </w:rPr>
              <w:t>о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1"/>
              </w:rPr>
              <w:t>в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1"/>
              </w:rPr>
              <w:t>а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1"/>
              </w:rPr>
              <w:t>н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3"/>
                <w:w w:val="101"/>
              </w:rPr>
              <w:t>и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1"/>
              </w:rPr>
              <w:t>я.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36" w:type="dxa"/>
            <w:vMerge w:val="restart"/>
            <w:tcBorders>
              <w:top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  <w:tr>
        <w:trPr>
          <w:trHeight w:val="24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0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Pr/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4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8"/>
                <w:w w:val="101"/>
              </w:rPr>
              <w:t>у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1"/>
              </w:rPr>
              <w:t>п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1"/>
              </w:rPr>
              <w:t>р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1"/>
              </w:rPr>
              <w:t>а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1"/>
              </w:rPr>
              <w:t>в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1"/>
              </w:rPr>
              <w:t>л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1"/>
              </w:rPr>
              <w:t>е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3"/>
                <w:w w:val="101"/>
              </w:rPr>
              <w:t>н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1"/>
              </w:rPr>
              <w:t>и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1"/>
              </w:rPr>
              <w:t>е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032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  <w:tr>
        <w:trPr>
          <w:trHeight w:val="24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0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Pr/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0"/>
              </w:rPr>
              <w:t>ци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4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4"/>
                <w:w w:val="101"/>
              </w:rPr>
              <w:t>о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2"/>
                <w:w w:val="101"/>
              </w:rPr>
              <w:t>б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1"/>
              </w:rPr>
              <w:t>с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4"/>
                <w:w w:val="101"/>
              </w:rPr>
              <w:t>л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8"/>
                <w:w w:val="101"/>
              </w:rPr>
              <w:t>у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1"/>
              </w:rPr>
              <w:t>ж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1"/>
              </w:rPr>
              <w:t>ив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1"/>
              </w:rPr>
              <w:t>а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1"/>
              </w:rPr>
              <w:t>ние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032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  <w:tr>
        <w:trPr>
          <w:trHeight w:val="236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0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Pr/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4"/>
                <w:w w:val="101"/>
              </w:rPr>
              <w:t>о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2"/>
                <w:w w:val="101"/>
              </w:rPr>
              <w:t>б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1"/>
              </w:rPr>
              <w:t>с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4"/>
                <w:w w:val="101"/>
              </w:rPr>
              <w:t>л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8"/>
                <w:w w:val="101"/>
              </w:rPr>
              <w:t>у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1"/>
              </w:rPr>
              <w:t>ж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1"/>
              </w:rPr>
              <w:t>ив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1"/>
              </w:rPr>
              <w:t>а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1"/>
              </w:rPr>
              <w:t>ние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032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  <w:tr>
        <w:trPr>
          <w:trHeight w:val="24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0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Pr/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1"/>
              </w:rPr>
              <w:t>М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1"/>
              </w:rPr>
              <w:t>а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1"/>
              </w:rPr>
              <w:t>г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1"/>
              </w:rPr>
              <w:t>а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4"/>
                <w:w w:val="101"/>
              </w:rPr>
              <w:t>з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3"/>
                <w:w w:val="101"/>
              </w:rPr>
              <w:t>и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1"/>
              </w:rPr>
              <w:t>ны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032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  <w:tr>
        <w:trPr>
          <w:trHeight w:val="24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0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Pr/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4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1"/>
              </w:rPr>
              <w:t>пи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1"/>
              </w:rPr>
              <w:t>т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5"/>
                <w:w w:val="101"/>
              </w:rPr>
              <w:t>а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1"/>
              </w:rPr>
              <w:t>ние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032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  <w:tr>
        <w:trPr>
          <w:trHeight w:val="236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0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Pr/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ль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4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1"/>
              </w:rPr>
              <w:t>р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"/>
                <w:w w:val="101"/>
              </w:rPr>
              <w:t>а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1"/>
              </w:rPr>
              <w:t>з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1"/>
              </w:rPr>
              <w:t>в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1"/>
              </w:rPr>
              <w:t>и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1"/>
              </w:rPr>
              <w:t>т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1"/>
                <w:w w:val="101"/>
              </w:rPr>
              <w:t>и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1"/>
              </w:rPr>
              <w:t>е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032" w:type="dxa"/>
            <w:vMerge/>
            <w:tcBorders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vMerge/>
            <w:tcBorders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</w:tbl>
    <w:p>
      <w:pPr>
        <w:spacing w:before="0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38" w:after="0" w:line="228" w:lineRule="exact"/>
        <w:ind w:left="236" w:right="361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3.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СП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НЫЕ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ПА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Ё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ННО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ИСПО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НИЯ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НЫХ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ЪЕКТ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АПИ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ТЕЛ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" w:type="dxa"/>
      </w:tblPr>
      <w:tblGrid/>
      <w:tr>
        <w:trPr>
          <w:trHeight w:val="94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91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Д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83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ПА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4"/>
                <w:w w:val="100"/>
                <w:b/>
                <w:bCs/>
              </w:rPr>
              <w:t>Ш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178" w:lineRule="exact"/>
              <w:ind w:left="739" w:right="716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17" w:right="193" w:firstLine="-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Х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У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Б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Ъ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КАПИ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ТВА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140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  <w:p>
            <w:pPr>
              <w:spacing w:before="2" w:after="0" w:line="240" w:lineRule="auto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3363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2" w:after="0" w:line="240" w:lineRule="auto"/>
              <w:ind w:left="99" w:right="256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иним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</w:p>
          <w:p>
            <w:pPr>
              <w:spacing w:before="0" w:after="0" w:line="228" w:lineRule="exact"/>
              <w:ind w:left="99" w:right="2931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2" w:after="0" w:line="240" w:lineRule="auto"/>
              <w:ind w:left="99" w:right="962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Не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  <w:p>
            <w:pPr>
              <w:spacing w:before="2" w:after="0" w:line="240" w:lineRule="auto"/>
              <w:ind w:left="99" w:right="42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ъ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712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час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5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</w:p>
          <w:p>
            <w:pPr>
              <w:spacing w:before="6" w:after="0" w:line="228" w:lineRule="exact"/>
              <w:ind w:left="99" w:right="47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</w:tbl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71" w:lineRule="exact"/>
        <w:ind w:left="17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548DD4"/>
          <w:b/>
          <w:bCs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2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4"/>
          <w:w w:val="100"/>
          <w:b/>
          <w:bCs/>
          <w:u w:val="thick" w:color="548DD4"/>
          <w:position w:val="-1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4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ЬН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5"/>
          <w:w w:val="100"/>
          <w:b/>
          <w:bCs/>
          <w:u w:val="thick" w:color="548DD4"/>
          <w:position w:val="-1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5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РО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2"/>
          <w:w w:val="100"/>
          <w:b/>
          <w:bCs/>
          <w:u w:val="thick" w:color="548DD4"/>
          <w:position w:val="-1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2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5"/>
          <w:w w:val="100"/>
          <w:b/>
          <w:bCs/>
          <w:u w:val="thick" w:color="548DD4"/>
          <w:position w:val="-1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5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104)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8" w:after="0" w:line="228" w:lineRule="exact"/>
        <w:ind w:left="236" w:right="1369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1.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ОСН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НЫЕ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ПА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Ё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ННО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ИСПО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АНИЯ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НЫХ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ЪЕКТ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АПИ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ТЕЛ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" w:type="dxa"/>
      </w:tblPr>
      <w:tblGrid/>
      <w:tr>
        <w:trPr>
          <w:trHeight w:val="94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91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Д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83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ПА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4"/>
                <w:w w:val="100"/>
                <w:b/>
                <w:bCs/>
              </w:rPr>
              <w:t>Ш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178" w:lineRule="exact"/>
              <w:ind w:left="739" w:right="716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17" w:right="193" w:firstLine="-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Х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УЧ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Б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Ъ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КАПИ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ТВА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1172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Для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</w:p>
          <w:p>
            <w:pPr>
              <w:spacing w:before="6" w:after="0" w:line="228" w:lineRule="exact"/>
              <w:ind w:left="99" w:right="106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6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2" w:after="0" w:line="240" w:lineRule="auto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иним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5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2" w:after="0" w:line="240" w:lineRule="auto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6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0.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15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2836" w:type="dxa"/>
            <w:vMerge w:val="restart"/>
            <w:tcBorders>
              <w:top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Не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  <w:p>
            <w:pPr>
              <w:spacing w:before="2" w:after="0" w:line="239" w:lineRule="auto"/>
              <w:ind w:left="99" w:right="6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</w:tc>
      </w:tr>
      <w:tr>
        <w:trPr>
          <w:trHeight w:val="48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</w:p>
        </w:tc>
        <w:tc>
          <w:tcPr>
            <w:tcW w:w="5032" w:type="dxa"/>
            <w:vMerge w:val="restart"/>
            <w:tcBorders>
              <w:top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3112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0" w:after="0" w:line="228" w:lineRule="exact"/>
              <w:ind w:left="99" w:right="2700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5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2" w:after="0" w:line="240" w:lineRule="auto"/>
              <w:ind w:left="99" w:right="1293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иним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6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:</w:t>
            </w:r>
          </w:p>
          <w:p>
            <w:pPr>
              <w:spacing w:before="0" w:after="0" w:line="228" w:lineRule="exact"/>
              <w:ind w:left="99" w:right="2477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5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;</w:t>
            </w:r>
          </w:p>
          <w:p>
            <w:pPr>
              <w:spacing w:before="2" w:after="0" w:line="240" w:lineRule="auto"/>
              <w:ind w:left="99" w:right="2182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6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м.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28" w:lineRule="exact"/>
              <w:ind w:left="99" w:right="879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5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час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2" w:after="0" w:line="240" w:lineRule="auto"/>
              <w:ind w:left="99" w:right="357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иним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5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5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:</w:t>
            </w:r>
          </w:p>
          <w:p>
            <w:pPr>
              <w:spacing w:before="0" w:after="0" w:line="228" w:lineRule="exact"/>
              <w:ind w:left="99" w:right="1473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5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;</w:t>
            </w:r>
          </w:p>
          <w:p>
            <w:pPr>
              <w:spacing w:before="2" w:after="0" w:line="240" w:lineRule="auto"/>
              <w:ind w:left="99" w:right="875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5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час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акс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35.</w:t>
            </w:r>
          </w:p>
          <w:p>
            <w:pPr>
              <w:spacing w:before="0" w:after="0" w:line="228" w:lineRule="exact"/>
              <w:ind w:left="99" w:right="54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ой</w:t>
            </w:r>
          </w:p>
          <w:p>
            <w:pPr>
              <w:spacing w:before="2" w:after="0" w:line="240" w:lineRule="auto"/>
              <w:ind w:left="99" w:right="2768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04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15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28" w:lineRule="exact"/>
              <w:ind w:left="99" w:right="537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</w:p>
          <w:p>
            <w:pPr>
              <w:spacing w:before="2" w:after="0" w:line="240" w:lineRule="auto"/>
              <w:ind w:left="99" w:right="1752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5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04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20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5"/>
                <w:w w:val="100"/>
              </w:rPr>
              <w:t>а.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2836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  <w:tr>
        <w:trPr>
          <w:trHeight w:val="2988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Для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</w:p>
          <w:p>
            <w:pPr>
              <w:spacing w:before="2" w:after="0" w:line="240" w:lineRule="auto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5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vMerge/>
            <w:tcBorders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vMerge/>
            <w:tcBorders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</w:tbl>
    <w:p>
      <w:pPr>
        <w:spacing w:after="0"/>
        <w:sectPr>
          <w:pgMar w:header="709" w:footer="618" w:top="940" w:bottom="800" w:left="1180" w:right="160"/>
          <w:pgSz w:w="11920" w:h="16840"/>
        </w:sectPr>
      </w:pPr>
      <w:rPr/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/>
        <w:pict>
          <v:group style="position:absolute;margin-left:70.125pt;margin-top:796.875pt;width:496.8pt;height:12.25pt;mso-position-horizontal-relative:page;mso-position-vertical-relative:page;z-index:-2654" coordorigin="1403,15938" coordsize="9936,245">
            <v:group style="position:absolute;left:10311;top:15945;width:1020;height:230" coordorigin="10311,15945" coordsize="1020,230">
              <v:shape style="position:absolute;left:10311;top:15945;width:1020;height:230" coordorigin="10311,15945" coordsize="1020,230" path="m11331,16175l10821,16175,10821,15945,10311,15945e" filled="f" stroked="t" strokeweight=".75pt" strokecolor="#A6A6A6">
                <v:path arrowok="t"/>
              </v:shape>
            </v:group>
            <v:group style="position:absolute;left:1410;top:15945;width:8901;height:230" coordorigin="1410,15945" coordsize="8901,230">
              <v:shape style="position:absolute;left:1410;top:15945;width:8901;height:230" coordorigin="1410,15945" coordsize="8901,230" path="m1410,16175l10024,16175,10024,15945,10311,15945e" filled="f" stroked="t" strokeweight=".75pt" strokecolor="#A6A6A6">
                <v:path arrowok="t"/>
              </v:shape>
            </v:group>
            <w10:wrap type="none"/>
          </v:group>
        </w:pict>
      </w:r>
      <w:r>
        <w:rPr>
          <w:sz w:val="22"/>
          <w:szCs w:val="22"/>
        </w:rPr>
      </w:r>
    </w:p>
    <w:p>
      <w:pPr>
        <w:spacing w:before="34" w:after="0" w:line="242" w:lineRule="auto"/>
        <w:ind w:left="236" w:right="472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2.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Ё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ННЫЕ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ПА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ИСПО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АНИЯ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НЫХ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ЪЕКТ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АПИ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" w:type="dxa"/>
      </w:tblPr>
      <w:tblGrid/>
      <w:tr>
        <w:trPr>
          <w:trHeight w:val="94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91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Д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83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ПА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4"/>
                <w:w w:val="100"/>
                <w:b/>
                <w:bCs/>
              </w:rPr>
              <w:t>Ш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178" w:lineRule="exact"/>
              <w:ind w:left="739" w:right="716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17" w:right="193" w:firstLine="-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Х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У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Б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Ъ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КАПИ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ТВА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232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рт</w:t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12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иним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5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</w:p>
          <w:p>
            <w:pPr>
              <w:spacing w:before="2" w:after="0" w:line="240" w:lineRule="auto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6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</w:p>
          <w:p>
            <w:pPr>
              <w:spacing w:before="6" w:after="0" w:line="228" w:lineRule="exact"/>
              <w:ind w:left="99" w:right="101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Не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ъ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-</w:t>
            </w:r>
          </w:p>
          <w:p>
            <w:pPr>
              <w:spacing w:before="2" w:after="0" w:line="239" w:lineRule="auto"/>
              <w:ind w:left="99" w:right="24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За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-</w:t>
            </w:r>
          </w:p>
          <w:p>
            <w:pPr>
              <w:spacing w:before="6" w:after="0" w:line="228" w:lineRule="exact"/>
              <w:ind w:left="99" w:right="8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6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5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ипа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48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зины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vMerge w:val="restart"/>
            <w:tcBorders>
              <w:top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3147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6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0" w:after="0" w:line="228" w:lineRule="exact"/>
              <w:ind w:left="99" w:right="1178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150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2" w:after="0" w:line="240" w:lineRule="auto"/>
              <w:ind w:left="99" w:right="392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иним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5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</w:p>
          <w:p>
            <w:pPr>
              <w:spacing w:before="0" w:after="0" w:line="228" w:lineRule="exact"/>
              <w:ind w:left="99" w:right="2931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2" w:after="0" w:line="240" w:lineRule="auto"/>
              <w:ind w:left="99" w:right="962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</w:tc>
        <w:tc>
          <w:tcPr>
            <w:tcW w:w="2836" w:type="dxa"/>
            <w:vMerge w:val="restart"/>
            <w:tcBorders>
              <w:top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Не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ъ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</w:p>
          <w:p>
            <w:pPr>
              <w:spacing w:before="2" w:after="0" w:line="240" w:lineRule="auto"/>
              <w:ind w:left="99" w:right="28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</w:tc>
      </w:tr>
      <w:tr>
        <w:trPr>
          <w:trHeight w:val="348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пит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  <w:tr>
        <w:trPr>
          <w:trHeight w:val="48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ци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  <w:tr>
        <w:trPr>
          <w:trHeight w:val="452" w:hRule="exact"/>
        </w:trPr>
        <w:tc>
          <w:tcPr>
            <w:tcW w:w="2448" w:type="dxa"/>
            <w:tcBorders>
              <w:top w:val="single" w:sz="8.8" w:space="0" w:color="000000"/>
              <w:bottom w:val="single" w:sz="8.80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vMerge/>
            <w:tcBorders>
              <w:bottom w:val="single" w:sz="8.80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vMerge/>
            <w:tcBorders>
              <w:bottom w:val="single" w:sz="8.80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</w:tbl>
    <w:p>
      <w:pPr>
        <w:spacing w:before="4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38" w:after="0" w:line="228" w:lineRule="exact"/>
        <w:ind w:left="236" w:right="361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3.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СП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НЫЕ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ПА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Ё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ННО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ИСПО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НИЯ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НЫХ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ЪЕКТ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АПИ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ТЕЛ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" w:type="dxa"/>
      </w:tblPr>
      <w:tblGrid/>
      <w:tr>
        <w:trPr>
          <w:trHeight w:val="94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91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Д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83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ПА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4"/>
                <w:w w:val="100"/>
                <w:b/>
                <w:bCs/>
              </w:rPr>
              <w:t>Ш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178" w:lineRule="exact"/>
              <w:ind w:left="739" w:right="716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17" w:right="193" w:firstLine="-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ЕМЕЛ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Х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У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Б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Ъ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КАПИ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ТВА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140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  <w:p>
            <w:pPr>
              <w:spacing w:before="2" w:after="0" w:line="240" w:lineRule="auto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3363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2" w:after="0" w:line="240" w:lineRule="auto"/>
              <w:ind w:left="99" w:right="256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иним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</w:p>
          <w:p>
            <w:pPr>
              <w:spacing w:before="0" w:after="0" w:line="228" w:lineRule="exact"/>
              <w:ind w:left="99" w:right="2931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2" w:after="0" w:line="240" w:lineRule="auto"/>
              <w:ind w:left="99" w:right="962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Не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  <w:p>
            <w:pPr>
              <w:spacing w:before="2" w:after="0" w:line="240" w:lineRule="auto"/>
              <w:ind w:left="99" w:right="42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ъ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3768" w:right="380" w:firstLine="-350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548DD4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2"/>
          <w:w w:val="100"/>
          <w:b/>
          <w:bCs/>
          <w:u w:val="thick" w:color="548DD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4"/>
          <w:w w:val="100"/>
          <w:b/>
          <w:bCs/>
          <w:u w:val="thick" w:color="548DD4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4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2"/>
          <w:w w:val="100"/>
          <w:b/>
          <w:bCs/>
          <w:u w:val="thick" w:color="548DD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2"/>
          <w:w w:val="100"/>
          <w:b/>
          <w:bCs/>
          <w:u w:val="thick" w:color="548DD4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2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5"/>
          <w:w w:val="100"/>
          <w:b/>
          <w:bCs/>
          <w:u w:val="thick" w:color="548DD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  <w:t>Ц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2"/>
          <w:w w:val="100"/>
          <w:b/>
          <w:bCs/>
          <w:u w:val="thick" w:color="548DD4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2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  <w:t>М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4"/>
          <w:w w:val="100"/>
          <w:b/>
          <w:bCs/>
          <w:u w:val="thick" w:color="548DD4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4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2"/>
          <w:w w:val="100"/>
          <w:b/>
          <w:bCs/>
          <w:u w:val="thick" w:color="548DD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</w:rPr>
        <w:t>202)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2" w:lineRule="auto"/>
        <w:ind w:left="236" w:right="137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1.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ОСН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НЫЕ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ПА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Ё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ННО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ИСПО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АНИЯ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НЫХ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ЪЕКТ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АПИ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ТЕЛ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" w:type="dxa"/>
      </w:tblPr>
      <w:tblGrid/>
      <w:tr>
        <w:trPr>
          <w:trHeight w:val="94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91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Д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83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ПА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4"/>
                <w:w w:val="100"/>
                <w:b/>
                <w:bCs/>
              </w:rPr>
              <w:t>Ш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178" w:lineRule="exact"/>
              <w:ind w:left="739" w:right="716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17" w:right="193" w:firstLine="-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Х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У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Б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Ъ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КАПИ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ТВА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480" w:hRule="exact"/>
        </w:trPr>
        <w:tc>
          <w:tcPr>
            <w:tcW w:w="2448" w:type="dxa"/>
            <w:tcBorders>
              <w:top w:val="single" w:sz="8.8" w:space="0" w:color="000000"/>
              <w:bottom w:val="single" w:sz="8.80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ци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vMerge w:val="restart"/>
            <w:tcBorders>
              <w:top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5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иним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час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</w:p>
          <w:p>
            <w:pPr>
              <w:spacing w:before="2" w:after="0" w:line="240" w:lineRule="auto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</w:p>
          <w:p>
            <w:pPr>
              <w:spacing w:before="6" w:after="0" w:line="228" w:lineRule="exact"/>
              <w:ind w:left="99" w:right="101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</w:tc>
        <w:tc>
          <w:tcPr>
            <w:tcW w:w="2836" w:type="dxa"/>
            <w:vMerge w:val="restart"/>
            <w:tcBorders>
              <w:top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  <w:tr>
        <w:trPr>
          <w:trHeight w:val="920" w:hRule="exact"/>
        </w:trPr>
        <w:tc>
          <w:tcPr>
            <w:tcW w:w="2448" w:type="dxa"/>
            <w:tcBorders>
              <w:top w:val="single" w:sz="8.80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vMerge/>
            <w:tcBorders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vMerge/>
            <w:tcBorders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</w:tbl>
    <w:p>
      <w:pPr>
        <w:spacing w:after="0"/>
        <w:sectPr>
          <w:pgMar w:header="709" w:footer="618" w:top="940" w:bottom="800" w:left="1180" w:right="160"/>
          <w:pgSz w:w="11920" w:h="16840"/>
        </w:sectPr>
      </w:pPr>
      <w:rPr/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/>
        <w:pict>
          <v:group style="position:absolute;margin-left:70.125pt;margin-top:796.875pt;width:496.8pt;height:12.25pt;mso-position-horizontal-relative:page;mso-position-vertical-relative:page;z-index:-2653" coordorigin="1403,15938" coordsize="9936,245">
            <v:group style="position:absolute;left:10311;top:15945;width:1020;height:230" coordorigin="10311,15945" coordsize="1020,230">
              <v:shape style="position:absolute;left:10311;top:15945;width:1020;height:230" coordorigin="10311,15945" coordsize="1020,230" path="m11331,16175l10821,16175,10821,15945,10311,15945e" filled="f" stroked="t" strokeweight=".75pt" strokecolor="#A6A6A6">
                <v:path arrowok="t"/>
              </v:shape>
            </v:group>
            <v:group style="position:absolute;left:1410;top:15945;width:8901;height:230" coordorigin="1410,15945" coordsize="8901,230">
              <v:shape style="position:absolute;left:1410;top:15945;width:8901;height:230" coordorigin="1410,15945" coordsize="8901,230" path="m1410,16175l10024,16175,10024,15945,10311,15945e" filled="f" stroked="t" strokeweight=".75pt" strokecolor="#A6A6A6">
                <v:path arrowok="t"/>
              </v:shape>
            </v:group>
            <w10:wrap type="none"/>
          </v:group>
        </w:pict>
      </w:r>
      <w:r>
        <w:rPr>
          <w:sz w:val="22"/>
          <w:szCs w:val="22"/>
        </w:rPr>
      </w:r>
    </w:p>
    <w:p>
      <w:pPr>
        <w:spacing w:before="38" w:after="0" w:line="228" w:lineRule="exact"/>
        <w:ind w:left="236" w:right="472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2.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Ё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ННЫЕ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ПА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ИСПО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АНИЯ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НЫХ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Ъ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АПИ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А: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2" w:lineRule="auto"/>
        <w:ind w:left="236" w:right="361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3.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СП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НЫЕ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ПА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ННО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ИСПО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НИЯ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НЫХ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ЪЕКТ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АПИ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ТЕЛ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" w:type="dxa"/>
      </w:tblPr>
      <w:tblGrid/>
      <w:tr>
        <w:trPr>
          <w:trHeight w:val="94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91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Д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83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ПА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4"/>
                <w:w w:val="100"/>
                <w:b/>
                <w:bCs/>
              </w:rPr>
              <w:t>Ш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178" w:lineRule="exact"/>
              <w:ind w:left="739" w:right="716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17" w:right="193" w:firstLine="-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Х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У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Б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Ъ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КАПИ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ТВА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140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иним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</w:p>
          <w:p>
            <w:pPr>
              <w:spacing w:before="2" w:after="0" w:line="240" w:lineRule="auto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</w:p>
          <w:p>
            <w:pPr>
              <w:spacing w:before="6" w:after="0" w:line="228" w:lineRule="exact"/>
              <w:ind w:left="99" w:right="101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  <w:tr>
        <w:trPr>
          <w:trHeight w:val="708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час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5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</w:p>
          <w:p>
            <w:pPr>
              <w:spacing w:before="2" w:after="0" w:line="240" w:lineRule="auto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</w:tbl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71" w:lineRule="exact"/>
        <w:ind w:left="237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548DD4"/>
          <w:b/>
          <w:bCs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2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АЯ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204)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2" w:lineRule="auto"/>
        <w:ind w:left="236" w:right="1369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1.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ОСН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НЫЕ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ПА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Ё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ННО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ИСПО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АНИЯ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НЫХ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ЪЕКТ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АПИ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ТЕЛ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" w:type="dxa"/>
      </w:tblPr>
      <w:tblGrid/>
      <w:tr>
        <w:trPr>
          <w:trHeight w:val="94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91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Д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83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ПА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4"/>
                <w:w w:val="100"/>
                <w:b/>
                <w:bCs/>
              </w:rPr>
              <w:t>Ш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178" w:lineRule="exact"/>
              <w:ind w:left="739" w:right="716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17" w:right="193" w:firstLine="-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Х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У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Б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Ъ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КАПИ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ТВА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2548" w:hRule="exact"/>
        </w:trPr>
        <w:tc>
          <w:tcPr>
            <w:tcW w:w="2448" w:type="dxa"/>
            <w:tcBorders>
              <w:top w:val="single" w:sz="8.8" w:space="0" w:color="000000"/>
              <w:bottom w:val="single" w:sz="8.80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ш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5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ача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2" w:after="0" w:line="240" w:lineRule="auto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0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6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иним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д</w:t>
            </w:r>
          </w:p>
          <w:p>
            <w:pPr>
              <w:spacing w:before="2" w:after="0" w:line="239" w:lineRule="auto"/>
              <w:ind w:left="99" w:right="25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20.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иним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50.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иним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6" w:after="0" w:line="228" w:lineRule="exact"/>
              <w:ind w:left="99" w:right="38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час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час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5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ъ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4" w:after="0" w:line="228" w:lineRule="exact"/>
              <w:ind w:left="99" w:right="96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</w:p>
          <w:p>
            <w:pPr>
              <w:spacing w:before="0" w:after="0" w:line="230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0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Не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</w:p>
          <w:p>
            <w:pPr>
              <w:spacing w:before="2" w:after="0" w:line="239" w:lineRule="auto"/>
              <w:ind w:left="99" w:right="29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</w:tc>
      </w:tr>
      <w:tr>
        <w:trPr>
          <w:trHeight w:val="2320" w:hRule="exact"/>
        </w:trPr>
        <w:tc>
          <w:tcPr>
            <w:tcW w:w="2448" w:type="dxa"/>
            <w:tcBorders>
              <w:top w:val="single" w:sz="8.80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рт</w:t>
            </w:r>
          </w:p>
        </w:tc>
        <w:tc>
          <w:tcPr>
            <w:tcW w:w="5032" w:type="dxa"/>
            <w:tcBorders>
              <w:top w:val="single" w:sz="8.80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20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2" w:after="0" w:line="239" w:lineRule="auto"/>
              <w:ind w:left="99" w:right="95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иним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6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</w:tc>
        <w:tc>
          <w:tcPr>
            <w:tcW w:w="2836" w:type="dxa"/>
            <w:tcBorders>
              <w:top w:val="single" w:sz="8.80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Не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  <w:p>
            <w:pPr>
              <w:spacing w:before="2" w:after="0" w:line="240" w:lineRule="auto"/>
              <w:ind w:left="99" w:right="12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ъ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ке.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За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-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6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5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</w:p>
          <w:p>
            <w:pPr>
              <w:spacing w:before="2" w:after="0" w:line="240" w:lineRule="auto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ипа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8" w:after="0" w:line="228" w:lineRule="exact"/>
        <w:ind w:left="236" w:right="472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2.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Ё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ННЫЕ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ПА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ИСПО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АНИЯ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НЫХ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Ъ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АПИ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ТЕЛ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А: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</w:p>
    <w:p>
      <w:pPr>
        <w:jc w:val="left"/>
        <w:spacing w:after="0"/>
        <w:sectPr>
          <w:pgMar w:header="709" w:footer="618" w:top="940" w:bottom="800" w:left="1180" w:right="160"/>
          <w:pgSz w:w="11920" w:h="16840"/>
        </w:sectPr>
      </w:pPr>
      <w:rPr/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/>
        <w:pict>
          <v:group style="position:absolute;margin-left:70.125pt;margin-top:796.875pt;width:496.8pt;height:12.25pt;mso-position-horizontal-relative:page;mso-position-vertical-relative:page;z-index:-2652" coordorigin="1403,15938" coordsize="9936,245">
            <v:group style="position:absolute;left:10311;top:15945;width:1020;height:230" coordorigin="10311,15945" coordsize="1020,230">
              <v:shape style="position:absolute;left:10311;top:15945;width:1020;height:230" coordorigin="10311,15945" coordsize="1020,230" path="m11331,16175l10821,16175,10821,15945,10311,15945e" filled="f" stroked="t" strokeweight=".75pt" strokecolor="#A6A6A6">
                <v:path arrowok="t"/>
              </v:shape>
            </v:group>
            <v:group style="position:absolute;left:1410;top:15945;width:8901;height:230" coordorigin="1410,15945" coordsize="8901,230">
              <v:shape style="position:absolute;left:1410;top:15945;width:8901;height:230" coordorigin="1410,15945" coordsize="8901,230" path="m1410,16175l10024,16175,10024,15945,10311,15945e" filled="f" stroked="t" strokeweight=".75pt" strokecolor="#A6A6A6">
                <v:path arrowok="t"/>
              </v:shape>
            </v:group>
            <w10:wrap type="none"/>
          </v:group>
        </w:pict>
      </w:r>
      <w:r>
        <w:rPr>
          <w:sz w:val="22"/>
          <w:szCs w:val="22"/>
        </w:rPr>
      </w:r>
    </w:p>
    <w:p>
      <w:pPr>
        <w:spacing w:before="34" w:after="0" w:line="242" w:lineRule="auto"/>
        <w:ind w:left="236" w:right="361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3.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СП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НЫЕ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ПА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ННО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ИСПО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НИЯ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НЫХ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ЪЕКТ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АПИ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ТЕЛ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" w:type="dxa"/>
      </w:tblPr>
      <w:tblGrid/>
      <w:tr>
        <w:trPr>
          <w:trHeight w:val="94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91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Д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83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ПА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4"/>
                <w:w w:val="100"/>
                <w:b/>
                <w:bCs/>
              </w:rPr>
              <w:t>Ш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178" w:lineRule="exact"/>
              <w:ind w:left="739" w:right="716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17" w:right="193" w:firstLine="-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Х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У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Б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Ъ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КАПИ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ТВА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140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иним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</w:p>
          <w:p>
            <w:pPr>
              <w:spacing w:before="2" w:after="0" w:line="240" w:lineRule="auto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</w:p>
          <w:p>
            <w:pPr>
              <w:spacing w:before="6" w:after="0" w:line="228" w:lineRule="exact"/>
              <w:ind w:left="99" w:right="101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Не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ъ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</w:p>
          <w:p>
            <w:pPr>
              <w:spacing w:before="2" w:after="0" w:line="240" w:lineRule="auto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708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час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5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</w:p>
          <w:p>
            <w:pPr>
              <w:spacing w:before="2" w:after="0" w:line="240" w:lineRule="auto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</w:tbl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71" w:lineRule="exact"/>
        <w:ind w:left="241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548DD4"/>
          <w:b/>
          <w:bCs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2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4"/>
          <w:w w:val="100"/>
          <w:b/>
          <w:bCs/>
          <w:u w:val="thick" w:color="548DD4"/>
          <w:position w:val="-1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4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2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2" w:lineRule="auto"/>
        <w:ind w:left="236" w:right="137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1.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ОСН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НЫЕ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ПА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Ё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ННО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ИСПО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АНИЯ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НЫХ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ЪЕКТ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АПИ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ТЕЛ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" w:type="dxa"/>
      </w:tblPr>
      <w:tblGrid/>
      <w:tr>
        <w:trPr>
          <w:trHeight w:val="94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91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Д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83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ПА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4"/>
                <w:w w:val="100"/>
                <w:b/>
                <w:bCs/>
              </w:rPr>
              <w:t>Ш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178" w:lineRule="exact"/>
              <w:ind w:left="739" w:right="716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17" w:right="193" w:firstLine="-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Х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У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Б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Ъ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КАПИ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ТВА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232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рт</w:t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3347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20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0" w:after="0" w:line="228" w:lineRule="exact"/>
              <w:ind w:left="99" w:right="954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иним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6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м</w:t>
            </w:r>
          </w:p>
          <w:p>
            <w:pPr>
              <w:spacing w:before="2" w:after="0" w:line="240" w:lineRule="auto"/>
              <w:ind w:left="99" w:right="962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Не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ъ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-</w:t>
            </w:r>
          </w:p>
          <w:p>
            <w:pPr>
              <w:spacing w:before="2" w:after="0" w:line="239" w:lineRule="auto"/>
              <w:ind w:left="99" w:right="24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За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-</w:t>
            </w:r>
          </w:p>
          <w:p>
            <w:pPr>
              <w:spacing w:before="6" w:after="0" w:line="228" w:lineRule="exact"/>
              <w:ind w:left="99" w:right="8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6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5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ипа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41" w:after="0" w:line="224" w:lineRule="exact"/>
        <w:ind w:left="236" w:right="472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2.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Ё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ННЫЕ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ПА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ИСПО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АНИЯ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НЫХ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Ъ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АПИ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А: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</w:p>
    <w:p>
      <w:pPr>
        <w:spacing w:before="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28" w:lineRule="exact"/>
        <w:ind w:left="236" w:right="361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3.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СП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НЫЕ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ПА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ННО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ИСПО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НИЯ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НЫХ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ЪЕКТ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АПИ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ТЕЛ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" w:type="dxa"/>
      </w:tblPr>
      <w:tblGrid/>
      <w:tr>
        <w:trPr>
          <w:trHeight w:val="940" w:hRule="exact"/>
        </w:trPr>
        <w:tc>
          <w:tcPr>
            <w:tcW w:w="2448" w:type="dxa"/>
            <w:tcBorders>
              <w:top w:val="single" w:sz="8.80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91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Д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0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83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ПА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4"/>
                <w:w w:val="100"/>
                <w:b/>
                <w:bCs/>
              </w:rPr>
              <w:t>Ш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836" w:type="dxa"/>
            <w:tcBorders>
              <w:top w:val="single" w:sz="8.80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178" w:lineRule="exact"/>
              <w:ind w:left="739" w:right="716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17" w:right="193" w:firstLine="-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Х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У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Б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Ъ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КАПИ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ТВА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1400" w:hRule="exact"/>
        </w:trPr>
        <w:tc>
          <w:tcPr>
            <w:tcW w:w="2448" w:type="dxa"/>
            <w:tcBorders>
              <w:top w:val="single" w:sz="8.8" w:space="0" w:color="000000"/>
              <w:bottom w:val="single" w:sz="8.80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  <w:p>
            <w:pPr>
              <w:spacing w:before="2" w:after="0" w:line="240" w:lineRule="auto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0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3399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2" w:after="0" w:line="240" w:lineRule="auto"/>
              <w:ind w:left="99" w:right="256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час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</w:p>
          <w:p>
            <w:pPr>
              <w:spacing w:before="0" w:after="0" w:line="228" w:lineRule="exact"/>
              <w:ind w:left="99" w:right="2931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2" w:after="0" w:line="240" w:lineRule="auto"/>
              <w:ind w:left="99" w:right="962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0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Не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  <w:p>
            <w:pPr>
              <w:spacing w:before="2" w:after="0" w:line="240" w:lineRule="auto"/>
              <w:ind w:left="99" w:right="42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ъ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712" w:hRule="exact"/>
        </w:trPr>
        <w:tc>
          <w:tcPr>
            <w:tcW w:w="2448" w:type="dxa"/>
            <w:tcBorders>
              <w:top w:val="single" w:sz="8.80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час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5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</w:p>
          <w:p>
            <w:pPr>
              <w:spacing w:before="6" w:after="0" w:line="228" w:lineRule="exact"/>
              <w:ind w:left="99" w:right="47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0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tcBorders>
              <w:top w:val="single" w:sz="8.80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</w:tbl>
    <w:p>
      <w:pPr>
        <w:spacing w:after="0"/>
        <w:sectPr>
          <w:pgMar w:header="709" w:footer="618" w:top="940" w:bottom="800" w:left="1180" w:right="160"/>
          <w:pgSz w:w="11920" w:h="16840"/>
        </w:sectPr>
      </w:pPr>
      <w:rPr/>
    </w:p>
    <w:p>
      <w:pPr>
        <w:spacing w:before="12" w:after="0" w:line="220" w:lineRule="exact"/>
        <w:jc w:val="left"/>
        <w:rPr>
          <w:sz w:val="22"/>
          <w:szCs w:val="22"/>
        </w:rPr>
      </w:pPr>
      <w:rPr/>
      <w:r>
        <w:rPr/>
        <w:pict>
          <v:group style="position:absolute;margin-left:70.125pt;margin-top:796.875pt;width:496.8pt;height:12.25pt;mso-position-horizontal-relative:page;mso-position-vertical-relative:page;z-index:-2651" coordorigin="1403,15938" coordsize="9936,245">
            <v:group style="position:absolute;left:10311;top:15945;width:1020;height:230" coordorigin="10311,15945" coordsize="1020,230">
              <v:shape style="position:absolute;left:10311;top:15945;width:1020;height:230" coordorigin="10311,15945" coordsize="1020,230" path="m11331,16175l10821,16175,10821,15945,10311,15945e" filled="f" stroked="t" strokeweight=".75pt" strokecolor="#A6A6A6">
                <v:path arrowok="t"/>
              </v:shape>
            </v:group>
            <v:group style="position:absolute;left:1410;top:15945;width:8901;height:230" coordorigin="1410,15945" coordsize="8901,230">
              <v:shape style="position:absolute;left:1410;top:15945;width:8901;height:230" coordorigin="1410,15945" coordsize="8901,230" path="m1410,16175l10024,16175,10024,15945,10311,15945e" filled="f" stroked="t" strokeweight=".75pt" strokecolor="#A6A6A6">
                <v:path arrowok="t"/>
              </v:shape>
            </v:group>
            <w10:wrap type="none"/>
          </v:group>
        </w:pict>
      </w:r>
      <w:r>
        <w:rPr>
          <w:sz w:val="22"/>
          <w:szCs w:val="22"/>
        </w:rPr>
      </w:r>
    </w:p>
    <w:p>
      <w:pPr>
        <w:spacing w:before="29" w:after="0" w:line="271" w:lineRule="exact"/>
        <w:ind w:left="64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548DD4"/>
          <w:b/>
          <w:bCs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2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4"/>
          <w:w w:val="100"/>
          <w:b/>
          <w:bCs/>
          <w:u w:val="thick" w:color="548DD4"/>
          <w:position w:val="-1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4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6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2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4"/>
          <w:w w:val="100"/>
          <w:b/>
          <w:bCs/>
          <w:u w:val="thick" w:color="548DD4"/>
          <w:position w:val="-1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4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208)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2" w:lineRule="auto"/>
        <w:ind w:left="236" w:right="1369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1.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ОСН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НЫЕ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ПА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Ё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ННО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ИСПО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АНИЯ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НЫХ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ЪЕКТ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АПИ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ТЕЛ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" w:type="dxa"/>
      </w:tblPr>
      <w:tblGrid/>
      <w:tr>
        <w:trPr>
          <w:trHeight w:val="94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91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Д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83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ПА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4"/>
                <w:w w:val="100"/>
                <w:b/>
                <w:bCs/>
              </w:rPr>
              <w:t>Ш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178" w:lineRule="exact"/>
              <w:ind w:left="739" w:right="716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17" w:right="193" w:firstLine="-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Х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У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Б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Ъ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КАПИ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ТВА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vMerge w:val="restart"/>
            <w:tcBorders>
              <w:top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3115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0" w:after="0" w:line="228" w:lineRule="exact"/>
              <w:ind w:left="99" w:right="903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иним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2" w:after="0" w:line="240" w:lineRule="auto"/>
              <w:ind w:left="99" w:right="962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</w:tc>
        <w:tc>
          <w:tcPr>
            <w:tcW w:w="2836" w:type="dxa"/>
            <w:vMerge w:val="restart"/>
            <w:tcBorders>
              <w:top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  <w:tr>
        <w:trPr>
          <w:trHeight w:val="248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зины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  <w:tr>
        <w:trPr>
          <w:trHeight w:val="648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</w:tc>
        <w:tc>
          <w:tcPr>
            <w:tcW w:w="5032" w:type="dxa"/>
            <w:vMerge/>
            <w:tcBorders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vMerge/>
            <w:tcBorders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</w:tbl>
    <w:p>
      <w:pPr>
        <w:spacing w:before="4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38" w:after="0" w:line="228" w:lineRule="exact"/>
        <w:ind w:left="236" w:right="472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2.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Ё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ННЫЕ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ПА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ИСПО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АНИЯ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НЫХ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Ъ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АПИ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" w:type="dxa"/>
      </w:tblPr>
      <w:tblGrid/>
      <w:tr>
        <w:trPr>
          <w:trHeight w:val="94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91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Д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83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ПА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4"/>
                <w:w w:val="100"/>
                <w:b/>
                <w:bCs/>
              </w:rPr>
              <w:t>Ш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178" w:lineRule="exact"/>
              <w:ind w:left="739" w:right="716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17" w:right="193" w:firstLine="-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Х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У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Б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Ъ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КАПИ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ТВА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48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ци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  <w:p>
            <w:pPr>
              <w:spacing w:before="2" w:after="0" w:line="240" w:lineRule="auto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vMerge w:val="restart"/>
            <w:tcBorders>
              <w:top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2" w:after="0" w:line="239" w:lineRule="auto"/>
              <w:ind w:left="99" w:right="89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иним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</w:tc>
        <w:tc>
          <w:tcPr>
            <w:tcW w:w="2836" w:type="dxa"/>
            <w:vMerge w:val="restart"/>
            <w:tcBorders>
              <w:top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  <w:tr>
        <w:trPr>
          <w:trHeight w:val="276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  <w:tr>
        <w:trPr>
          <w:trHeight w:val="48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  <w:tr>
        <w:trPr>
          <w:trHeight w:val="248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</w:tc>
        <w:tc>
          <w:tcPr>
            <w:tcW w:w="5032" w:type="dxa"/>
            <w:vMerge/>
            <w:tcBorders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vMerge/>
            <w:tcBorders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</w:tbl>
    <w:p>
      <w:pPr>
        <w:spacing w:before="4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38" w:after="0" w:line="228" w:lineRule="exact"/>
        <w:ind w:left="236" w:right="361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3.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СП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НЫЕ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ПА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ННО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ИСПО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НИЯ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НЫХ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ЪЕКТ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АПИ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ТЕЛ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" w:type="dxa"/>
      </w:tblPr>
      <w:tblGrid/>
      <w:tr>
        <w:trPr>
          <w:trHeight w:val="94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91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Д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83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ПА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4"/>
                <w:w w:val="100"/>
                <w:b/>
                <w:bCs/>
              </w:rPr>
              <w:t>Ш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178" w:lineRule="exact"/>
              <w:ind w:left="739" w:right="716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17" w:right="193" w:firstLine="-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Х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У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Б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Ъ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КАПИ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ТВА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1172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  <w:p>
            <w:pPr>
              <w:spacing w:before="2" w:after="0" w:line="240" w:lineRule="auto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2" w:after="0" w:line="239" w:lineRule="auto"/>
              <w:ind w:left="99" w:right="89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иним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</w:tbl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71" w:lineRule="exact"/>
        <w:ind w:left="25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548DD4"/>
          <w:b/>
          <w:bCs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2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5"/>
          <w:w w:val="100"/>
          <w:b/>
          <w:bCs/>
          <w:u w:val="thick" w:color="548DD4"/>
          <w:position w:val="-1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5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2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212)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2" w:lineRule="auto"/>
        <w:ind w:left="236" w:right="1369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1.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ОСН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НЫЕ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ПА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Ё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ННО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ИСПО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АНИЯ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НЫХ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ЪЕКТ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АПИ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ТЕЛ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" w:type="dxa"/>
      </w:tblPr>
      <w:tblGrid/>
      <w:tr>
        <w:trPr>
          <w:trHeight w:val="94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91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Д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83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ПА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4"/>
                <w:w w:val="100"/>
                <w:b/>
                <w:bCs/>
              </w:rPr>
              <w:t>Ш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178" w:lineRule="exact"/>
              <w:ind w:left="739" w:right="716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17" w:right="193" w:firstLine="-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Х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У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Б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Ъ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КАПИ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ТВА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2448" w:type="dxa"/>
            <w:tcBorders>
              <w:top w:val="single" w:sz="8.8" w:space="0" w:color="000000"/>
              <w:bottom w:val="single" w:sz="8.80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</w:p>
        </w:tc>
        <w:tc>
          <w:tcPr>
            <w:tcW w:w="5032" w:type="dxa"/>
            <w:vMerge w:val="restart"/>
            <w:tcBorders>
              <w:top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5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иним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час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</w:p>
          <w:p>
            <w:pPr>
              <w:spacing w:before="2" w:after="0" w:line="240" w:lineRule="auto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</w:p>
          <w:p>
            <w:pPr>
              <w:spacing w:before="6" w:after="0" w:line="228" w:lineRule="exact"/>
              <w:ind w:left="99" w:right="101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</w:tc>
        <w:tc>
          <w:tcPr>
            <w:tcW w:w="2836" w:type="dxa"/>
            <w:vMerge w:val="restart"/>
            <w:tcBorders>
              <w:top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  <w:tr>
        <w:trPr>
          <w:trHeight w:val="480" w:hRule="exact"/>
        </w:trPr>
        <w:tc>
          <w:tcPr>
            <w:tcW w:w="2448" w:type="dxa"/>
            <w:tcBorders>
              <w:top w:val="single" w:sz="8.80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  <w:tr>
        <w:trPr>
          <w:trHeight w:val="276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5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  <w:tr>
        <w:trPr>
          <w:trHeight w:val="252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  <w:tr>
        <w:trPr>
          <w:trHeight w:val="248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зины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  <w:tr>
        <w:trPr>
          <w:trHeight w:val="252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пит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  <w:tr>
        <w:trPr>
          <w:trHeight w:val="48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ци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vMerge/>
            <w:tcBorders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vMerge/>
            <w:tcBorders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</w:tbl>
    <w:p>
      <w:pPr>
        <w:spacing w:after="0"/>
        <w:sectPr>
          <w:pgMar w:header="709" w:footer="618" w:top="940" w:bottom="800" w:left="1180" w:right="160"/>
          <w:pgSz w:w="11920" w:h="1684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/>
        <w:pict>
          <v:group style="position:absolute;margin-left:70.125pt;margin-top:796.875pt;width:496.8pt;height:12.25pt;mso-position-horizontal-relative:page;mso-position-vertical-relative:page;z-index:-2650" coordorigin="1403,15938" coordsize="9936,245">
            <v:group style="position:absolute;left:10311;top:15945;width:1020;height:230" coordorigin="10311,15945" coordsize="1020,230">
              <v:shape style="position:absolute;left:10311;top:15945;width:1020;height:230" coordorigin="10311,15945" coordsize="1020,230" path="m11331,16175l10821,16175,10821,15945,10311,15945e" filled="f" stroked="t" strokeweight=".75pt" strokecolor="#A6A6A6">
                <v:path arrowok="t"/>
              </v:shape>
            </v:group>
            <v:group style="position:absolute;left:1410;top:15945;width:8901;height:230" coordorigin="1410,15945" coordsize="8901,230">
              <v:shape style="position:absolute;left:1410;top:15945;width:8901;height:230" coordorigin="1410,15945" coordsize="8901,230" path="m1410,16175l10024,16175,10024,15945,10311,15945e" filled="f" stroked="t" strokeweight=".75pt" strokecolor="#A6A6A6">
                <v:path arrowok="t"/>
              </v:shape>
            </v:group>
            <w10:wrap type="none"/>
          </v:group>
        </w:pict>
      </w:r>
      <w:r>
        <w:rPr>
          <w:sz w:val="26"/>
          <w:szCs w:val="2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" w:type="dxa"/>
      </w:tblPr>
      <w:tblGrid/>
      <w:tr>
        <w:trPr>
          <w:trHeight w:val="712" w:hRule="exact"/>
        </w:trPr>
        <w:tc>
          <w:tcPr>
            <w:tcW w:w="2448" w:type="dxa"/>
            <w:tcBorders>
              <w:top w:val="single" w:sz="8.80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Ве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  <w:p>
            <w:pPr>
              <w:spacing w:before="2" w:after="0" w:line="240" w:lineRule="auto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0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2" w:after="0" w:line="240" w:lineRule="auto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иним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</w:tc>
        <w:tc>
          <w:tcPr>
            <w:tcW w:w="2836" w:type="dxa"/>
            <w:tcBorders>
              <w:top w:val="single" w:sz="8.80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  <w:tr>
        <w:trPr>
          <w:trHeight w:val="2548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ш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5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ача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2" w:after="0" w:line="240" w:lineRule="auto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6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иним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д</w:t>
            </w:r>
          </w:p>
          <w:p>
            <w:pPr>
              <w:spacing w:before="2" w:after="0" w:line="239" w:lineRule="auto"/>
              <w:ind w:left="99" w:right="25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20.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иним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50.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иним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6" w:after="0" w:line="228" w:lineRule="exact"/>
              <w:ind w:left="99" w:right="38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час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час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5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ъ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4" w:after="0" w:line="228" w:lineRule="exact"/>
              <w:ind w:left="99" w:right="96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</w:p>
          <w:p>
            <w:pPr>
              <w:spacing w:before="0" w:after="0" w:line="230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Не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</w:p>
          <w:p>
            <w:pPr>
              <w:spacing w:before="2" w:after="0" w:line="239" w:lineRule="auto"/>
              <w:ind w:left="99" w:right="29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</w:tc>
      </w:tr>
      <w:tr>
        <w:trPr>
          <w:trHeight w:val="2320" w:hRule="exact"/>
        </w:trPr>
        <w:tc>
          <w:tcPr>
            <w:tcW w:w="2448" w:type="dxa"/>
            <w:tcBorders>
              <w:top w:val="single" w:sz="8.8" w:space="0" w:color="000000"/>
              <w:bottom w:val="single" w:sz="8.80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рт</w:t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0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20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2" w:after="0" w:line="239" w:lineRule="auto"/>
              <w:ind w:left="99" w:right="95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иним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6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0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Не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  <w:p>
            <w:pPr>
              <w:spacing w:before="2" w:after="0" w:line="240" w:lineRule="auto"/>
              <w:ind w:left="99" w:right="12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ъ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ке.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За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-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6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5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</w:p>
          <w:p>
            <w:pPr>
              <w:spacing w:before="2" w:after="0" w:line="240" w:lineRule="auto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ипа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spacing w:before="4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1" w:after="0" w:line="224" w:lineRule="exact"/>
        <w:ind w:left="236" w:right="472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2.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Ё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ННЫЕ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ПА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ИСПО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АНИЯ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НЫХ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Ъ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АПИ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ет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2" w:lineRule="auto"/>
        <w:ind w:left="236" w:right="361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3.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СП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НЫЕ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ПА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Ё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ННО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ИСПО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НИЯ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НЫХ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ЪЕКТ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АПИ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ТЕЛ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" w:type="dxa"/>
      </w:tblPr>
      <w:tblGrid/>
      <w:tr>
        <w:trPr>
          <w:trHeight w:val="94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91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Д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83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ПА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4"/>
                <w:w w:val="100"/>
                <w:b/>
                <w:bCs/>
              </w:rPr>
              <w:t>Ш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178" w:lineRule="exact"/>
              <w:ind w:left="739" w:right="716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17" w:right="193" w:firstLine="-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Х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У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Б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Ъ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КАПИ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ТВА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140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иним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</w:p>
          <w:p>
            <w:pPr>
              <w:spacing w:before="2" w:after="0" w:line="240" w:lineRule="auto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</w:p>
          <w:p>
            <w:pPr>
              <w:spacing w:before="6" w:after="0" w:line="228" w:lineRule="exact"/>
              <w:ind w:left="99" w:right="101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  <w:tr>
        <w:trPr>
          <w:trHeight w:val="708" w:hRule="exact"/>
        </w:trPr>
        <w:tc>
          <w:tcPr>
            <w:tcW w:w="2448" w:type="dxa"/>
            <w:tcBorders>
              <w:top w:val="single" w:sz="8.8" w:space="0" w:color="000000"/>
              <w:bottom w:val="single" w:sz="8.80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час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5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</w:p>
          <w:p>
            <w:pPr>
              <w:spacing w:before="2" w:after="0" w:line="240" w:lineRule="auto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0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tcBorders>
              <w:top w:val="single" w:sz="8.8" w:space="0" w:color="000000"/>
              <w:bottom w:val="single" w:sz="8.80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</w:tbl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71" w:lineRule="exact"/>
        <w:ind w:left="29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548DD4"/>
          <w:b/>
          <w:bCs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2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4"/>
          <w:w w:val="100"/>
          <w:b/>
          <w:bCs/>
          <w:u w:val="thick" w:color="548DD4"/>
          <w:position w:val="-1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4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2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30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2" w:lineRule="auto"/>
        <w:ind w:left="236" w:right="1369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1.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ОСН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НЫЕ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ПА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Ё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ННО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ИСПО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АНИЯ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НЫХ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ЪЕКТ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АПИ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ТЕЛ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" w:type="dxa"/>
      </w:tblPr>
      <w:tblGrid/>
      <w:tr>
        <w:trPr>
          <w:trHeight w:val="94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91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Д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83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ПА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4"/>
                <w:w w:val="100"/>
                <w:b/>
                <w:bCs/>
              </w:rPr>
              <w:t>Ш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178" w:lineRule="exact"/>
              <w:ind w:left="739" w:right="716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17" w:right="193" w:firstLine="-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Х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У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Б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Ъ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КАПИ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ТВА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1628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ш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ь</w:t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иним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6" w:after="0" w:line="228" w:lineRule="exact"/>
              <w:ind w:left="99" w:right="86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иним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60.</w:t>
            </w:r>
          </w:p>
          <w:p>
            <w:pPr>
              <w:spacing w:before="4" w:after="0" w:line="228" w:lineRule="exact"/>
              <w:ind w:left="99" w:right="82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иним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0.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30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</w:tbl>
    <w:p>
      <w:pPr>
        <w:spacing w:after="0"/>
        <w:sectPr>
          <w:pgMar w:header="709" w:footer="618" w:top="940" w:bottom="800" w:left="1180" w:right="160"/>
          <w:pgSz w:w="11920" w:h="1684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" w:type="dxa"/>
      </w:tblPr>
      <w:tblGrid/>
      <w:tr>
        <w:trPr>
          <w:trHeight w:val="480" w:hRule="exact"/>
        </w:trPr>
        <w:tc>
          <w:tcPr>
            <w:tcW w:w="2448" w:type="dxa"/>
            <w:tcBorders>
              <w:top w:val="single" w:sz="8.80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5032" w:type="dxa"/>
            <w:tcBorders>
              <w:top w:val="single" w:sz="8.80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</w:p>
          <w:p>
            <w:pPr>
              <w:spacing w:before="2" w:after="0" w:line="240" w:lineRule="auto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</w:tc>
        <w:tc>
          <w:tcPr>
            <w:tcW w:w="2836" w:type="dxa"/>
            <w:tcBorders>
              <w:top w:val="single" w:sz="8.80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  <w:tr>
        <w:trPr>
          <w:trHeight w:val="2092" w:hRule="exact"/>
        </w:trPr>
        <w:tc>
          <w:tcPr>
            <w:tcW w:w="2448" w:type="dxa"/>
            <w:tcBorders>
              <w:top w:val="single" w:sz="8.8" w:space="0" w:color="000000"/>
              <w:bottom w:val="single" w:sz="8.80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0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2" w:after="0" w:line="240" w:lineRule="auto"/>
              <w:ind w:left="99" w:right="869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иним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иним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60.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иним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</w:p>
          <w:p>
            <w:pPr>
              <w:spacing w:before="2" w:after="0" w:line="239" w:lineRule="auto"/>
              <w:ind w:left="99" w:right="82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0.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0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Не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ь</w:t>
            </w:r>
          </w:p>
          <w:p>
            <w:pPr>
              <w:spacing w:before="2" w:after="0" w:line="239" w:lineRule="auto"/>
              <w:ind w:left="99" w:right="5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6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ъ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ш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</w:p>
        </w:tc>
      </w:tr>
    </w:tbl>
    <w:p>
      <w:pPr>
        <w:spacing w:before="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34" w:after="0" w:line="242" w:lineRule="auto"/>
        <w:ind w:left="236" w:right="472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2.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Ё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ННЫЕ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ПА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ИСПО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АНИЯ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НЫХ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Ъ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АПИ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ТЕЛ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" w:type="dxa"/>
      </w:tblPr>
      <w:tblGrid/>
      <w:tr>
        <w:trPr>
          <w:trHeight w:val="94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91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Д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83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ПА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4"/>
                <w:w w:val="100"/>
                <w:b/>
                <w:bCs/>
              </w:rPr>
              <w:t>Ш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178" w:lineRule="exact"/>
              <w:ind w:left="739" w:right="716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17" w:right="193" w:firstLine="-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Х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У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Б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Ъ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КАПИ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ТВА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48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зины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vMerge w:val="restart"/>
            <w:tcBorders>
              <w:top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3363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0" w:after="0" w:line="228" w:lineRule="exact"/>
              <w:ind w:left="99" w:right="903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иним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2" w:after="0" w:line="240" w:lineRule="auto"/>
              <w:ind w:left="99" w:right="962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</w:tc>
        <w:tc>
          <w:tcPr>
            <w:tcW w:w="2836" w:type="dxa"/>
            <w:vMerge w:val="restart"/>
            <w:tcBorders>
              <w:top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  <w:tr>
        <w:trPr>
          <w:trHeight w:val="688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пит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vMerge/>
            <w:tcBorders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vMerge/>
            <w:tcBorders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</w:tbl>
    <w:p>
      <w:pPr>
        <w:spacing w:before="4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38" w:after="0" w:line="228" w:lineRule="exact"/>
        <w:ind w:left="236" w:right="361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3.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СП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НЫЕ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ПА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Ё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ННО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ИСПО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НИЯ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НЫХ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ЪЕКТ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АПИ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ТЕЛ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" w:type="dxa"/>
      </w:tblPr>
      <w:tblGrid/>
      <w:tr>
        <w:trPr>
          <w:trHeight w:val="94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91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Д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83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ПА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4"/>
                <w:w w:val="100"/>
                <w:b/>
                <w:bCs/>
              </w:rPr>
              <w:t>Ш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178" w:lineRule="exact"/>
              <w:ind w:left="739" w:right="716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17" w:right="193" w:firstLine="-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Х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У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Б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Ъ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КАПИ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ТВА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140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  <w:p>
            <w:pPr>
              <w:spacing w:before="2" w:after="0" w:line="240" w:lineRule="auto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3399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2" w:after="0" w:line="240" w:lineRule="auto"/>
              <w:ind w:left="99" w:right="256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иним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</w:p>
          <w:p>
            <w:pPr>
              <w:spacing w:before="0" w:after="0" w:line="228" w:lineRule="exact"/>
              <w:ind w:left="99" w:right="2931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2" w:after="0" w:line="240" w:lineRule="auto"/>
              <w:ind w:left="99" w:right="962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</w:tbl>
    <w:p>
      <w:pPr>
        <w:spacing w:before="8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29" w:after="0" w:line="271" w:lineRule="exact"/>
        <w:ind w:left="2188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548DD4"/>
          <w:b/>
          <w:bCs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2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5"/>
          <w:w w:val="100"/>
          <w:b/>
          <w:bCs/>
          <w:u w:val="thick" w:color="548DD4"/>
          <w:position w:val="-1"/>
        </w:rPr>
        <w:t>Ж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5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РН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6"/>
          <w:w w:val="100"/>
          <w:b/>
          <w:bCs/>
          <w:u w:val="thick" w:color="548DD4"/>
          <w:position w:val="-1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6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2"/>
          <w:w w:val="100"/>
          <w:b/>
          <w:bCs/>
          <w:u w:val="thick" w:color="548DD4"/>
          <w:position w:val="-1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2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РЫ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2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8" w:after="0" w:line="228" w:lineRule="exact"/>
        <w:ind w:left="236" w:right="1369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1.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ОСН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НЫЕ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ПА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Ё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ННО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ИСПО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АНИЯ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НЫХ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ЪЕКТ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АПИ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ТЕЛ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" w:type="dxa"/>
      </w:tblPr>
      <w:tblGrid/>
      <w:tr>
        <w:trPr>
          <w:trHeight w:val="94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91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Д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83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ПА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4"/>
                <w:w w:val="100"/>
                <w:b/>
                <w:bCs/>
              </w:rPr>
              <w:t>Ш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178" w:lineRule="exact"/>
              <w:ind w:left="739" w:right="716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17" w:right="193" w:firstLine="-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Х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У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Б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Ъ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КАПИ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ТВА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252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</w:p>
        </w:tc>
        <w:tc>
          <w:tcPr>
            <w:tcW w:w="5032" w:type="dxa"/>
            <w:vMerge w:val="restart"/>
            <w:tcBorders>
              <w:top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tabs>
                <w:tab w:pos="1600" w:val="left"/>
                <w:tab w:pos="2560" w:val="left"/>
                <w:tab w:pos="3780" w:val="left"/>
                <w:tab w:pos="4120" w:val="left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иним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  <w:tab/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  <w:tab/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  <w:tab/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  <w:tab/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</w:p>
          <w:p>
            <w:pPr>
              <w:spacing w:before="2" w:after="0" w:line="240" w:lineRule="auto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60.</w:t>
            </w:r>
          </w:p>
          <w:p>
            <w:pPr>
              <w:spacing w:before="0" w:after="0" w:line="228" w:lineRule="exact"/>
              <w:ind w:left="99" w:right="-20"/>
              <w:jc w:val="left"/>
              <w:tabs>
                <w:tab w:pos="1600" w:val="left"/>
                <w:tab w:pos="2560" w:val="left"/>
                <w:tab w:pos="3780" w:val="left"/>
                <w:tab w:pos="4120" w:val="left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иним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  <w:tab/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  <w:tab/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  <w:tab/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  <w:tab/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</w:p>
          <w:p>
            <w:pPr>
              <w:spacing w:before="2" w:after="0" w:line="240" w:lineRule="auto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0.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28" w:lineRule="exact"/>
              <w:ind w:left="99" w:right="-20"/>
              <w:jc w:val="left"/>
              <w:tabs>
                <w:tab w:pos="1100" w:val="left"/>
                <w:tab w:pos="2300" w:val="left"/>
                <w:tab w:pos="3340" w:val="left"/>
                <w:tab w:pos="4820" w:val="left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ры</w:t>
              <w:tab/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  <w:tab/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час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  <w:tab/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  <w:tab/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</w:p>
          <w:p>
            <w:pPr>
              <w:spacing w:before="6" w:after="0" w:line="228" w:lineRule="exact"/>
              <w:ind w:left="99" w:right="38"/>
              <w:jc w:val="left"/>
              <w:tabs>
                <w:tab w:pos="1600" w:val="left"/>
                <w:tab w:pos="2060" w:val="left"/>
                <w:tab w:pos="3780" w:val="left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  <w:tab/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с</w:t>
              <w:tab/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  <w:tab/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</w:tc>
        <w:tc>
          <w:tcPr>
            <w:tcW w:w="2836" w:type="dxa"/>
            <w:vMerge w:val="restart"/>
            <w:tcBorders>
              <w:top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  <w:tr>
        <w:trPr>
          <w:trHeight w:val="248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ь</w:t>
            </w:r>
          </w:p>
        </w:tc>
        <w:tc>
          <w:tcPr>
            <w:tcW w:w="5032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  <w:tr>
        <w:trPr>
          <w:trHeight w:val="1132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  <w:p>
            <w:pPr>
              <w:spacing w:before="2" w:after="0" w:line="240" w:lineRule="auto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vMerge/>
            <w:tcBorders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vMerge/>
            <w:tcBorders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</w:tbl>
    <w:p>
      <w:pPr>
        <w:spacing w:before="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38" w:after="0" w:line="228" w:lineRule="exact"/>
        <w:ind w:left="236" w:right="472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2.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Ё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ННЫЕ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ПА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ИСПО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АНИЯ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НЫХ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Ъ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АПИ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А: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24" w:lineRule="exact"/>
        <w:ind w:left="236" w:right="361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70.125pt;margin-top:40.435001pt;width:496.8pt;height:12.25pt;mso-position-horizontal-relative:page;mso-position-vertical-relative:paragraph;z-index:-2649" coordorigin="1403,809" coordsize="9936,245">
            <v:group style="position:absolute;left:10311;top:816;width:1020;height:230" coordorigin="10311,816" coordsize="1020,230">
              <v:shape style="position:absolute;left:10311;top:816;width:1020;height:230" coordorigin="10311,816" coordsize="1020,230" path="m11331,1046l10821,1046,10821,816,10311,816e" filled="f" stroked="t" strokeweight=".75pt" strokecolor="#A6A6A6">
                <v:path arrowok="t"/>
              </v:shape>
            </v:group>
            <v:group style="position:absolute;left:1410;top:816;width:8901;height:230" coordorigin="1410,816" coordsize="8901,230">
              <v:shape style="position:absolute;left:1410;top:816;width:8901;height:230" coordorigin="1410,816" coordsize="8901,230" path="m1410,1046l10024,1046,10024,816,10311,816e" filled="f" stroked="t" strokeweight=".75pt" strokecolor="#A6A6A6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3.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СП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НЫЕ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ПА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ННО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ИСПО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НИЯ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НЫХ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ЪЕКТ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АПИ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ТЕЛ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А: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т.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Mar w:header="709" w:footer="618" w:top="940" w:bottom="800" w:left="1180" w:right="160"/>
          <w:pgSz w:w="11920" w:h="16840"/>
        </w:sectPr>
      </w:pPr>
      <w:rPr/>
    </w:p>
    <w:p>
      <w:pPr>
        <w:spacing w:before="12" w:after="0" w:line="220" w:lineRule="exact"/>
        <w:jc w:val="left"/>
        <w:rPr>
          <w:sz w:val="22"/>
          <w:szCs w:val="22"/>
        </w:rPr>
      </w:pPr>
      <w:rPr/>
      <w:r>
        <w:rPr/>
        <w:pict>
          <v:group style="position:absolute;margin-left:70.125pt;margin-top:796.875pt;width:496.8pt;height:12.25pt;mso-position-horizontal-relative:page;mso-position-vertical-relative:page;z-index:-2648" coordorigin="1403,15938" coordsize="9936,245">
            <v:group style="position:absolute;left:10311;top:15945;width:1020;height:230" coordorigin="10311,15945" coordsize="1020,230">
              <v:shape style="position:absolute;left:10311;top:15945;width:1020;height:230" coordorigin="10311,15945" coordsize="1020,230" path="m11331,16175l10821,16175,10821,15945,10311,15945e" filled="f" stroked="t" strokeweight=".75pt" strokecolor="#A6A6A6">
                <v:path arrowok="t"/>
              </v:shape>
            </v:group>
            <v:group style="position:absolute;left:1410;top:15945;width:8901;height:230" coordorigin="1410,15945" coordsize="8901,230">
              <v:shape style="position:absolute;left:1410;top:15945;width:8901;height:230" coordorigin="1410,15945" coordsize="8901,230" path="m1410,16175l10024,16175,10024,15945,10311,15945e" filled="f" stroked="t" strokeweight=".75pt" strokecolor="#A6A6A6">
                <v:path arrowok="t"/>
              </v:shape>
            </v:group>
            <w10:wrap type="none"/>
          </v:group>
        </w:pict>
      </w:r>
      <w:r>
        <w:rPr>
          <w:sz w:val="22"/>
          <w:szCs w:val="22"/>
        </w:rPr>
      </w:r>
    </w:p>
    <w:p>
      <w:pPr>
        <w:spacing w:before="29" w:after="0" w:line="271" w:lineRule="exact"/>
        <w:ind w:left="2068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548DD4"/>
          <w:b/>
          <w:bCs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2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6"/>
          <w:w w:val="100"/>
          <w:b/>
          <w:bCs/>
          <w:u w:val="thick" w:color="548DD4"/>
          <w:position w:val="-1"/>
        </w:rPr>
        <w:t>Ф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6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3"/>
          <w:w w:val="100"/>
          <w:b/>
          <w:bCs/>
          <w:u w:val="thick" w:color="548DD4"/>
          <w:position w:val="-1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3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2"/>
          <w:w w:val="100"/>
          <w:b/>
          <w:bCs/>
          <w:u w:val="thick" w:color="548DD4"/>
          <w:position w:val="-1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2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РЫ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2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4"/>
          <w:w w:val="100"/>
          <w:b/>
          <w:bCs/>
          <w:u w:val="thick" w:color="548DD4"/>
          <w:position w:val="-1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4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500)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2" w:lineRule="auto"/>
        <w:ind w:left="236" w:right="1369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1.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ОСН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НЫЕ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ПА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Ё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ННО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ИСПО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АНИЯ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НЫХ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ЪЕКТ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АПИ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ТЕЛ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" w:type="dxa"/>
      </w:tblPr>
      <w:tblGrid/>
      <w:tr>
        <w:trPr>
          <w:trHeight w:val="94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91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Д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83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ПА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4"/>
                <w:w w:val="100"/>
                <w:b/>
                <w:bCs/>
              </w:rPr>
              <w:t>Ш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178" w:lineRule="exact"/>
              <w:ind w:left="739" w:right="716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17" w:right="193" w:firstLine="-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Х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У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Б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Ъ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КАПИ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ТВА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480" w:hRule="exact"/>
        </w:trPr>
        <w:tc>
          <w:tcPr>
            <w:tcW w:w="2448" w:type="dxa"/>
            <w:tcBorders>
              <w:top w:val="single" w:sz="8.8" w:space="0" w:color="000000"/>
              <w:bottom w:val="single" w:sz="8.80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5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vMerge w:val="restart"/>
            <w:tcBorders>
              <w:top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иним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</w:tc>
        <w:tc>
          <w:tcPr>
            <w:tcW w:w="2836" w:type="dxa"/>
            <w:vMerge w:val="restart"/>
            <w:tcBorders>
              <w:top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  <w:tr>
        <w:trPr>
          <w:trHeight w:val="480" w:hRule="exact"/>
        </w:trPr>
        <w:tc>
          <w:tcPr>
            <w:tcW w:w="2448" w:type="dxa"/>
            <w:tcBorders>
              <w:top w:val="single" w:sz="8.80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ъ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  <w:tr>
        <w:trPr>
          <w:trHeight w:val="48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рт</w:t>
            </w:r>
          </w:p>
        </w:tc>
        <w:tc>
          <w:tcPr>
            <w:tcW w:w="5032" w:type="dxa"/>
            <w:vMerge/>
            <w:tcBorders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vMerge/>
            <w:tcBorders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</w:tbl>
    <w:p>
      <w:pPr>
        <w:spacing w:before="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38" w:after="0" w:line="228" w:lineRule="exact"/>
        <w:ind w:left="236" w:right="472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2.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Ё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ННЫЕ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ПА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ИСПО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АНИЯ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НЫХ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Ъ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АПИ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т.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28" w:lineRule="exact"/>
        <w:ind w:left="236" w:right="361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3.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СП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НЫЕ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ПА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ННО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ИСПО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НИЯ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НЫХ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ЪЕКТ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АПИ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ТЕЛ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" w:type="dxa"/>
      </w:tblPr>
      <w:tblGrid/>
      <w:tr>
        <w:trPr>
          <w:trHeight w:val="940" w:hRule="exact"/>
        </w:trPr>
        <w:tc>
          <w:tcPr>
            <w:tcW w:w="2448" w:type="dxa"/>
            <w:tcBorders>
              <w:top w:val="single" w:sz="8.8" w:space="0" w:color="000000"/>
              <w:bottom w:val="single" w:sz="8.80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91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Д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0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83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ПА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4"/>
                <w:w w:val="100"/>
                <w:b/>
                <w:bCs/>
              </w:rPr>
              <w:t>Ш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0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178" w:lineRule="exact"/>
              <w:ind w:left="739" w:right="716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17" w:right="193" w:firstLine="-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Х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У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Б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Ъ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КАПИ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ТВА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1172" w:hRule="exact"/>
        </w:trPr>
        <w:tc>
          <w:tcPr>
            <w:tcW w:w="2448" w:type="dxa"/>
            <w:tcBorders>
              <w:top w:val="single" w:sz="8.80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  <w:p>
            <w:pPr>
              <w:spacing w:before="2" w:after="0" w:line="240" w:lineRule="auto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0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2" w:after="0" w:line="239" w:lineRule="auto"/>
              <w:ind w:left="99" w:right="89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иним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</w:tc>
        <w:tc>
          <w:tcPr>
            <w:tcW w:w="2836" w:type="dxa"/>
            <w:tcBorders>
              <w:top w:val="single" w:sz="8.80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</w:tbl>
    <w:p>
      <w:pPr>
        <w:spacing w:before="4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29" w:after="0" w:line="271" w:lineRule="exact"/>
        <w:ind w:left="972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548DD4"/>
          <w:b/>
          <w:bCs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2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4"/>
          <w:w w:val="100"/>
          <w:b/>
          <w:bCs/>
          <w:u w:val="thick" w:color="548DD4"/>
          <w:position w:val="-1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4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2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РРИ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4"/>
          <w:w w:val="100"/>
          <w:b/>
          <w:bCs/>
          <w:u w:val="thick" w:color="548DD4"/>
          <w:position w:val="-1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4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Щ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5"/>
          <w:w w:val="100"/>
          <w:b/>
          <w:bCs/>
          <w:u w:val="thick" w:color="548DD4"/>
          <w:position w:val="-1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5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П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2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Р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602)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2" w:lineRule="auto"/>
        <w:ind w:left="236" w:right="1369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1.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ОСН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НЫЕ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ПА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Ё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ННО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ИСПО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АНИЯ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НЫХ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ЪЕКТ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АПИ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ТЕЛ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" w:type="dxa"/>
      </w:tblPr>
      <w:tblGrid/>
      <w:tr>
        <w:trPr>
          <w:trHeight w:val="940" w:hRule="exact"/>
        </w:trPr>
        <w:tc>
          <w:tcPr>
            <w:tcW w:w="2448" w:type="dxa"/>
            <w:tcBorders>
              <w:top w:val="single" w:sz="8.80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91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Д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0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83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ПА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4"/>
                <w:w w:val="100"/>
                <w:b/>
                <w:bCs/>
              </w:rPr>
              <w:t>Ш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836" w:type="dxa"/>
            <w:tcBorders>
              <w:top w:val="single" w:sz="8.80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178" w:lineRule="exact"/>
              <w:ind w:left="739" w:right="716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17" w:right="193" w:firstLine="-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Х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У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Б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Ъ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КАПИ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ТВА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1328" w:hRule="exact"/>
        </w:trPr>
        <w:tc>
          <w:tcPr>
            <w:tcW w:w="2448" w:type="dxa"/>
            <w:tcBorders>
              <w:top w:val="single" w:sz="8.8" w:space="0" w:color="000000"/>
              <w:bottom w:val="single" w:sz="8.80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час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5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</w:p>
          <w:p>
            <w:pPr>
              <w:spacing w:before="2" w:after="0" w:line="240" w:lineRule="auto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0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иним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50.</w:t>
            </w:r>
          </w:p>
          <w:p>
            <w:pPr>
              <w:spacing w:before="6" w:after="0" w:line="228" w:lineRule="exact"/>
              <w:ind w:left="99" w:right="65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ци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6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0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</w:tbl>
    <w:p>
      <w:pPr>
        <w:spacing w:before="4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38" w:after="0" w:line="228" w:lineRule="exact"/>
        <w:ind w:left="236" w:right="472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2.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Ё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ННЫЕ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ПА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ИСПО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АНИЯ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НЫХ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Ъ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АПИ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" w:type="dxa"/>
      </w:tblPr>
      <w:tblGrid/>
      <w:tr>
        <w:trPr>
          <w:trHeight w:val="94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91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Д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83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ПА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4"/>
                <w:w w:val="100"/>
                <w:b/>
                <w:bCs/>
              </w:rPr>
              <w:t>Ш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178" w:lineRule="exact"/>
              <w:ind w:left="739" w:right="716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17" w:right="193" w:firstLine="-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Х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У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Б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Ъ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КАПИ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ТВА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468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зины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vMerge w:val="restart"/>
            <w:tcBorders>
              <w:top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3363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2" w:after="0" w:line="240" w:lineRule="auto"/>
              <w:ind w:left="99" w:right="256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иним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час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</w:p>
          <w:p>
            <w:pPr>
              <w:spacing w:before="0" w:after="0" w:line="228" w:lineRule="exact"/>
              <w:ind w:left="99" w:right="2931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2" w:after="0" w:line="240" w:lineRule="auto"/>
              <w:ind w:left="99" w:right="962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</w:tc>
        <w:tc>
          <w:tcPr>
            <w:tcW w:w="2836" w:type="dxa"/>
            <w:vMerge w:val="restart"/>
            <w:tcBorders>
              <w:top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  <w:tr>
        <w:trPr>
          <w:trHeight w:val="932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пит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vMerge/>
            <w:tcBorders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vMerge/>
            <w:tcBorders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</w:tbl>
    <w:p>
      <w:pPr>
        <w:spacing w:after="0"/>
        <w:sectPr>
          <w:pgMar w:header="709" w:footer="618" w:top="940" w:bottom="800" w:left="1180" w:right="160"/>
          <w:pgSz w:w="11920" w:h="16840"/>
        </w:sectPr>
      </w:pPr>
      <w:rPr/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pgMar w:header="709" w:footer="618" w:top="940" w:bottom="800" w:left="1180" w:right="160"/>
          <w:pgSz w:w="11920" w:h="16840"/>
        </w:sectPr>
      </w:pPr>
      <w:rPr/>
    </w:p>
    <w:p>
      <w:pPr>
        <w:spacing w:before="34" w:after="0" w:line="240" w:lineRule="auto"/>
        <w:ind w:left="236" w:right="-20"/>
        <w:jc w:val="left"/>
        <w:tabs>
          <w:tab w:pos="268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п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рт</w:t>
        <w:tab/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12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</w:p>
    <w:p>
      <w:pPr>
        <w:spacing w:before="2" w:after="0" w:line="240" w:lineRule="auto"/>
        <w:ind w:left="2684" w:right="-5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иним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ьн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п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ц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а</w:t>
      </w:r>
    </w:p>
    <w:p>
      <w:pPr>
        <w:spacing w:before="0" w:after="0" w:line="228" w:lineRule="exact"/>
        <w:ind w:left="2649" w:right="2480"/>
        <w:jc w:val="center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й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ин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</w:p>
    <w:p>
      <w:pPr>
        <w:spacing w:before="2" w:after="0" w:line="240" w:lineRule="auto"/>
        <w:ind w:left="2684" w:right="51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ры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п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ля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ю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п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я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</w:p>
    <w:p>
      <w:pPr>
        <w:spacing w:before="34" w:after="0" w:line="240" w:lineRule="auto"/>
        <w:ind w:right="263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Не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п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ае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щ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ъ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п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са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щ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ит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х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п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ом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й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ю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щ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ак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п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ря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ке.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За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ск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ю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че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п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-</w:t>
      </w:r>
    </w:p>
    <w:p>
      <w:pPr>
        <w:spacing w:before="0" w:after="0" w:line="228" w:lineRule="exact"/>
        <w:ind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х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ж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й</w:t>
      </w:r>
    </w:p>
    <w:p>
      <w:pPr>
        <w:spacing w:before="2" w:after="0" w:line="226" w:lineRule="exact"/>
        <w:ind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position w:val="-1"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-1"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position w:val="-1"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ипа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20" w:h="16840"/>
          <w:pgMar w:top="1040" w:bottom="280" w:left="1180" w:right="160"/>
          <w:cols w:num="2" w:equalWidth="0">
            <w:col w:w="7149" w:space="567"/>
            <w:col w:w="2864"/>
          </w:cols>
        </w:sectPr>
      </w:pPr>
      <w:rPr/>
    </w:p>
    <w:p>
      <w:pPr>
        <w:spacing w:before="4" w:after="0" w:line="220" w:lineRule="exact"/>
        <w:jc w:val="left"/>
        <w:rPr>
          <w:sz w:val="22"/>
          <w:szCs w:val="22"/>
        </w:rPr>
      </w:pPr>
      <w:rPr/>
      <w:r>
        <w:rPr/>
        <w:pict>
          <v:group style="position:absolute;margin-left:70.125pt;margin-top:796.875pt;width:496.8pt;height:12.25pt;mso-position-horizontal-relative:page;mso-position-vertical-relative:page;z-index:-2647" coordorigin="1403,15938" coordsize="9936,245">
            <v:group style="position:absolute;left:10311;top:15945;width:1020;height:230" coordorigin="10311,15945" coordsize="1020,230">
              <v:shape style="position:absolute;left:10311;top:15945;width:1020;height:230" coordorigin="10311,15945" coordsize="1020,230" path="m11331,16175l10821,16175,10821,15945,10311,15945e" filled="f" stroked="t" strokeweight=".75pt" strokecolor="#A6A6A6">
                <v:path arrowok="t"/>
              </v:shape>
            </v:group>
            <v:group style="position:absolute;left:1410;top:15945;width:8901;height:230" coordorigin="1410,15945" coordsize="8901,230">
              <v:shape style="position:absolute;left:1410;top:15945;width:8901;height:230" coordorigin="1410,15945" coordsize="8901,230" path="m1410,16175l10024,16175,10024,15945,10311,15945e" filled="f" stroked="t" strokeweight=".75pt" strokecolor="#A6A6A6">
                <v:path arrowok="t"/>
              </v:shape>
            </v:group>
            <w10:wrap type="none"/>
          </v:group>
        </w:pict>
      </w:r>
      <w:r>
        <w:rPr>
          <w:sz w:val="22"/>
          <w:szCs w:val="22"/>
        </w:rPr>
      </w:r>
    </w:p>
    <w:p>
      <w:pPr>
        <w:spacing w:before="38" w:after="0" w:line="228" w:lineRule="exact"/>
        <w:ind w:left="236" w:right="361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64.249496pt;margin-top:-126.831001pt;width:517.9010pt;height:117.101pt;mso-position-horizontal-relative:page;mso-position-vertical-relative:paragraph;z-index:-2646" coordorigin="1285,-2537" coordsize="10358,2342">
            <v:group style="position:absolute;left:1296;top:-2526;width:10336;height:2" coordorigin="1296,-2526" coordsize="10336,2">
              <v:shape style="position:absolute;left:1296;top:-2526;width:10336;height:2" coordorigin="1296,-2526" coordsize="10336,0" path="m1296,-2526l11632,-2526e" filled="f" stroked="t" strokeweight="1.101pt" strokecolor="#000000">
                <v:path arrowok="t"/>
              </v:shape>
            </v:group>
            <v:group style="position:absolute;left:1306;top:-2516;width:2;height:2300" coordorigin="1306,-2516" coordsize="2,2300">
              <v:shape style="position:absolute;left:1306;top:-2516;width:2;height:2300" coordorigin="1306,-2516" coordsize="0,2300" path="m1306,-2516l1306,-216e" filled="f" stroked="t" strokeweight="1.1pt" strokecolor="#000000">
                <v:path arrowok="t"/>
              </v:shape>
            </v:group>
            <v:group style="position:absolute;left:1296;top:-206;width:10336;height:2" coordorigin="1296,-206" coordsize="10336,2">
              <v:shape style="position:absolute;left:1296;top:-206;width:10336;height:2" coordorigin="1296,-206" coordsize="10336,0" path="m1296,-206l11632,-206e" filled="f" stroked="t" strokeweight="1.1pt" strokecolor="#000000">
                <v:path arrowok="t"/>
              </v:shape>
            </v:group>
            <v:group style="position:absolute;left:3754;top:-2516;width:2;height:2300" coordorigin="3754,-2516" coordsize="2,2300">
              <v:shape style="position:absolute;left:3754;top:-2516;width:2;height:2300" coordorigin="3754,-2516" coordsize="0,2300" path="m3754,-2516l3754,-216e" filled="f" stroked="t" strokeweight="1.1pt" strokecolor="#000000">
                <v:path arrowok="t"/>
              </v:shape>
            </v:group>
            <v:group style="position:absolute;left:8786;top:-2516;width:2;height:2300" coordorigin="8786,-2516" coordsize="2,2300">
              <v:shape style="position:absolute;left:8786;top:-2516;width:2;height:2300" coordorigin="8786,-2516" coordsize="0,2300" path="m8786,-2516l8786,-216e" filled="f" stroked="t" strokeweight="1.1pt" strokecolor="#000000">
                <v:path arrowok="t"/>
              </v:shape>
            </v:group>
            <v:group style="position:absolute;left:11622;top:-2516;width:2;height:2300" coordorigin="11622,-2516" coordsize="2,2300">
              <v:shape style="position:absolute;left:11622;top:-2516;width:2;height:2300" coordorigin="11622,-2516" coordsize="0,2300" path="m11622,-2516l11622,-216e" filled="f" stroked="t" strokeweight="1.1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3.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СП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НЫЕ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ПА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ННО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ИСПО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НИЯ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НЫХ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ЪЕКТ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АПИ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ТЕЛ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" w:type="dxa"/>
      </w:tblPr>
      <w:tblGrid/>
      <w:tr>
        <w:trPr>
          <w:trHeight w:val="94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91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Д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83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ПА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4"/>
                <w:w w:val="100"/>
                <w:b/>
                <w:bCs/>
              </w:rPr>
              <w:t>Ш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178" w:lineRule="exact"/>
              <w:ind w:left="739" w:right="716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17" w:right="193" w:firstLine="-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Х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У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Б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Ъ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КАПИ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ТВА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140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  <w:p>
            <w:pPr>
              <w:spacing w:before="2" w:after="0" w:line="240" w:lineRule="auto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3447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2" w:after="0" w:line="240" w:lineRule="auto"/>
              <w:ind w:left="99" w:right="256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иним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</w:p>
          <w:p>
            <w:pPr>
              <w:spacing w:before="0" w:after="0" w:line="228" w:lineRule="exact"/>
              <w:ind w:left="99" w:right="2931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2" w:after="0" w:line="240" w:lineRule="auto"/>
              <w:ind w:left="99" w:right="962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Не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  <w:p>
            <w:pPr>
              <w:spacing w:before="2" w:after="0" w:line="240" w:lineRule="auto"/>
              <w:ind w:left="99" w:right="51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ъ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он</w:t>
            </w:r>
          </w:p>
        </w:tc>
      </w:tr>
    </w:tbl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71" w:lineRule="exact"/>
        <w:ind w:left="242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548DD4"/>
          <w:b/>
          <w:bCs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2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РИ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ЬН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2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701)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2" w:lineRule="auto"/>
        <w:ind w:left="236" w:right="1369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1.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ОСН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НЫЕ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ПА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Ё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ННО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ИСПО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АНИЯ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НЫХ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ЪЕКТ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АПИ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ТЕЛ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" w:type="dxa"/>
      </w:tblPr>
      <w:tblGrid/>
      <w:tr>
        <w:trPr>
          <w:trHeight w:val="94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91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Д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83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ПА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4"/>
                <w:w w:val="100"/>
                <w:b/>
                <w:bCs/>
              </w:rPr>
              <w:t>Ш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178" w:lineRule="exact"/>
              <w:ind w:left="739" w:right="716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17" w:right="193" w:firstLine="-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Х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У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Б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Ъ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КАПИ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ТВА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278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ь</w:t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час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5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Ф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5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</w:p>
          <w:p>
            <w:pPr>
              <w:spacing w:before="2" w:after="0" w:line="240" w:lineRule="auto"/>
              <w:ind w:left="99" w:right="27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12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01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1996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№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8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«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5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Гл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Ф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8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06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2011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№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84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«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2882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«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ческ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5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5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</w:p>
          <w:p>
            <w:pPr>
              <w:spacing w:before="6" w:after="0" w:line="228" w:lineRule="exact"/>
              <w:ind w:left="99" w:right="101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</w:tbl>
    <w:p>
      <w:pPr>
        <w:spacing w:before="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38" w:after="0" w:line="228" w:lineRule="exact"/>
        <w:ind w:left="236" w:right="472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2.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Ё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ННЫЕ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ПА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ИСПО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АНИЯ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НЫХ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Ъ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АПИ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ет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24" w:lineRule="exact"/>
        <w:ind w:left="236" w:right="361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3.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СП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НЫЕ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ПА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ННО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ИСПО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НИЯ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НЫХ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ЪЕКТ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АПИ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ТЕЛ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ет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40"/>
          <w:pgMar w:top="1040" w:bottom="280" w:left="1180" w:right="160"/>
        </w:sectPr>
      </w:pPr>
      <w:rPr/>
    </w:p>
    <w:p>
      <w:pPr>
        <w:spacing w:before="1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71" w:lineRule="exact"/>
        <w:ind w:left="1972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548DD4"/>
          <w:b/>
          <w:bCs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2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2"/>
          <w:w w:val="100"/>
          <w:b/>
          <w:bCs/>
          <w:u w:val="thick" w:color="548DD4"/>
          <w:position w:val="-1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2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4"/>
          <w:w w:val="100"/>
          <w:b/>
          <w:bCs/>
          <w:u w:val="thick" w:color="548DD4"/>
          <w:position w:val="-1"/>
        </w:rPr>
        <w:t>Ы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4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2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У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Д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801)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2" w:lineRule="auto"/>
        <w:ind w:left="236" w:right="1369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1.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ОСН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НЫЕ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ПА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Ё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ННО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ИСПО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АНИЯ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НЫХ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ЪЕКТ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АПИ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ТЕЛ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" w:type="dxa"/>
      </w:tblPr>
      <w:tblGrid/>
      <w:tr>
        <w:trPr>
          <w:trHeight w:val="94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91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Д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83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ПА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4"/>
                <w:w w:val="100"/>
                <w:b/>
                <w:bCs/>
              </w:rPr>
              <w:t>Ш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178" w:lineRule="exact"/>
              <w:ind w:left="739" w:right="716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17" w:right="193" w:firstLine="-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Х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У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Б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Ъ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КАПИ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ТВА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248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</w:p>
        </w:tc>
        <w:tc>
          <w:tcPr>
            <w:tcW w:w="5032" w:type="dxa"/>
            <w:vMerge w:val="restart"/>
            <w:tcBorders>
              <w:top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vMerge w:val="restart"/>
            <w:tcBorders>
              <w:top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  <w:tr>
        <w:trPr>
          <w:trHeight w:val="252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</w:p>
        </w:tc>
        <w:tc>
          <w:tcPr>
            <w:tcW w:w="5032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  <w:tr>
        <w:trPr>
          <w:trHeight w:val="248" w:hRule="exact"/>
        </w:trPr>
        <w:tc>
          <w:tcPr>
            <w:tcW w:w="2448" w:type="dxa"/>
            <w:tcBorders>
              <w:top w:val="single" w:sz="8.8" w:space="0" w:color="000000"/>
              <w:bottom w:val="single" w:sz="8.80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во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vMerge/>
            <w:tcBorders>
              <w:bottom w:val="single" w:sz="8.80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vMerge/>
            <w:tcBorders>
              <w:bottom w:val="single" w:sz="8.80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</w:tbl>
    <w:p>
      <w:pPr>
        <w:spacing w:before="4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1" w:after="0" w:line="224" w:lineRule="exact"/>
        <w:ind w:left="236" w:right="472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2.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Ё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ННЫЕ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ПА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ИСПО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АНИЯ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НЫХ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Ъ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АПИ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А: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</w:p>
    <w:p>
      <w:pPr>
        <w:spacing w:before="1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2" w:lineRule="auto"/>
        <w:ind w:left="236" w:right="361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3.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СП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НЫЕ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ПА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ННО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ИСПО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НИЯ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НЫХ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ЪЕКТ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АПИ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ТЕЛ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" w:type="dxa"/>
      </w:tblPr>
      <w:tblGrid/>
      <w:tr>
        <w:trPr>
          <w:trHeight w:val="94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91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Д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83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ПА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4"/>
                <w:w w:val="100"/>
                <w:b/>
                <w:bCs/>
              </w:rPr>
              <w:t>Ш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178" w:lineRule="exact"/>
              <w:ind w:left="739" w:right="716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17" w:right="193" w:firstLine="-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Х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У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Б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Ъ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КАПИ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ТВА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940" w:hRule="exact"/>
        </w:trPr>
        <w:tc>
          <w:tcPr>
            <w:tcW w:w="2448" w:type="dxa"/>
            <w:tcBorders>
              <w:top w:val="single" w:sz="8.8" w:space="0" w:color="000000"/>
              <w:bottom w:val="single" w:sz="8.80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ние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0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</w:p>
          <w:p>
            <w:pPr>
              <w:spacing w:before="6" w:after="0" w:line="228" w:lineRule="exact"/>
              <w:ind w:left="99" w:right="101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0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Не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ъ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</w:p>
          <w:p>
            <w:pPr>
              <w:spacing w:before="2" w:after="0" w:line="240" w:lineRule="auto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-</w:t>
            </w:r>
          </w:p>
          <w:p>
            <w:pPr>
              <w:spacing w:before="0" w:after="0" w:line="228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он</w:t>
            </w:r>
          </w:p>
        </w:tc>
      </w:tr>
    </w:tbl>
    <w:p>
      <w:pPr>
        <w:spacing w:before="4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29" w:after="0" w:line="271" w:lineRule="exact"/>
        <w:ind w:left="8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548DD4"/>
          <w:b/>
          <w:bCs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2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Б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Ъ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4"/>
          <w:w w:val="100"/>
          <w:b/>
          <w:bCs/>
          <w:u w:val="thick" w:color="548DD4"/>
          <w:position w:val="-1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4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2"/>
          <w:w w:val="100"/>
          <w:b/>
          <w:bCs/>
          <w:u w:val="thick" w:color="548DD4"/>
          <w:position w:val="-1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2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Л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Ь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5"/>
          <w:w w:val="100"/>
          <w:b/>
          <w:bCs/>
          <w:u w:val="thick" w:color="548DD4"/>
          <w:position w:val="-1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5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2"/>
          <w:w w:val="100"/>
          <w:b/>
          <w:bCs/>
          <w:u w:val="thick" w:color="548DD4"/>
          <w:position w:val="-1"/>
        </w:rPr>
        <w:t>К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2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5"/>
          <w:w w:val="100"/>
          <w:b/>
          <w:bCs/>
          <w:u w:val="thick" w:color="548DD4"/>
          <w:position w:val="-1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5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Й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Т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В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Г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О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3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А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Ч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Е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Н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И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Я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2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С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  <w:t>Х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-1"/>
          <w:w w:val="100"/>
          <w:b/>
          <w:bCs/>
          <w:u w:val="thick" w:color="548DD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З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1"/>
          <w:w w:val="100"/>
          <w:b/>
          <w:bCs/>
          <w:u w:val="thick" w:color="548DD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u w:val="thick" w:color="548DD4"/>
          <w:position w:val="-1"/>
        </w:rPr>
        <w:t>802)</w:t>
      </w:r>
      <w:r>
        <w:rPr>
          <w:rFonts w:ascii="Times New Roman" w:hAnsi="Times New Roman" w:cs="Times New Roman" w:eastAsia="Times New Roman"/>
          <w:sz w:val="24"/>
          <w:szCs w:val="24"/>
          <w:color w:val="548DD4"/>
          <w:spacing w:val="0"/>
          <w:w w:val="100"/>
          <w:b/>
          <w:bCs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2" w:lineRule="auto"/>
        <w:ind w:left="236" w:right="1369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1.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ОСН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НЫЕ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ПА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Ё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ННО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ИСПО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АНИЯ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НЫХ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ЪЕКТ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АПИ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ТЕЛ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" w:type="dxa"/>
      </w:tblPr>
      <w:tblGrid/>
      <w:tr>
        <w:trPr>
          <w:trHeight w:val="94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91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Д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83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ПА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4"/>
                <w:w w:val="100"/>
                <w:b/>
                <w:bCs/>
              </w:rPr>
              <w:t>Ш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178" w:lineRule="exact"/>
              <w:ind w:left="739" w:right="716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17" w:right="193" w:firstLine="-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Х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У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Б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Ъ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КАПИ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ТВА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248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тиц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во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20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</w:tbl>
    <w:p>
      <w:pPr>
        <w:spacing w:before="4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38" w:after="0" w:line="228" w:lineRule="exact"/>
        <w:ind w:left="236" w:right="472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2.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Ё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ННЫЕ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ПА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ИСПО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АНИЯ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НЫХ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Ъ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АПИ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" w:type="dxa"/>
      </w:tblPr>
      <w:tblGrid/>
      <w:tr>
        <w:trPr>
          <w:trHeight w:val="94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91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Д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83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ПА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4"/>
                <w:w w:val="100"/>
                <w:b/>
                <w:bCs/>
              </w:rPr>
              <w:t>Ш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178" w:lineRule="exact"/>
              <w:ind w:left="739" w:right="716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17" w:right="193" w:firstLine="-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Х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У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Б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Ъ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КАПИ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ТВА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308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vMerge w:val="restart"/>
            <w:tcBorders>
              <w:top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3363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0" w:after="0" w:line="228" w:lineRule="exact"/>
              <w:ind w:left="99" w:right="903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иним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  <w:p>
            <w:pPr>
              <w:spacing w:before="2" w:after="0" w:line="240" w:lineRule="auto"/>
              <w:ind w:left="99" w:right="962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х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ю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</w:tc>
        <w:tc>
          <w:tcPr>
            <w:tcW w:w="2836" w:type="dxa"/>
            <w:vMerge w:val="restart"/>
            <w:tcBorders>
              <w:top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  <w:tr>
        <w:trPr>
          <w:trHeight w:val="30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г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зины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vMerge/>
            <w:tcBorders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  <w:tr>
        <w:trPr>
          <w:trHeight w:val="56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б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пит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032" w:type="dxa"/>
            <w:vMerge/>
            <w:tcBorders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  <w:tc>
          <w:tcPr>
            <w:tcW w:w="2836" w:type="dxa"/>
            <w:vMerge/>
            <w:tcBorders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/>
            <w:rPr/>
          </w:p>
        </w:tc>
      </w:tr>
    </w:tbl>
    <w:p>
      <w:pPr>
        <w:spacing w:before="4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38" w:after="0" w:line="228" w:lineRule="exact"/>
        <w:ind w:left="236" w:right="361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70.125pt;margin-top:114.095001pt;width:496.8pt;height:12.25pt;mso-position-horizontal-relative:page;mso-position-vertical-relative:paragraph;z-index:-2645" coordorigin="1403,2282" coordsize="9936,245">
            <v:group style="position:absolute;left:10311;top:2289;width:1020;height:230" coordorigin="10311,2289" coordsize="1020,230">
              <v:shape style="position:absolute;left:10311;top:2289;width:1020;height:230" coordorigin="10311,2289" coordsize="1020,230" path="m11331,2519l10821,2519,10821,2289,10311,2289e" filled="f" stroked="t" strokeweight=".75pt" strokecolor="#A6A6A6">
                <v:path arrowok="t"/>
              </v:shape>
            </v:group>
            <v:group style="position:absolute;left:1410;top:2289;width:8901;height:230" coordorigin="1410,2289" coordsize="8901,230">
              <v:shape style="position:absolute;left:1410;top:2289;width:8901;height:230" coordorigin="1410,2289" coordsize="8901,230" path="m1410,2519l10024,2519,10024,2289,10311,2289e" filled="f" stroked="t" strokeweight=".75pt" strokecolor="#A6A6A6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3.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СП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НЫЕ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ПА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Ы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Ш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ННО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ИСПО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НИЯ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З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М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Е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НЫХ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У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Ч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И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Б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ЪЕКТ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ОВ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К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АПИ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Н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Р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ОИ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ТЕЛ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b/>
          <w:bCs/>
        </w:rPr>
        <w:t>Ь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С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Т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А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" w:type="dxa"/>
      </w:tblPr>
      <w:tblGrid/>
      <w:tr>
        <w:trPr>
          <w:trHeight w:val="940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91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Д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83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ПА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4"/>
                <w:w w:val="100"/>
                <w:b/>
                <w:bCs/>
              </w:rPr>
              <w:t>Ш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178" w:lineRule="exact"/>
              <w:ind w:left="739" w:right="716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17" w:right="193" w:firstLine="-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ИСПО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З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М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Ы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Х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У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b/>
                <w:bCs/>
              </w:rPr>
              <w:t>Ч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Б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Ъ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ОВ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КАПИ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НО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Г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2"/>
                <w:w w:val="100"/>
                <w:b/>
                <w:bCs/>
              </w:rPr>
              <w:t>Р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ОИ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3"/>
                <w:w w:val="100"/>
                <w:b/>
                <w:bCs/>
              </w:rPr>
              <w:t>Е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Л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2"/>
                <w:w w:val="100"/>
                <w:b/>
                <w:bCs/>
              </w:rPr>
              <w:t>Ь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b/>
                <w:bCs/>
              </w:rPr>
              <w:t>С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b/>
                <w:bCs/>
              </w:rPr>
              <w:t>ТВА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252" w:hRule="exact"/>
        </w:trPr>
        <w:tc>
          <w:tcPr>
            <w:tcW w:w="2448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</w:tc>
        <w:tc>
          <w:tcPr>
            <w:tcW w:w="5032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ь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э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.</w:t>
            </w:r>
          </w:p>
        </w:tc>
        <w:tc>
          <w:tcPr>
            <w:tcW w:w="2836" w:type="dxa"/>
            <w:tcBorders>
              <w:top w:val="single" w:sz="8.8" w:space="0" w:color="000000"/>
              <w:bottom w:val="single" w:sz="8.8" w:space="0" w:color="000000"/>
              <w:left w:val="single" w:sz="8.8" w:space="0" w:color="000000"/>
              <w:right w:val="single" w:sz="8.8" w:space="0" w:color="000000"/>
            </w:tcBorders>
          </w:tcPr>
          <w:p>
            <w:pPr>
              <w:spacing w:before="0" w:after="0" w:line="22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Не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д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4"/>
                <w:w w:val="100"/>
              </w:rPr>
              <w:t>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</w:rPr>
              <w:t>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"/>
                <w:w w:val="100"/>
              </w:rPr>
              <w:t>к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"/>
                <w:w w:val="100"/>
              </w:rPr>
              <w:t>щ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е</w:t>
            </w:r>
          </w:p>
        </w:tc>
      </w:tr>
    </w:tbl>
    <w:p>
      <w:pPr>
        <w:jc w:val="left"/>
        <w:spacing w:after="0"/>
        <w:sectPr>
          <w:pgMar w:header="709" w:footer="618" w:top="940" w:bottom="800" w:left="1180" w:right="160"/>
          <w:pgSz w:w="11920" w:h="16840"/>
        </w:sectPr>
      </w:pPr>
      <w:rPr/>
    </w:p>
    <w:p>
      <w:pPr>
        <w:spacing w:before="85" w:after="0" w:line="113" w:lineRule="exact"/>
        <w:ind w:left="6921" w:right="-20"/>
        <w:jc w:val="left"/>
        <w:rPr>
          <w:rFonts w:ascii="Arial" w:hAnsi="Arial" w:cs="Arial" w:eastAsia="Arial"/>
          <w:sz w:val="10"/>
          <w:szCs w:val="10"/>
        </w:rPr>
      </w:pPr>
      <w:rPr/>
      <w:r>
        <w:rPr/>
        <w:pict>
          <v:group style="position:absolute;margin-left:70.19529pt;margin-top:3.001623pt;width:331.897716pt;height:.1pt;mso-position-horizontal-relative:page;mso-position-vertical-relative:paragraph;z-index:-2643" coordorigin="1404,60" coordsize="6638,2">
            <v:shape style="position:absolute;left:1404;top:60;width:6638;height:2" coordorigin="1404,60" coordsize="6638,0" path="m1404,60l8042,60e" filled="f" stroked="t" strokeweight="1.079927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0"/>
          <w:szCs w:val="10"/>
          <w:color w:val="919191"/>
          <w:spacing w:val="0"/>
          <w:w w:val="141"/>
        </w:rPr>
        <w:t>TipaBV!n</w:t>
      </w:r>
      <w:r>
        <w:rPr>
          <w:rFonts w:ascii="Arial" w:hAnsi="Arial" w:cs="Arial" w:eastAsia="Arial"/>
          <w:sz w:val="10"/>
          <w:szCs w:val="10"/>
          <w:color w:val="919191"/>
          <w:spacing w:val="0"/>
          <w:w w:val="141"/>
        </w:rPr>
        <w:t>a</w:t>
      </w:r>
      <w:r>
        <w:rPr>
          <w:rFonts w:ascii="Arial" w:hAnsi="Arial" w:cs="Arial" w:eastAsia="Arial"/>
          <w:sz w:val="10"/>
          <w:szCs w:val="10"/>
          <w:color w:val="919191"/>
          <w:spacing w:val="29"/>
          <w:w w:val="141"/>
        </w:rPr>
        <w:t> </w:t>
      </w:r>
      <w:r>
        <w:rPr>
          <w:rFonts w:ascii="Arial" w:hAnsi="Arial" w:cs="Arial" w:eastAsia="Arial"/>
          <w:sz w:val="10"/>
          <w:szCs w:val="10"/>
          <w:color w:val="919191"/>
          <w:spacing w:val="0"/>
          <w:w w:val="141"/>
        </w:rPr>
        <w:t>3eMnenonb30BQHVISI</w:t>
      </w:r>
      <w:r>
        <w:rPr>
          <w:rFonts w:ascii="Arial" w:hAnsi="Arial" w:cs="Arial" w:eastAsia="Arial"/>
          <w:sz w:val="10"/>
          <w:szCs w:val="10"/>
          <w:color w:val="919191"/>
          <w:spacing w:val="-16"/>
          <w:w w:val="141"/>
        </w:rPr>
        <w:t> </w:t>
      </w:r>
      <w:r>
        <w:rPr>
          <w:rFonts w:ascii="Arial" w:hAnsi="Arial" w:cs="Arial" w:eastAsia="Arial"/>
          <w:sz w:val="10"/>
          <w:szCs w:val="10"/>
          <w:color w:val="919191"/>
          <w:spacing w:val="0"/>
          <w:w w:val="100"/>
        </w:rPr>
        <w:t>VI</w:t>
      </w:r>
      <w:r>
        <w:rPr>
          <w:rFonts w:ascii="Arial" w:hAnsi="Arial" w:cs="Arial" w:eastAsia="Arial"/>
          <w:sz w:val="10"/>
          <w:szCs w:val="10"/>
          <w:color w:val="919191"/>
          <w:spacing w:val="17"/>
          <w:w w:val="100"/>
        </w:rPr>
        <w:t> </w:t>
      </w:r>
      <w:r>
        <w:rPr>
          <w:rFonts w:ascii="Arial" w:hAnsi="Arial" w:cs="Arial" w:eastAsia="Arial"/>
          <w:sz w:val="10"/>
          <w:szCs w:val="10"/>
          <w:color w:val="919191"/>
          <w:spacing w:val="0"/>
          <w:w w:val="120"/>
        </w:rPr>
        <w:t>3QCTpoiJIKV!</w:t>
      </w:r>
      <w:r>
        <w:rPr>
          <w:rFonts w:ascii="Arial" w:hAnsi="Arial" w:cs="Arial" w:eastAsia="Arial"/>
          <w:sz w:val="10"/>
          <w:szCs w:val="10"/>
          <w:color w:val="000000"/>
          <w:spacing w:val="0"/>
          <w:w w:val="100"/>
        </w:rPr>
      </w:r>
    </w:p>
    <w:p>
      <w:pPr>
        <w:spacing w:before="1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5.912991" w:type="dxa"/>
      </w:tblPr>
      <w:tblGrid/>
      <w:tr>
        <w:trPr>
          <w:trHeight w:val="251" w:hRule="exact"/>
        </w:trPr>
        <w:tc>
          <w:tcPr>
            <w:tcW w:w="2448" w:type="dxa"/>
            <w:tcBorders>
              <w:top w:val="single" w:sz="11.519224" w:space="0" w:color="000000"/>
              <w:bottom w:val="nil" w:sz="6" w:space="0" w:color="auto"/>
              <w:left w:val="single" w:sz="8.639416" w:space="0" w:color="000000"/>
              <w:right w:val="single" w:sz="8.639416" w:space="0" w:color="000000"/>
            </w:tcBorders>
          </w:tcPr>
          <w:p>
            <w:pPr>
              <w:spacing w:before="43" w:after="0" w:line="240" w:lineRule="auto"/>
              <w:ind w:left="108" w:right="-20"/>
              <w:jc w:val="left"/>
              <w:rPr>
                <w:rFonts w:ascii="Arial" w:hAnsi="Arial" w:cs="Arial" w:eastAsia="Arial"/>
                <w:sz w:val="13"/>
                <w:szCs w:val="13"/>
              </w:rPr>
            </w:pPr>
            <w:rPr/>
            <w:r>
              <w:rPr>
                <w:rFonts w:ascii="Arial" w:hAnsi="Arial" w:cs="Arial" w:eastAsia="Arial"/>
                <w:sz w:val="13"/>
                <w:szCs w:val="13"/>
                <w:color w:val="070707"/>
                <w:w w:val="122"/>
              </w:rPr>
              <w:t>o6cJI</w:t>
            </w:r>
            <w:r>
              <w:rPr>
                <w:rFonts w:ascii="Arial" w:hAnsi="Arial" w:cs="Arial" w:eastAsia="Arial"/>
                <w:sz w:val="13"/>
                <w:szCs w:val="13"/>
                <w:color w:val="070707"/>
                <w:w w:val="123"/>
              </w:rPr>
              <w:t>)</w:t>
            </w:r>
            <w:r>
              <w:rPr>
                <w:rFonts w:ascii="Arial" w:hAnsi="Arial" w:cs="Arial" w:eastAsia="Arial"/>
                <w:sz w:val="13"/>
                <w:szCs w:val="13"/>
                <w:color w:val="070707"/>
                <w:w w:val="122"/>
              </w:rPr>
              <w:t>'</w:t>
            </w:r>
            <w:r>
              <w:rPr>
                <w:rFonts w:ascii="Arial" w:hAnsi="Arial" w:cs="Arial" w:eastAsia="Arial"/>
                <w:sz w:val="13"/>
                <w:szCs w:val="13"/>
                <w:color w:val="070707"/>
                <w:w w:val="123"/>
              </w:rPr>
              <w:t>)</w:t>
            </w:r>
            <w:r>
              <w:rPr>
                <w:rFonts w:ascii="Arial" w:hAnsi="Arial" w:cs="Arial" w:eastAsia="Arial"/>
                <w:sz w:val="13"/>
                <w:szCs w:val="13"/>
                <w:color w:val="070707"/>
                <w:w w:val="122"/>
              </w:rPr>
              <w:t>KHBamre</w:t>
            </w:r>
            <w:r>
              <w:rPr>
                <w:rFonts w:ascii="Arial" w:hAnsi="Arial" w:cs="Arial" w:eastAsia="Arial"/>
                <w:sz w:val="13"/>
                <w:szCs w:val="13"/>
                <w:color w:val="000000"/>
                <w:w w:val="100"/>
              </w:rPr>
            </w:r>
          </w:p>
        </w:tc>
        <w:tc>
          <w:tcPr>
            <w:tcW w:w="5029" w:type="dxa"/>
            <w:tcBorders>
              <w:top w:val="single" w:sz="11.519224" w:space="0" w:color="000000"/>
              <w:bottom w:val="nil" w:sz="6" w:space="0" w:color="auto"/>
              <w:left w:val="single" w:sz="8.639416" w:space="0" w:color="000000"/>
              <w:right w:val="single" w:sz="11.519224" w:space="0" w:color="000000"/>
            </w:tcBorders>
          </w:tcPr>
          <w:p>
            <w:pPr>
              <w:spacing w:before="43" w:after="0" w:line="240" w:lineRule="auto"/>
              <w:ind w:left="94" w:right="-20"/>
              <w:jc w:val="left"/>
              <w:rPr>
                <w:rFonts w:ascii="Arial" w:hAnsi="Arial" w:cs="Arial" w:eastAsia="Arial"/>
                <w:sz w:val="13"/>
                <w:szCs w:val="13"/>
              </w:rPr>
            </w:pPr>
            <w:rPr/>
            <w:r>
              <w:rPr>
                <w:rFonts w:ascii="Arial" w:hAnsi="Arial" w:cs="Arial" w:eastAsia="Arial"/>
                <w:sz w:val="13"/>
                <w:szCs w:val="13"/>
                <w:color w:val="070707"/>
                <w:spacing w:val="0"/>
                <w:w w:val="121"/>
              </w:rPr>
              <w:t>Pa3Mepb</w:t>
            </w:r>
            <w:r>
              <w:rPr>
                <w:rFonts w:ascii="Arial" w:hAnsi="Arial" w:cs="Arial" w:eastAsia="Arial"/>
                <w:sz w:val="13"/>
                <w:szCs w:val="13"/>
                <w:color w:val="070707"/>
                <w:spacing w:val="0"/>
                <w:w w:val="121"/>
              </w:rPr>
              <w:t>r</w:t>
            </w:r>
            <w:r>
              <w:rPr>
                <w:rFonts w:ascii="Arial" w:hAnsi="Arial" w:cs="Arial" w:eastAsia="Arial"/>
                <w:sz w:val="13"/>
                <w:szCs w:val="13"/>
                <w:color w:val="070707"/>
                <w:spacing w:val="7"/>
                <w:w w:val="121"/>
              </w:rPr>
              <w:t> </w:t>
            </w:r>
            <w:r>
              <w:rPr>
                <w:rFonts w:ascii="Arial" w:hAnsi="Arial" w:cs="Arial" w:eastAsia="Arial"/>
                <w:sz w:val="13"/>
                <w:szCs w:val="13"/>
                <w:color w:val="181818"/>
                <w:spacing w:val="0"/>
                <w:w w:val="121"/>
              </w:rPr>
              <w:t>3eMeJibHbi</w:t>
            </w:r>
            <w:r>
              <w:rPr>
                <w:rFonts w:ascii="Arial" w:hAnsi="Arial" w:cs="Arial" w:eastAsia="Arial"/>
                <w:sz w:val="13"/>
                <w:szCs w:val="13"/>
                <w:color w:val="181818"/>
                <w:spacing w:val="0"/>
                <w:w w:val="121"/>
              </w:rPr>
              <w:t>X</w:t>
            </w:r>
            <w:r>
              <w:rPr>
                <w:rFonts w:ascii="Arial" w:hAnsi="Arial" w:cs="Arial" w:eastAsia="Arial"/>
                <w:sz w:val="13"/>
                <w:szCs w:val="13"/>
                <w:color w:val="181818"/>
                <w:spacing w:val="-10"/>
                <w:w w:val="121"/>
              </w:rPr>
              <w:t> </w:t>
            </w:r>
            <w:r>
              <w:rPr>
                <w:rFonts w:ascii="Arial" w:hAnsi="Arial" w:cs="Arial" w:eastAsia="Arial"/>
                <w:sz w:val="13"/>
                <w:szCs w:val="13"/>
                <w:color w:val="070707"/>
                <w:spacing w:val="0"/>
                <w:w w:val="110"/>
              </w:rPr>
              <w:t>Y"!aCTKOB</w:t>
            </w:r>
            <w:r>
              <w:rPr>
                <w:rFonts w:ascii="Arial" w:hAnsi="Arial" w:cs="Arial" w:eastAsia="Arial"/>
                <w:sz w:val="13"/>
                <w:szCs w:val="13"/>
                <w:color w:val="070707"/>
                <w:spacing w:val="8"/>
                <w:w w:val="110"/>
              </w:rPr>
              <w:t> </w:t>
            </w:r>
            <w:r>
              <w:rPr>
                <w:rFonts w:ascii="Arial" w:hAnsi="Arial" w:cs="Arial" w:eastAsia="Arial"/>
                <w:sz w:val="13"/>
                <w:szCs w:val="13"/>
                <w:color w:val="070707"/>
                <w:spacing w:val="0"/>
                <w:w w:val="117"/>
              </w:rPr>
              <w:t>orrpe,a:emnoTc5I</w:t>
            </w:r>
            <w:r>
              <w:rPr>
                <w:rFonts w:ascii="Arial" w:hAnsi="Arial" w:cs="Arial" w:eastAsia="Arial"/>
                <w:sz w:val="13"/>
                <w:szCs w:val="13"/>
                <w:color w:val="070707"/>
                <w:spacing w:val="-15"/>
                <w:w w:val="100"/>
              </w:rPr>
              <w:t> </w:t>
            </w:r>
            <w:r>
              <w:rPr>
                <w:rFonts w:ascii="Arial" w:hAnsi="Arial" w:cs="Arial" w:eastAsia="Arial"/>
                <w:sz w:val="13"/>
                <w:szCs w:val="13"/>
                <w:color w:val="070707"/>
                <w:spacing w:val="0"/>
                <w:w w:val="132"/>
              </w:rPr>
              <w:t>B</w:t>
            </w:r>
            <w:r>
              <w:rPr>
                <w:rFonts w:ascii="Arial" w:hAnsi="Arial" w:cs="Arial" w:eastAsia="Arial"/>
                <w:sz w:val="13"/>
                <w:szCs w:val="13"/>
                <w:color w:val="000000"/>
                <w:spacing w:val="0"/>
                <w:w w:val="100"/>
              </w:rPr>
            </w:r>
          </w:p>
        </w:tc>
        <w:tc>
          <w:tcPr>
            <w:tcW w:w="2837" w:type="dxa"/>
            <w:tcBorders>
              <w:top w:val="single" w:sz="11.519224" w:space="0" w:color="000000"/>
              <w:bottom w:val="nil" w:sz="6" w:space="0" w:color="auto"/>
              <w:left w:val="single" w:sz="11.519224" w:space="0" w:color="000000"/>
              <w:right w:val="single" w:sz="11.519224" w:space="0" w:color="000000"/>
            </w:tcBorders>
          </w:tcPr>
          <w:p>
            <w:pPr>
              <w:spacing w:before="51" w:after="0" w:line="240" w:lineRule="auto"/>
              <w:ind w:left="101" w:right="-20"/>
              <w:jc w:val="left"/>
              <w:rPr>
                <w:rFonts w:ascii="Arial" w:hAnsi="Arial" w:cs="Arial" w:eastAsia="Arial"/>
                <w:sz w:val="13"/>
                <w:szCs w:val="13"/>
              </w:rPr>
            </w:pPr>
            <w:rPr/>
            <w:r>
              <w:rPr>
                <w:rFonts w:ascii="Arial" w:hAnsi="Arial" w:cs="Arial" w:eastAsia="Arial"/>
                <w:sz w:val="13"/>
                <w:szCs w:val="13"/>
                <w:color w:val="070707"/>
                <w:spacing w:val="0"/>
                <w:w w:val="131"/>
              </w:rPr>
              <w:t>06beKTOB,Tpe6YRJ</w:t>
            </w:r>
            <w:r>
              <w:rPr>
                <w:rFonts w:ascii="Arial" w:hAnsi="Arial" w:cs="Arial" w:eastAsia="Arial"/>
                <w:sz w:val="13"/>
                <w:szCs w:val="13"/>
                <w:color w:val="070707"/>
                <w:spacing w:val="0"/>
                <w:w w:val="131"/>
              </w:rPr>
              <w:t> </w:t>
            </w:r>
            <w:r>
              <w:rPr>
                <w:rFonts w:ascii="Arial" w:hAnsi="Arial" w:cs="Arial" w:eastAsia="Arial"/>
                <w:sz w:val="13"/>
                <w:szCs w:val="13"/>
                <w:color w:val="070707"/>
                <w:spacing w:val="0"/>
                <w:w w:val="131"/>
              </w:rPr>
              <w:t>IIX</w:t>
            </w:r>
            <w:r>
              <w:rPr>
                <w:rFonts w:ascii="Arial" w:hAnsi="Arial" w:cs="Arial" w:eastAsia="Arial"/>
                <w:sz w:val="13"/>
                <w:szCs w:val="13"/>
                <w:color w:val="000000"/>
                <w:spacing w:val="0"/>
                <w:w w:val="100"/>
              </w:rPr>
            </w:r>
          </w:p>
        </w:tc>
      </w:tr>
      <w:tr>
        <w:trPr>
          <w:trHeight w:val="461" w:hRule="exact"/>
        </w:trPr>
        <w:tc>
          <w:tcPr>
            <w:tcW w:w="2448" w:type="dxa"/>
            <w:tcBorders>
              <w:top w:val="nil" w:sz="6" w:space="0" w:color="auto"/>
              <w:bottom w:val="single" w:sz="11.519224" w:space="0" w:color="000000"/>
              <w:left w:val="single" w:sz="8.639416" w:space="0" w:color="000000"/>
              <w:right w:val="single" w:sz="8.639416" w:space="0" w:color="000000"/>
            </w:tcBorders>
          </w:tcPr>
          <w:p>
            <w:pPr/>
            <w:rPr/>
          </w:p>
        </w:tc>
        <w:tc>
          <w:tcPr>
            <w:tcW w:w="5029" w:type="dxa"/>
            <w:tcBorders>
              <w:top w:val="nil" w:sz="6" w:space="0" w:color="auto"/>
              <w:bottom w:val="single" w:sz="11.519224" w:space="0" w:color="000000"/>
              <w:left w:val="single" w:sz="8.639416" w:space="0" w:color="000000"/>
              <w:right w:val="single" w:sz="11.519224" w:space="0" w:color="000000"/>
            </w:tcBorders>
          </w:tcPr>
          <w:p>
            <w:pPr>
              <w:spacing w:before="37" w:after="0" w:line="240" w:lineRule="auto"/>
              <w:ind w:left="108" w:right="-20"/>
              <w:jc w:val="left"/>
              <w:rPr>
                <w:rFonts w:ascii="Arial" w:hAnsi="Arial" w:cs="Arial" w:eastAsia="Arial"/>
                <w:sz w:val="13"/>
                <w:szCs w:val="13"/>
              </w:rPr>
            </w:pPr>
            <w:rPr/>
            <w:r>
              <w:rPr>
                <w:rFonts w:ascii="Arial" w:hAnsi="Arial" w:cs="Arial" w:eastAsia="Arial"/>
                <w:sz w:val="13"/>
                <w:szCs w:val="13"/>
                <w:color w:val="070707"/>
                <w:spacing w:val="0"/>
                <w:w w:val="107"/>
              </w:rPr>
              <w:t>COOTBeTCTBH</w:t>
            </w:r>
            <w:r>
              <w:rPr>
                <w:rFonts w:ascii="Arial" w:hAnsi="Arial" w:cs="Arial" w:eastAsia="Arial"/>
                <w:sz w:val="13"/>
                <w:szCs w:val="13"/>
                <w:color w:val="070707"/>
                <w:spacing w:val="0"/>
                <w:w w:val="107"/>
              </w:rPr>
              <w:t>H</w:t>
            </w:r>
            <w:r>
              <w:rPr>
                <w:rFonts w:ascii="Arial" w:hAnsi="Arial" w:cs="Arial" w:eastAsia="Arial"/>
                <w:sz w:val="13"/>
                <w:szCs w:val="13"/>
                <w:color w:val="070707"/>
                <w:spacing w:val="-5"/>
                <w:w w:val="107"/>
              </w:rPr>
              <w:t> </w:t>
            </w:r>
            <w:r>
              <w:rPr>
                <w:rFonts w:ascii="Arial" w:hAnsi="Arial" w:cs="Arial" w:eastAsia="Arial"/>
                <w:sz w:val="13"/>
                <w:szCs w:val="13"/>
                <w:color w:val="070707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13"/>
                <w:szCs w:val="13"/>
                <w:color w:val="070707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13"/>
                <w:szCs w:val="13"/>
                <w:color w:val="070707"/>
                <w:spacing w:val="0"/>
                <w:w w:val="123"/>
              </w:rPr>
              <w:t>peDIOHaJibHbiM</w:t>
            </w:r>
            <w:r>
              <w:rPr>
                <w:rFonts w:ascii="Arial" w:hAnsi="Arial" w:cs="Arial" w:eastAsia="Arial"/>
                <w:sz w:val="13"/>
                <w:szCs w:val="13"/>
                <w:color w:val="070707"/>
                <w:spacing w:val="0"/>
                <w:w w:val="124"/>
              </w:rPr>
              <w:t>H</w:t>
            </w:r>
            <w:r>
              <w:rPr>
                <w:rFonts w:ascii="Arial" w:hAnsi="Arial" w:cs="Arial" w:eastAsia="Arial"/>
                <w:sz w:val="13"/>
                <w:szCs w:val="13"/>
                <w:color w:val="070707"/>
                <w:spacing w:val="-17"/>
                <w:w w:val="100"/>
              </w:rPr>
              <w:t> </w:t>
            </w:r>
            <w:r>
              <w:rPr>
                <w:rFonts w:ascii="Arial" w:hAnsi="Arial" w:cs="Arial" w:eastAsia="Arial"/>
                <w:sz w:val="13"/>
                <w:szCs w:val="13"/>
                <w:color w:val="070707"/>
                <w:spacing w:val="0"/>
                <w:w w:val="117"/>
              </w:rPr>
              <w:t>HOpMaTHBaMH</w:t>
            </w:r>
            <w:r>
              <w:rPr>
                <w:rFonts w:ascii="Arial" w:hAnsi="Arial" w:cs="Arial" w:eastAsia="Arial"/>
                <w:sz w:val="13"/>
                <w:szCs w:val="13"/>
                <w:color w:val="000000"/>
                <w:spacing w:val="0"/>
                <w:w w:val="100"/>
              </w:rPr>
            </w:r>
          </w:p>
          <w:p>
            <w:pPr>
              <w:spacing w:before="66" w:after="0" w:line="240" w:lineRule="auto"/>
              <w:ind w:left="108" w:right="-20"/>
              <w:jc w:val="left"/>
              <w:rPr>
                <w:rFonts w:ascii="Arial" w:hAnsi="Arial" w:cs="Arial" w:eastAsia="Arial"/>
                <w:sz w:val="13"/>
                <w:szCs w:val="13"/>
              </w:rPr>
            </w:pPr>
            <w:rPr/>
            <w:r>
              <w:rPr>
                <w:rFonts w:ascii="Arial" w:hAnsi="Arial" w:cs="Arial" w:eastAsia="Arial"/>
                <w:sz w:val="13"/>
                <w:szCs w:val="13"/>
                <w:color w:val="070707"/>
                <w:w w:val="112"/>
              </w:rPr>
              <w:t>rpa,a</w:t>
            </w:r>
            <w:r>
              <w:rPr>
                <w:rFonts w:ascii="Arial" w:hAnsi="Arial" w:cs="Arial" w:eastAsia="Arial"/>
                <w:sz w:val="13"/>
                <w:szCs w:val="13"/>
                <w:color w:val="070707"/>
                <w:spacing w:val="-4"/>
                <w:w w:val="112"/>
              </w:rPr>
              <w:t>:</w:t>
            </w:r>
            <w:r>
              <w:rPr>
                <w:rFonts w:ascii="Arial" w:hAnsi="Arial" w:cs="Arial" w:eastAsia="Arial"/>
                <w:sz w:val="13"/>
                <w:szCs w:val="13"/>
                <w:color w:val="070707"/>
                <w:spacing w:val="7"/>
                <w:w w:val="148"/>
              </w:rPr>
              <w:t>o</w:t>
            </w:r>
            <w:r>
              <w:rPr>
                <w:rFonts w:ascii="Arial" w:hAnsi="Arial" w:cs="Arial" w:eastAsia="Arial"/>
                <w:sz w:val="13"/>
                <w:szCs w:val="13"/>
                <w:color w:val="070707"/>
                <w:spacing w:val="0"/>
                <w:w w:val="148"/>
              </w:rPr>
              <w:t>crp</w:t>
            </w:r>
            <w:r>
              <w:rPr>
                <w:rFonts w:ascii="Arial" w:hAnsi="Arial" w:cs="Arial" w:eastAsia="Arial"/>
                <w:sz w:val="13"/>
                <w:szCs w:val="13"/>
                <w:color w:val="070707"/>
                <w:spacing w:val="-4"/>
                <w:w w:val="148"/>
              </w:rPr>
              <w:t>o</w:t>
            </w:r>
            <w:r>
              <w:rPr>
                <w:rFonts w:ascii="Arial" w:hAnsi="Arial" w:cs="Arial" w:eastAsia="Arial"/>
                <w:sz w:val="13"/>
                <w:szCs w:val="13"/>
                <w:color w:val="070707"/>
                <w:spacing w:val="0"/>
                <w:w w:val="111"/>
              </w:rPr>
              <w:t>HTeJibH</w:t>
            </w:r>
            <w:r>
              <w:rPr>
                <w:rFonts w:ascii="Arial" w:hAnsi="Arial" w:cs="Arial" w:eastAsia="Arial"/>
                <w:sz w:val="13"/>
                <w:szCs w:val="13"/>
                <w:color w:val="070707"/>
                <w:spacing w:val="1"/>
                <w:w w:val="111"/>
              </w:rPr>
              <w:t>O</w:t>
            </w:r>
            <w:r>
              <w:rPr>
                <w:rFonts w:ascii="Arial" w:hAnsi="Arial" w:cs="Arial" w:eastAsia="Arial"/>
                <w:sz w:val="13"/>
                <w:szCs w:val="13"/>
                <w:color w:val="070707"/>
                <w:spacing w:val="0"/>
                <w:w w:val="169"/>
              </w:rPr>
              <w:t>ro</w:t>
            </w:r>
            <w:r>
              <w:rPr>
                <w:rFonts w:ascii="Arial" w:hAnsi="Arial" w:cs="Arial" w:eastAsia="Arial"/>
                <w:sz w:val="13"/>
                <w:szCs w:val="13"/>
                <w:color w:val="070707"/>
                <w:spacing w:val="5"/>
                <w:w w:val="100"/>
              </w:rPr>
              <w:t> </w:t>
            </w:r>
            <w:r>
              <w:rPr>
                <w:rFonts w:ascii="Arial" w:hAnsi="Arial" w:cs="Arial" w:eastAsia="Arial"/>
                <w:sz w:val="13"/>
                <w:szCs w:val="13"/>
                <w:color w:val="070707"/>
                <w:spacing w:val="0"/>
                <w:w w:val="132"/>
              </w:rPr>
              <w:t>rrpo</w:t>
            </w:r>
            <w:r>
              <w:rPr>
                <w:rFonts w:ascii="Arial" w:hAnsi="Arial" w:cs="Arial" w:eastAsia="Arial"/>
                <w:sz w:val="13"/>
                <w:szCs w:val="13"/>
                <w:color w:val="070707"/>
                <w:spacing w:val="4"/>
                <w:w w:val="132"/>
              </w:rPr>
              <w:t>e</w:t>
            </w:r>
            <w:r>
              <w:rPr>
                <w:rFonts w:ascii="Arial" w:hAnsi="Arial" w:cs="Arial" w:eastAsia="Arial"/>
                <w:sz w:val="13"/>
                <w:szCs w:val="13"/>
                <w:color w:val="070707"/>
                <w:spacing w:val="0"/>
                <w:w w:val="110"/>
              </w:rPr>
              <w:t>KTHpOBaHH5I.</w:t>
            </w:r>
            <w:r>
              <w:rPr>
                <w:rFonts w:ascii="Arial" w:hAnsi="Arial" w:cs="Arial" w:eastAsia="Arial"/>
                <w:sz w:val="13"/>
                <w:szCs w:val="13"/>
                <w:color w:val="000000"/>
                <w:spacing w:val="0"/>
                <w:w w:val="100"/>
              </w:rPr>
            </w:r>
          </w:p>
        </w:tc>
        <w:tc>
          <w:tcPr>
            <w:tcW w:w="2837" w:type="dxa"/>
            <w:tcBorders>
              <w:top w:val="nil" w:sz="6" w:space="0" w:color="auto"/>
              <w:bottom w:val="single" w:sz="11.519224" w:space="0" w:color="000000"/>
              <w:left w:val="single" w:sz="11.519224" w:space="0" w:color="000000"/>
              <w:right w:val="single" w:sz="11.519224" w:space="0" w:color="000000"/>
            </w:tcBorders>
          </w:tcPr>
          <w:p>
            <w:pPr>
              <w:spacing w:before="37" w:after="0" w:line="240" w:lineRule="auto"/>
              <w:ind w:left="101" w:right="-20"/>
              <w:jc w:val="left"/>
              <w:rPr>
                <w:rFonts w:ascii="Arial" w:hAnsi="Arial" w:cs="Arial" w:eastAsia="Arial"/>
                <w:sz w:val="13"/>
                <w:szCs w:val="13"/>
              </w:rPr>
            </w:pPr>
            <w:rPr/>
            <w:r>
              <w:rPr>
                <w:rFonts w:ascii="Arial" w:hAnsi="Arial" w:cs="Arial" w:eastAsia="Arial"/>
                <w:sz w:val="13"/>
                <w:szCs w:val="13"/>
                <w:color w:val="070707"/>
                <w:spacing w:val="0"/>
                <w:w w:val="115"/>
              </w:rPr>
              <w:t>ycTaHOBJieHH</w:t>
            </w:r>
            <w:r>
              <w:rPr>
                <w:rFonts w:ascii="Arial" w:hAnsi="Arial" w:cs="Arial" w:eastAsia="Arial"/>
                <w:sz w:val="13"/>
                <w:szCs w:val="13"/>
                <w:color w:val="070707"/>
                <w:spacing w:val="0"/>
                <w:w w:val="115"/>
              </w:rPr>
              <w:t>e</w:t>
            </w:r>
            <w:r>
              <w:rPr>
                <w:rFonts w:ascii="Arial" w:hAnsi="Arial" w:cs="Arial" w:eastAsia="Arial"/>
                <w:sz w:val="13"/>
                <w:szCs w:val="13"/>
                <w:color w:val="070707"/>
                <w:spacing w:val="13"/>
                <w:w w:val="115"/>
              </w:rPr>
              <w:t> </w:t>
            </w:r>
            <w:r>
              <w:rPr>
                <w:rFonts w:ascii="Arial" w:hAnsi="Arial" w:cs="Arial" w:eastAsia="Arial"/>
                <w:sz w:val="13"/>
                <w:szCs w:val="13"/>
                <w:color w:val="070707"/>
                <w:spacing w:val="0"/>
                <w:w w:val="115"/>
              </w:rPr>
              <w:t>CaHHTapHO-</w:t>
            </w:r>
            <w:r>
              <w:rPr>
                <w:rFonts w:ascii="Arial" w:hAnsi="Arial" w:cs="Arial" w:eastAsia="Arial"/>
                <w:sz w:val="13"/>
                <w:szCs w:val="13"/>
                <w:color w:val="000000"/>
                <w:spacing w:val="0"/>
                <w:w w:val="100"/>
              </w:rPr>
            </w:r>
          </w:p>
          <w:p>
            <w:pPr>
              <w:spacing w:before="66" w:after="0" w:line="240" w:lineRule="auto"/>
              <w:ind w:left="101" w:right="-20"/>
              <w:jc w:val="left"/>
              <w:rPr>
                <w:rFonts w:ascii="Arial" w:hAnsi="Arial" w:cs="Arial" w:eastAsia="Arial"/>
                <w:sz w:val="13"/>
                <w:szCs w:val="13"/>
              </w:rPr>
            </w:pPr>
            <w:rPr/>
            <w:r>
              <w:rPr>
                <w:rFonts w:ascii="Arial" w:hAnsi="Arial" w:cs="Arial" w:eastAsia="Arial"/>
                <w:sz w:val="13"/>
                <w:szCs w:val="13"/>
                <w:color w:val="070707"/>
                <w:spacing w:val="0"/>
                <w:w w:val="133"/>
              </w:rPr>
              <w:t>3a</w:t>
            </w:r>
            <w:r>
              <w:rPr>
                <w:rFonts w:ascii="Arial" w:hAnsi="Arial" w:cs="Arial" w:eastAsia="Arial"/>
                <w:sz w:val="13"/>
                <w:szCs w:val="13"/>
                <w:color w:val="070707"/>
                <w:spacing w:val="5"/>
                <w:w w:val="133"/>
              </w:rPr>
              <w:t> </w:t>
            </w:r>
            <w:r>
              <w:rPr>
                <w:rFonts w:ascii="Arial" w:hAnsi="Arial" w:cs="Arial" w:eastAsia="Arial"/>
                <w:sz w:val="13"/>
                <w:szCs w:val="13"/>
                <w:color w:val="070707"/>
                <w:spacing w:val="0"/>
                <w:w w:val="133"/>
              </w:rPr>
              <w:t>HTHbiX</w:t>
            </w:r>
            <w:r>
              <w:rPr>
                <w:rFonts w:ascii="Arial" w:hAnsi="Arial" w:cs="Arial" w:eastAsia="Arial"/>
                <w:sz w:val="13"/>
                <w:szCs w:val="13"/>
                <w:color w:val="070707"/>
                <w:spacing w:val="4"/>
                <w:w w:val="133"/>
              </w:rPr>
              <w:t> </w:t>
            </w:r>
            <w:r>
              <w:rPr>
                <w:rFonts w:ascii="Arial" w:hAnsi="Arial" w:cs="Arial" w:eastAsia="Arial"/>
                <w:sz w:val="13"/>
                <w:szCs w:val="13"/>
                <w:color w:val="070707"/>
                <w:spacing w:val="0"/>
                <w:w w:val="133"/>
              </w:rPr>
              <w:t>30H</w:t>
            </w:r>
            <w:r>
              <w:rPr>
                <w:rFonts w:ascii="Arial" w:hAnsi="Arial" w:cs="Arial" w:eastAsia="Arial"/>
                <w:sz w:val="13"/>
                <w:szCs w:val="13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44" w:after="0" w:line="240" w:lineRule="auto"/>
        <w:ind w:left="355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69.655327pt;margin-top:-17.858114pt;width:496.624668pt;height:17.280001pt;mso-position-horizontal-relative:page;mso-position-vertical-relative:paragraph;z-index:-2644" coordorigin="1393,-357" coordsize="9932,346">
            <v:shape style="position:absolute;left:9994;top:-357;width:1332;height:346" type="#_x0000_t75">
              <v:imagedata r:id="rId9" o:title=""/>
            </v:shape>
            <v:group style="position:absolute;left:1404;top:-77;width:8625;height:2" coordorigin="1404,-77" coordsize="8625,2">
              <v:shape style="position:absolute;left:1404;top:-77;width:8625;height:2" coordorigin="1404,-77" coordsize="8625,0" path="m1404,-77l10029,-77e" filled="f" stroked="t" strokeweight="1.079927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2"/>
          <w:szCs w:val="12"/>
          <w:color w:val="919191"/>
          <w:spacing w:val="0"/>
          <w:w w:val="119"/>
        </w:rPr>
        <w:t>npas!An</w:t>
      </w:r>
      <w:r>
        <w:rPr>
          <w:rFonts w:ascii="Arial" w:hAnsi="Arial" w:cs="Arial" w:eastAsia="Arial"/>
          <w:sz w:val="12"/>
          <w:szCs w:val="12"/>
          <w:color w:val="919191"/>
          <w:spacing w:val="0"/>
          <w:w w:val="119"/>
        </w:rPr>
        <w:t>a</w:t>
      </w:r>
      <w:r>
        <w:rPr>
          <w:rFonts w:ascii="Arial" w:hAnsi="Arial" w:cs="Arial" w:eastAsia="Arial"/>
          <w:sz w:val="12"/>
          <w:szCs w:val="12"/>
          <w:color w:val="919191"/>
          <w:spacing w:val="-7"/>
          <w:w w:val="119"/>
        </w:rPr>
        <w:t> </w:t>
      </w:r>
      <w:r>
        <w:rPr>
          <w:rFonts w:ascii="Arial" w:hAnsi="Arial" w:cs="Arial" w:eastAsia="Arial"/>
          <w:sz w:val="12"/>
          <w:szCs w:val="12"/>
          <w:color w:val="919191"/>
          <w:spacing w:val="0"/>
          <w:w w:val="100"/>
        </w:rPr>
        <w:t>JeMilenonbJOBOHIASI</w:t>
      </w:r>
      <w:r>
        <w:rPr>
          <w:rFonts w:ascii="Arial" w:hAnsi="Arial" w:cs="Arial" w:eastAsia="Arial"/>
          <w:sz w:val="12"/>
          <w:szCs w:val="12"/>
          <w:color w:val="919191"/>
          <w:spacing w:val="17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919191"/>
          <w:spacing w:val="0"/>
          <w:w w:val="72"/>
        </w:rPr>
        <w:t>l</w:t>
      </w:r>
      <w:r>
        <w:rPr>
          <w:rFonts w:ascii="Arial" w:hAnsi="Arial" w:cs="Arial" w:eastAsia="Arial"/>
          <w:sz w:val="12"/>
          <w:szCs w:val="12"/>
          <w:color w:val="919191"/>
          <w:spacing w:val="0"/>
          <w:w w:val="72"/>
        </w:rPr>
        <w:t>A</w:t>
      </w:r>
      <w:r>
        <w:rPr>
          <w:rFonts w:ascii="Arial" w:hAnsi="Arial" w:cs="Arial" w:eastAsia="Arial"/>
          <w:sz w:val="12"/>
          <w:szCs w:val="12"/>
          <w:color w:val="919191"/>
          <w:spacing w:val="18"/>
          <w:w w:val="72"/>
        </w:rPr>
        <w:t> </w:t>
      </w:r>
      <w:r>
        <w:rPr>
          <w:rFonts w:ascii="Arial" w:hAnsi="Arial" w:cs="Arial" w:eastAsia="Arial"/>
          <w:sz w:val="12"/>
          <w:szCs w:val="12"/>
          <w:color w:val="A3A3A3"/>
          <w:spacing w:val="0"/>
          <w:w w:val="100"/>
        </w:rPr>
        <w:t>JacTpoiAKIA</w:t>
      </w:r>
      <w:r>
        <w:rPr>
          <w:rFonts w:ascii="Arial" w:hAnsi="Arial" w:cs="Arial" w:eastAsia="Arial"/>
          <w:sz w:val="12"/>
          <w:szCs w:val="12"/>
          <w:color w:val="A3A3A3"/>
          <w:spacing w:val="-1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919191"/>
          <w:spacing w:val="0"/>
          <w:w w:val="97"/>
        </w:rPr>
        <w:t>PocTOBKIAHCKor</w:t>
      </w:r>
      <w:r>
        <w:rPr>
          <w:rFonts w:ascii="Arial" w:hAnsi="Arial" w:cs="Arial" w:eastAsia="Arial"/>
          <w:sz w:val="12"/>
          <w:szCs w:val="12"/>
          <w:color w:val="919191"/>
          <w:spacing w:val="0"/>
          <w:w w:val="97"/>
        </w:rPr>
        <w:t>o</w:t>
      </w:r>
      <w:r>
        <w:rPr>
          <w:rFonts w:ascii="Arial" w:hAnsi="Arial" w:cs="Arial" w:eastAsia="Arial"/>
          <w:sz w:val="12"/>
          <w:szCs w:val="12"/>
          <w:color w:val="919191"/>
          <w:spacing w:val="15"/>
          <w:w w:val="97"/>
        </w:rPr>
        <w:t> </w:t>
      </w:r>
      <w:r>
        <w:rPr>
          <w:rFonts w:ascii="Arial" w:hAnsi="Arial" w:cs="Arial" w:eastAsia="Arial"/>
          <w:sz w:val="12"/>
          <w:szCs w:val="12"/>
          <w:color w:val="A3A3A3"/>
          <w:spacing w:val="0"/>
          <w:w w:val="116"/>
        </w:rPr>
        <w:t>cenbcKor</w:t>
      </w:r>
      <w:r>
        <w:rPr>
          <w:rFonts w:ascii="Arial" w:hAnsi="Arial" w:cs="Arial" w:eastAsia="Arial"/>
          <w:sz w:val="12"/>
          <w:szCs w:val="12"/>
          <w:color w:val="A3A3A3"/>
          <w:spacing w:val="0"/>
          <w:w w:val="116"/>
        </w:rPr>
        <w:t>o</w:t>
      </w:r>
      <w:r>
        <w:rPr>
          <w:rFonts w:ascii="Arial" w:hAnsi="Arial" w:cs="Arial" w:eastAsia="Arial"/>
          <w:sz w:val="12"/>
          <w:szCs w:val="12"/>
          <w:color w:val="A3A3A3"/>
          <w:spacing w:val="20"/>
          <w:w w:val="116"/>
        </w:rPr>
        <w:t> </w:t>
      </w:r>
      <w:r>
        <w:rPr>
          <w:rFonts w:ascii="Arial" w:hAnsi="Arial" w:cs="Arial" w:eastAsia="Arial"/>
          <w:sz w:val="12"/>
          <w:szCs w:val="12"/>
          <w:color w:val="919191"/>
          <w:spacing w:val="0"/>
          <w:w w:val="100"/>
        </w:rPr>
        <w:t>noceneHIASI</w:t>
      </w:r>
      <w:r>
        <w:rPr>
          <w:rFonts w:ascii="Arial" w:hAnsi="Arial" w:cs="Arial" w:eastAsia="Arial"/>
          <w:sz w:val="12"/>
          <w:szCs w:val="12"/>
          <w:color w:val="919191"/>
          <w:spacing w:val="26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919191"/>
          <w:spacing w:val="0"/>
          <w:w w:val="114"/>
        </w:rPr>
        <w:t>OMcKor</w:t>
      </w:r>
      <w:r>
        <w:rPr>
          <w:rFonts w:ascii="Arial" w:hAnsi="Arial" w:cs="Arial" w:eastAsia="Arial"/>
          <w:sz w:val="12"/>
          <w:szCs w:val="12"/>
          <w:color w:val="919191"/>
          <w:spacing w:val="0"/>
          <w:w w:val="114"/>
        </w:rPr>
        <w:t>o</w:t>
      </w:r>
      <w:r>
        <w:rPr>
          <w:rFonts w:ascii="Arial" w:hAnsi="Arial" w:cs="Arial" w:eastAsia="Arial"/>
          <w:sz w:val="12"/>
          <w:szCs w:val="12"/>
          <w:color w:val="919191"/>
          <w:spacing w:val="-1"/>
          <w:w w:val="114"/>
        </w:rPr>
        <w:t> </w:t>
      </w:r>
      <w:r>
        <w:rPr>
          <w:rFonts w:ascii="Arial" w:hAnsi="Arial" w:cs="Arial" w:eastAsia="Arial"/>
          <w:sz w:val="12"/>
          <w:szCs w:val="12"/>
          <w:color w:val="919191"/>
          <w:spacing w:val="0"/>
          <w:w w:val="100"/>
        </w:rPr>
        <w:t>MYHIAl.IIAnanbHor</w:t>
      </w:r>
      <w:r>
        <w:rPr>
          <w:rFonts w:ascii="Arial" w:hAnsi="Arial" w:cs="Arial" w:eastAsia="Arial"/>
          <w:sz w:val="12"/>
          <w:szCs w:val="12"/>
          <w:color w:val="919191"/>
          <w:spacing w:val="0"/>
          <w:w w:val="100"/>
        </w:rPr>
        <w:t>o</w:t>
      </w:r>
      <w:r>
        <w:rPr>
          <w:rFonts w:ascii="Arial" w:hAnsi="Arial" w:cs="Arial" w:eastAsia="Arial"/>
          <w:sz w:val="12"/>
          <w:szCs w:val="12"/>
          <w:color w:val="919191"/>
          <w:spacing w:val="33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919191"/>
          <w:spacing w:val="0"/>
          <w:w w:val="100"/>
        </w:rPr>
        <w:t>paiAoH</w:t>
      </w:r>
      <w:r>
        <w:rPr>
          <w:rFonts w:ascii="Arial" w:hAnsi="Arial" w:cs="Arial" w:eastAsia="Arial"/>
          <w:sz w:val="12"/>
          <w:szCs w:val="12"/>
          <w:color w:val="919191"/>
          <w:spacing w:val="0"/>
          <w:w w:val="100"/>
        </w:rPr>
        <w:t>a</w:t>
      </w:r>
      <w:r>
        <w:rPr>
          <w:rFonts w:ascii="Arial" w:hAnsi="Arial" w:cs="Arial" w:eastAsia="Arial"/>
          <w:sz w:val="12"/>
          <w:szCs w:val="12"/>
          <w:color w:val="919191"/>
          <w:spacing w:val="24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919191"/>
          <w:spacing w:val="0"/>
          <w:w w:val="100"/>
        </w:rPr>
        <w:t>OMcKoiA</w:t>
      </w:r>
      <w:r>
        <w:rPr>
          <w:rFonts w:ascii="Arial" w:hAnsi="Arial" w:cs="Arial" w:eastAsia="Arial"/>
          <w:sz w:val="12"/>
          <w:szCs w:val="12"/>
          <w:color w:val="919191"/>
          <w:spacing w:val="21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919191"/>
          <w:spacing w:val="0"/>
          <w:w w:val="101"/>
        </w:rPr>
        <w:t>o6nacTIA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sectPr>
      <w:pgMar w:header="0" w:footer="0" w:top="640" w:bottom="280" w:left="1200" w:right="180"/>
      <w:headerReference w:type="default" r:id="rId7"/>
      <w:footerReference w:type="default" r:id="rId8"/>
      <w:pgSz w:w="1192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204"/>
    <w:family w:val="roman"/>
    <w:pitch w:val="variable"/>
  </w:font>
  <w:font w:name="Arial">
    <w:altName w:val="Arial"/>
    <w:charset w:val="204"/>
    <w:family w:val="swiss"/>
    <w:pitch w:val="variable"/>
  </w:font>
  <w:font w:name="Comic Sans MS">
    <w:altName w:val="Comic Sans MS"/>
    <w:charset w:val="204"/>
    <w:family w:val="script"/>
    <w:pitch w:val="variable"/>
  </w:font>
  <w:font w:name="Cambria">
    <w:altName w:val="Cambria"/>
    <w:charset w:val="204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6.400002pt;margin-top:799.891785pt;width:453.000001pt;height:22.97246pt;mso-position-horizontal-relative:page;mso-position-vertical-relative:page;z-index:-2675" type="#_x0000_t202" filled="f" stroked="f">
          <v:textbox inset="0,0,0,0">
            <w:txbxContent>
              <w:p>
                <w:pPr>
                  <w:spacing w:before="0" w:after="0" w:line="236" w:lineRule="exact"/>
                  <w:ind w:right="20"/>
                  <w:jc w:val="right"/>
                  <w:rPr>
                    <w:rFonts w:ascii="Comic Sans MS" w:hAnsi="Comic Sans MS" w:cs="Comic Sans MS" w:eastAsia="Comic Sans MS"/>
                    <w:sz w:val="20"/>
                    <w:szCs w:val="20"/>
                  </w:rPr>
                </w:pPr>
                <w:rPr/>
                <w:r>
                  <w:rPr>
                    <w:rFonts w:ascii="Comic Sans MS" w:hAnsi="Comic Sans MS" w:cs="Comic Sans MS" w:eastAsia="Comic Sans MS"/>
                    <w:sz w:val="20"/>
                    <w:szCs w:val="20"/>
                    <w:color w:val="8D8D8D"/>
                    <w:position w:val="1"/>
                  </w:rPr>
                </w:r>
                <w:r>
                  <w:rPr/>
                  <w:fldChar w:fldCharType="begin"/>
                </w:r>
                <w:r>
                  <w:rPr>
                    <w:rFonts w:ascii="Comic Sans MS" w:hAnsi="Comic Sans MS" w:cs="Comic Sans MS" w:eastAsia="Comic Sans MS"/>
                    <w:sz w:val="20"/>
                    <w:szCs w:val="20"/>
                    <w:color w:val="8D8D8D"/>
                    <w:spacing w:val="0"/>
                    <w:w w:val="100"/>
                    <w:position w:val="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</w:t>
                </w:r>
                <w:r>
                  <w:rPr/>
                  <w:fldChar w:fldCharType="end"/>
                </w:r>
                <w:r>
                  <w:rPr>
                    <w:rFonts w:ascii="Comic Sans MS" w:hAnsi="Comic Sans MS" w:cs="Comic Sans MS" w:eastAsia="Comic Sans MS"/>
                    <w:sz w:val="20"/>
                    <w:szCs w:val="20"/>
                    <w:color w:val="8D8D8D"/>
                    <w:spacing w:val="2"/>
                    <w:w w:val="100"/>
                    <w:position w:val="1"/>
                  </w:rPr>
                </w:r>
                <w:r>
                  <w:rPr>
                    <w:rFonts w:ascii="Comic Sans MS" w:hAnsi="Comic Sans MS" w:cs="Comic Sans MS" w:eastAsia="Comic Sans MS"/>
                    <w:sz w:val="20"/>
                    <w:szCs w:val="20"/>
                    <w:color w:val="000000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19" w:after="0" w:line="240" w:lineRule="auto"/>
                  <w:ind w:left="20" w:right="-20"/>
                  <w:jc w:val="left"/>
                  <w:rPr>
                    <w:rFonts w:ascii="Comic Sans MS" w:hAnsi="Comic Sans MS" w:cs="Comic Sans MS" w:eastAsia="Comic Sans MS"/>
                    <w:sz w:val="14"/>
                    <w:szCs w:val="14"/>
                  </w:rPr>
                </w:pPr>
                <w:rPr/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1"/>
                    <w:w w:val="100"/>
                  </w:rPr>
                  <w:t>П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1"/>
                    <w:w w:val="100"/>
                  </w:rPr>
                  <w:t>р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0"/>
                    <w:w w:val="100"/>
                  </w:rPr>
                  <w:t>а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1"/>
                    <w:w w:val="100"/>
                  </w:rPr>
                  <w:t>в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-1"/>
                    <w:w w:val="100"/>
                  </w:rPr>
                  <w:t>и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1"/>
                    <w:w w:val="100"/>
                  </w:rPr>
                  <w:t>л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0"/>
                    <w:w w:val="100"/>
                  </w:rPr>
                  <w:t>а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-2"/>
                    <w:w w:val="100"/>
                  </w:rPr>
                  <w:t> 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-1"/>
                    <w:w w:val="100"/>
                  </w:rPr>
                  <w:t>з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-1"/>
                    <w:w w:val="100"/>
                  </w:rPr>
                  <w:t>е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1"/>
                    <w:w w:val="100"/>
                  </w:rPr>
                  <w:t>мл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-1"/>
                    <w:w w:val="100"/>
                  </w:rPr>
                  <w:t>е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1"/>
                    <w:w w:val="100"/>
                  </w:rPr>
                  <w:t>п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-3"/>
                    <w:w w:val="100"/>
                  </w:rPr>
                  <w:t>о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1"/>
                    <w:w w:val="100"/>
                  </w:rPr>
                  <w:t>л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-1"/>
                    <w:w w:val="100"/>
                  </w:rPr>
                  <w:t>ь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-1"/>
                    <w:w w:val="100"/>
                  </w:rPr>
                  <w:t>з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1"/>
                    <w:w w:val="100"/>
                  </w:rPr>
                  <w:t>ов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0"/>
                    <w:w w:val="100"/>
                  </w:rPr>
                  <w:t>а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2"/>
                    <w:w w:val="100"/>
                  </w:rPr>
                  <w:t>н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-1"/>
                    <w:w w:val="100"/>
                  </w:rPr>
                  <w:t>и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0"/>
                    <w:w w:val="100"/>
                  </w:rPr>
                  <w:t>я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-1"/>
                    <w:w w:val="100"/>
                  </w:rPr>
                  <w:t> 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0"/>
                    <w:w w:val="100"/>
                  </w:rPr>
                  <w:t>и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-3"/>
                    <w:w w:val="100"/>
                  </w:rPr>
                  <w:t> 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-1"/>
                    <w:w w:val="100"/>
                  </w:rPr>
                  <w:t>з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0"/>
                    <w:w w:val="100"/>
                  </w:rPr>
                  <w:t>ас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-2"/>
                    <w:w w:val="100"/>
                  </w:rPr>
                  <w:t>т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1"/>
                    <w:w w:val="100"/>
                  </w:rPr>
                  <w:t>р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1"/>
                    <w:w w:val="100"/>
                  </w:rPr>
                  <w:t>о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-1"/>
                    <w:w w:val="100"/>
                  </w:rPr>
                  <w:t>й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-1"/>
                    <w:w w:val="100"/>
                  </w:rPr>
                  <w:t>к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0"/>
                    <w:w w:val="100"/>
                  </w:rPr>
                  <w:t>и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1"/>
                    <w:w w:val="100"/>
                  </w:rPr>
                  <w:t> 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-1"/>
                    <w:w w:val="100"/>
                  </w:rPr>
                  <w:t>Р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1"/>
                    <w:w w:val="100"/>
                  </w:rPr>
                  <w:t>о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0"/>
                    <w:w w:val="100"/>
                  </w:rPr>
                  <w:t>с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-2"/>
                    <w:w w:val="100"/>
                  </w:rPr>
                  <w:t>т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1"/>
                    <w:w w:val="100"/>
                  </w:rPr>
                  <w:t>о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1"/>
                    <w:w w:val="100"/>
                  </w:rPr>
                  <w:t>в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-1"/>
                    <w:w w:val="100"/>
                  </w:rPr>
                  <w:t>ки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2"/>
                    <w:w w:val="100"/>
                  </w:rPr>
                  <w:t>н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0"/>
                    <w:w w:val="100"/>
                  </w:rPr>
                  <w:t>с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-1"/>
                    <w:w w:val="100"/>
                  </w:rPr>
                  <w:t>к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1"/>
                    <w:w w:val="100"/>
                  </w:rPr>
                  <w:t>о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-2"/>
                    <w:w w:val="100"/>
                  </w:rPr>
                  <w:t>г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0"/>
                    <w:w w:val="100"/>
                  </w:rPr>
                  <w:t>о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-1"/>
                    <w:w w:val="100"/>
                  </w:rPr>
                  <w:t> 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0"/>
                    <w:w w:val="100"/>
                  </w:rPr>
                  <w:t>с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3"/>
                    <w:w w:val="100"/>
                  </w:rPr>
                  <w:t>е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1"/>
                    <w:w w:val="100"/>
                  </w:rPr>
                  <w:t>л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-1"/>
                    <w:w w:val="100"/>
                  </w:rPr>
                  <w:t>ь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0"/>
                    <w:w w:val="100"/>
                  </w:rPr>
                  <w:t>с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-1"/>
                    <w:w w:val="100"/>
                  </w:rPr>
                  <w:t>к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1"/>
                    <w:w w:val="100"/>
                  </w:rPr>
                  <w:t>о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-2"/>
                    <w:w w:val="100"/>
                  </w:rPr>
                  <w:t>г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0"/>
                    <w:w w:val="100"/>
                  </w:rPr>
                  <w:t>о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-1"/>
                    <w:w w:val="100"/>
                  </w:rPr>
                  <w:t> 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1"/>
                    <w:w w:val="100"/>
                  </w:rPr>
                  <w:t>по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0"/>
                    <w:w w:val="100"/>
                  </w:rPr>
                  <w:t>с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-1"/>
                    <w:w w:val="100"/>
                  </w:rPr>
                  <w:t>е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1"/>
                    <w:w w:val="100"/>
                  </w:rPr>
                  <w:t>л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-1"/>
                    <w:w w:val="100"/>
                  </w:rPr>
                  <w:t>е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2"/>
                    <w:w w:val="100"/>
                  </w:rPr>
                  <w:t>н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-1"/>
                    <w:w w:val="100"/>
                  </w:rPr>
                  <w:t>и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0"/>
                    <w:w w:val="100"/>
                  </w:rPr>
                  <w:t>я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-1"/>
                    <w:w w:val="100"/>
                  </w:rPr>
                  <w:t> 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0"/>
                    <w:w w:val="100"/>
                  </w:rPr>
                  <w:t>О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1"/>
                    <w:w w:val="100"/>
                  </w:rPr>
                  <w:t>м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0"/>
                    <w:w w:val="100"/>
                  </w:rPr>
                  <w:t>с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-1"/>
                    <w:w w:val="100"/>
                  </w:rPr>
                  <w:t>к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1"/>
                    <w:w w:val="100"/>
                  </w:rPr>
                  <w:t>о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-2"/>
                    <w:w w:val="100"/>
                  </w:rPr>
                  <w:t>г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0"/>
                    <w:w w:val="100"/>
                  </w:rPr>
                  <w:t>о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-1"/>
                    <w:w w:val="100"/>
                  </w:rPr>
                  <w:t> 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1"/>
                    <w:w w:val="100"/>
                  </w:rPr>
                  <w:t>м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-1"/>
                    <w:w w:val="100"/>
                  </w:rPr>
                  <w:t>у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2"/>
                    <w:w w:val="100"/>
                  </w:rPr>
                  <w:t>н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-1"/>
                    <w:w w:val="100"/>
                  </w:rPr>
                  <w:t>и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1"/>
                    <w:w w:val="100"/>
                  </w:rPr>
                  <w:t>ц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-1"/>
                    <w:w w:val="100"/>
                  </w:rPr>
                  <w:t>и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1"/>
                    <w:w w:val="100"/>
                  </w:rPr>
                  <w:t>п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0"/>
                    <w:w w:val="100"/>
                  </w:rPr>
                  <w:t>а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1"/>
                    <w:w w:val="100"/>
                  </w:rPr>
                  <w:t>л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-1"/>
                    <w:w w:val="100"/>
                  </w:rPr>
                  <w:t>ь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-2"/>
                    <w:w w:val="100"/>
                  </w:rPr>
                  <w:t>н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1"/>
                    <w:w w:val="100"/>
                  </w:rPr>
                  <w:t>о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-2"/>
                    <w:w w:val="100"/>
                  </w:rPr>
                  <w:t>г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0"/>
                    <w:w w:val="100"/>
                  </w:rPr>
                  <w:t>о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-1"/>
                    <w:w w:val="100"/>
                  </w:rPr>
                  <w:t> 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1"/>
                    <w:w w:val="100"/>
                  </w:rPr>
                  <w:t>р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0"/>
                    <w:w w:val="100"/>
                  </w:rPr>
                  <w:t>а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-1"/>
                    <w:w w:val="100"/>
                  </w:rPr>
                  <w:t>й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1"/>
                    <w:w w:val="100"/>
                  </w:rPr>
                  <w:t>о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2"/>
                    <w:w w:val="100"/>
                  </w:rPr>
                  <w:t>н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0"/>
                    <w:w w:val="100"/>
                  </w:rPr>
                  <w:t>а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-2"/>
                    <w:w w:val="100"/>
                  </w:rPr>
                  <w:t> 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0"/>
                    <w:w w:val="100"/>
                  </w:rPr>
                  <w:t>О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1"/>
                    <w:w w:val="100"/>
                  </w:rPr>
                  <w:t>м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0"/>
                    <w:w w:val="100"/>
                  </w:rPr>
                  <w:t>с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-5"/>
                    <w:w w:val="100"/>
                  </w:rPr>
                  <w:t>к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1"/>
                    <w:w w:val="100"/>
                  </w:rPr>
                  <w:t>о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0"/>
                    <w:w w:val="100"/>
                  </w:rPr>
                  <w:t>й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-3"/>
                    <w:w w:val="100"/>
                  </w:rPr>
                  <w:t> 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1"/>
                    <w:w w:val="100"/>
                  </w:rPr>
                  <w:t>о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-2"/>
                    <w:w w:val="100"/>
                  </w:rPr>
                  <w:t>б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1"/>
                    <w:w w:val="100"/>
                  </w:rPr>
                  <w:t>л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0"/>
                    <w:w w:val="100"/>
                  </w:rPr>
                  <w:t>ас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-2"/>
                    <w:w w:val="100"/>
                  </w:rPr>
                  <w:t>т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8D8D8D"/>
                    <w:spacing w:val="0"/>
                    <w:w w:val="100"/>
                  </w:rPr>
                  <w:t>и</w:t>
                </w:r>
                <w:r>
                  <w:rPr>
                    <w:rFonts w:ascii="Comic Sans MS" w:hAnsi="Comic Sans MS" w:cs="Comic Sans MS" w:eastAsia="Comic Sans MS"/>
                    <w:sz w:val="14"/>
                    <w:szCs w:val="14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70.449997pt;margin-top:35.849987pt;width:495.75pt;height:11.5pt;mso-position-horizontal-relative:page;mso-position-vertical-relative:page;z-index:-2677" coordorigin="1409,717" coordsize="9915,230">
          <v:shape style="position:absolute;left:1409;top:717;width:9915;height:230" coordorigin="1409,717" coordsize="9915,230" path="m1409,717l8032,717,8032,947,11324,947e" filled="f" stroked="t" strokeweight=".75pt" strokecolor="#A6A6A6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05.200012pt;margin-top:34.673428pt;width:159.094407pt;height:10pt;mso-position-horizontal-relative:page;mso-position-vertical-relative:page;z-index:-2676" type="#_x0000_t202" filled="f" stroked="f">
          <v:textbox inset="0,0,0,0">
            <w:txbxContent>
              <w:p>
                <w:pPr>
                  <w:spacing w:before="0" w:after="0" w:line="193" w:lineRule="exact"/>
                  <w:ind w:left="20" w:right="-44"/>
                  <w:jc w:val="left"/>
                  <w:rPr>
                    <w:rFonts w:ascii="Comic Sans MS" w:hAnsi="Comic Sans MS" w:cs="Comic Sans MS" w:eastAsia="Comic Sans MS"/>
                    <w:sz w:val="16"/>
                    <w:szCs w:val="16"/>
                  </w:rPr>
                </w:pPr>
                <w:rPr/>
                <w:r>
                  <w:rPr>
                    <w:rFonts w:ascii="Comic Sans MS" w:hAnsi="Comic Sans MS" w:cs="Comic Sans MS" w:eastAsia="Comic Sans MS"/>
                    <w:sz w:val="16"/>
                    <w:szCs w:val="16"/>
                    <w:color w:val="8D8D8D"/>
                    <w:spacing w:val="-1"/>
                    <w:w w:val="100"/>
                    <w:position w:val="1"/>
                  </w:rPr>
                  <w:t>П</w:t>
                </w:r>
                <w:r>
                  <w:rPr>
                    <w:rFonts w:ascii="Comic Sans MS" w:hAnsi="Comic Sans MS" w:cs="Comic Sans MS" w:eastAsia="Comic Sans MS"/>
                    <w:sz w:val="16"/>
                    <w:szCs w:val="16"/>
                    <w:color w:val="8D8D8D"/>
                    <w:spacing w:val="-2"/>
                    <w:w w:val="100"/>
                    <w:position w:val="1"/>
                  </w:rPr>
                  <w:t>ра</w:t>
                </w:r>
                <w:r>
                  <w:rPr>
                    <w:rFonts w:ascii="Comic Sans MS" w:hAnsi="Comic Sans MS" w:cs="Comic Sans MS" w:eastAsia="Comic Sans MS"/>
                    <w:sz w:val="16"/>
                    <w:szCs w:val="16"/>
                    <w:color w:val="8D8D8D"/>
                    <w:spacing w:val="3"/>
                    <w:w w:val="100"/>
                    <w:position w:val="1"/>
                  </w:rPr>
                  <w:t>в</w:t>
                </w:r>
                <w:r>
                  <w:rPr>
                    <w:rFonts w:ascii="Comic Sans MS" w:hAnsi="Comic Sans MS" w:cs="Comic Sans MS" w:eastAsia="Comic Sans MS"/>
                    <w:sz w:val="16"/>
                    <w:szCs w:val="16"/>
                    <w:color w:val="8D8D8D"/>
                    <w:spacing w:val="-2"/>
                    <w:w w:val="100"/>
                    <w:position w:val="1"/>
                  </w:rPr>
                  <w:t>и</w:t>
                </w:r>
                <w:r>
                  <w:rPr>
                    <w:rFonts w:ascii="Comic Sans MS" w:hAnsi="Comic Sans MS" w:cs="Comic Sans MS" w:eastAsia="Comic Sans MS"/>
                    <w:sz w:val="16"/>
                    <w:szCs w:val="16"/>
                    <w:color w:val="8D8D8D"/>
                    <w:spacing w:val="0"/>
                    <w:w w:val="100"/>
                    <w:position w:val="1"/>
                  </w:rPr>
                  <w:t>ла</w:t>
                </w:r>
                <w:r>
                  <w:rPr>
                    <w:rFonts w:ascii="Comic Sans MS" w:hAnsi="Comic Sans MS" w:cs="Comic Sans MS" w:eastAsia="Comic Sans MS"/>
                    <w:sz w:val="16"/>
                    <w:szCs w:val="16"/>
                    <w:color w:val="8D8D8D"/>
                    <w:spacing w:val="-2"/>
                    <w:w w:val="100"/>
                    <w:position w:val="1"/>
                  </w:rPr>
                  <w:t> </w:t>
                </w:r>
                <w:r>
                  <w:rPr>
                    <w:rFonts w:ascii="Comic Sans MS" w:hAnsi="Comic Sans MS" w:cs="Comic Sans MS" w:eastAsia="Comic Sans MS"/>
                    <w:sz w:val="16"/>
                    <w:szCs w:val="16"/>
                    <w:color w:val="8D8D8D"/>
                    <w:spacing w:val="2"/>
                    <w:w w:val="100"/>
                    <w:position w:val="1"/>
                  </w:rPr>
                  <w:t>з</w:t>
                </w:r>
                <w:r>
                  <w:rPr>
                    <w:rFonts w:ascii="Comic Sans MS" w:hAnsi="Comic Sans MS" w:cs="Comic Sans MS" w:eastAsia="Comic Sans MS"/>
                    <w:sz w:val="16"/>
                    <w:szCs w:val="16"/>
                    <w:color w:val="8D8D8D"/>
                    <w:spacing w:val="0"/>
                    <w:w w:val="100"/>
                    <w:position w:val="1"/>
                  </w:rPr>
                  <w:t>е</w:t>
                </w:r>
                <w:r>
                  <w:rPr>
                    <w:rFonts w:ascii="Comic Sans MS" w:hAnsi="Comic Sans MS" w:cs="Comic Sans MS" w:eastAsia="Comic Sans MS"/>
                    <w:sz w:val="16"/>
                    <w:szCs w:val="16"/>
                    <w:color w:val="8D8D8D"/>
                    <w:spacing w:val="-1"/>
                    <w:w w:val="100"/>
                    <w:position w:val="1"/>
                  </w:rPr>
                  <w:t>м</w:t>
                </w:r>
                <w:r>
                  <w:rPr>
                    <w:rFonts w:ascii="Comic Sans MS" w:hAnsi="Comic Sans MS" w:cs="Comic Sans MS" w:eastAsia="Comic Sans MS"/>
                    <w:sz w:val="16"/>
                    <w:szCs w:val="16"/>
                    <w:color w:val="8D8D8D"/>
                    <w:spacing w:val="0"/>
                    <w:w w:val="100"/>
                    <w:position w:val="1"/>
                  </w:rPr>
                  <w:t>леп</w:t>
                </w:r>
                <w:r>
                  <w:rPr>
                    <w:rFonts w:ascii="Comic Sans MS" w:hAnsi="Comic Sans MS" w:cs="Comic Sans MS" w:eastAsia="Comic Sans MS"/>
                    <w:sz w:val="16"/>
                    <w:szCs w:val="16"/>
                    <w:color w:val="8D8D8D"/>
                    <w:spacing w:val="1"/>
                    <w:w w:val="100"/>
                    <w:position w:val="1"/>
                  </w:rPr>
                  <w:t>о</w:t>
                </w:r>
                <w:r>
                  <w:rPr>
                    <w:rFonts w:ascii="Comic Sans MS" w:hAnsi="Comic Sans MS" w:cs="Comic Sans MS" w:eastAsia="Comic Sans MS"/>
                    <w:sz w:val="16"/>
                    <w:szCs w:val="16"/>
                    <w:color w:val="8D8D8D"/>
                    <w:spacing w:val="0"/>
                    <w:w w:val="100"/>
                    <w:position w:val="1"/>
                  </w:rPr>
                  <w:t>л</w:t>
                </w:r>
                <w:r>
                  <w:rPr>
                    <w:rFonts w:ascii="Comic Sans MS" w:hAnsi="Comic Sans MS" w:cs="Comic Sans MS" w:eastAsia="Comic Sans MS"/>
                    <w:sz w:val="16"/>
                    <w:szCs w:val="16"/>
                    <w:color w:val="8D8D8D"/>
                    <w:spacing w:val="1"/>
                    <w:w w:val="100"/>
                    <w:position w:val="1"/>
                  </w:rPr>
                  <w:t>ь</w:t>
                </w:r>
                <w:r>
                  <w:rPr>
                    <w:rFonts w:ascii="Comic Sans MS" w:hAnsi="Comic Sans MS" w:cs="Comic Sans MS" w:eastAsia="Comic Sans MS"/>
                    <w:sz w:val="16"/>
                    <w:szCs w:val="16"/>
                    <w:color w:val="8D8D8D"/>
                    <w:spacing w:val="2"/>
                    <w:w w:val="100"/>
                    <w:position w:val="1"/>
                  </w:rPr>
                  <w:t>з</w:t>
                </w:r>
                <w:r>
                  <w:rPr>
                    <w:rFonts w:ascii="Comic Sans MS" w:hAnsi="Comic Sans MS" w:cs="Comic Sans MS" w:eastAsia="Comic Sans MS"/>
                    <w:sz w:val="16"/>
                    <w:szCs w:val="16"/>
                    <w:color w:val="8D8D8D"/>
                    <w:spacing w:val="1"/>
                    <w:w w:val="100"/>
                    <w:position w:val="1"/>
                  </w:rPr>
                  <w:t>о</w:t>
                </w:r>
                <w:r>
                  <w:rPr>
                    <w:rFonts w:ascii="Comic Sans MS" w:hAnsi="Comic Sans MS" w:cs="Comic Sans MS" w:eastAsia="Comic Sans MS"/>
                    <w:sz w:val="16"/>
                    <w:szCs w:val="16"/>
                    <w:color w:val="8D8D8D"/>
                    <w:spacing w:val="-1"/>
                    <w:w w:val="100"/>
                    <w:position w:val="1"/>
                  </w:rPr>
                  <w:t>в</w:t>
                </w:r>
                <w:r>
                  <w:rPr>
                    <w:rFonts w:ascii="Comic Sans MS" w:hAnsi="Comic Sans MS" w:cs="Comic Sans MS" w:eastAsia="Comic Sans MS"/>
                    <w:sz w:val="16"/>
                    <w:szCs w:val="16"/>
                    <w:color w:val="8D8D8D"/>
                    <w:spacing w:val="-2"/>
                    <w:w w:val="100"/>
                    <w:position w:val="1"/>
                  </w:rPr>
                  <w:t>ани</w:t>
                </w:r>
                <w:r>
                  <w:rPr>
                    <w:rFonts w:ascii="Comic Sans MS" w:hAnsi="Comic Sans MS" w:cs="Comic Sans MS" w:eastAsia="Comic Sans MS"/>
                    <w:sz w:val="16"/>
                    <w:szCs w:val="16"/>
                    <w:color w:val="8D8D8D"/>
                    <w:spacing w:val="0"/>
                    <w:w w:val="100"/>
                    <w:position w:val="1"/>
                  </w:rPr>
                  <w:t>я</w:t>
                </w:r>
                <w:r>
                  <w:rPr>
                    <w:rFonts w:ascii="Comic Sans MS" w:hAnsi="Comic Sans MS" w:cs="Comic Sans MS" w:eastAsia="Comic Sans MS"/>
                    <w:sz w:val="16"/>
                    <w:szCs w:val="16"/>
                    <w:color w:val="8D8D8D"/>
                    <w:spacing w:val="-1"/>
                    <w:w w:val="100"/>
                    <w:position w:val="1"/>
                  </w:rPr>
                  <w:t> </w:t>
                </w:r>
                <w:r>
                  <w:rPr>
                    <w:rFonts w:ascii="Comic Sans MS" w:hAnsi="Comic Sans MS" w:cs="Comic Sans MS" w:eastAsia="Comic Sans MS"/>
                    <w:sz w:val="16"/>
                    <w:szCs w:val="16"/>
                    <w:color w:val="8D8D8D"/>
                    <w:spacing w:val="0"/>
                    <w:w w:val="100"/>
                    <w:position w:val="1"/>
                  </w:rPr>
                  <w:t>и</w:t>
                </w:r>
                <w:r>
                  <w:rPr>
                    <w:rFonts w:ascii="Comic Sans MS" w:hAnsi="Comic Sans MS" w:cs="Comic Sans MS" w:eastAsia="Comic Sans MS"/>
                    <w:sz w:val="16"/>
                    <w:szCs w:val="16"/>
                    <w:color w:val="8D8D8D"/>
                    <w:spacing w:val="-2"/>
                    <w:w w:val="100"/>
                    <w:position w:val="1"/>
                  </w:rPr>
                  <w:t> </w:t>
                </w:r>
                <w:r>
                  <w:rPr>
                    <w:rFonts w:ascii="Comic Sans MS" w:hAnsi="Comic Sans MS" w:cs="Comic Sans MS" w:eastAsia="Comic Sans MS"/>
                    <w:sz w:val="16"/>
                    <w:szCs w:val="16"/>
                    <w:color w:val="8D8D8D"/>
                    <w:spacing w:val="2"/>
                    <w:w w:val="100"/>
                    <w:position w:val="1"/>
                  </w:rPr>
                  <w:t>з</w:t>
                </w:r>
                <w:r>
                  <w:rPr>
                    <w:rFonts w:ascii="Comic Sans MS" w:hAnsi="Comic Sans MS" w:cs="Comic Sans MS" w:eastAsia="Comic Sans MS"/>
                    <w:sz w:val="16"/>
                    <w:szCs w:val="16"/>
                    <w:color w:val="8D8D8D"/>
                    <w:spacing w:val="-2"/>
                    <w:w w:val="100"/>
                    <w:position w:val="1"/>
                  </w:rPr>
                  <w:t>а</w:t>
                </w:r>
                <w:r>
                  <w:rPr>
                    <w:rFonts w:ascii="Comic Sans MS" w:hAnsi="Comic Sans MS" w:cs="Comic Sans MS" w:eastAsia="Comic Sans MS"/>
                    <w:sz w:val="16"/>
                    <w:szCs w:val="16"/>
                    <w:color w:val="8D8D8D"/>
                    <w:spacing w:val="2"/>
                    <w:w w:val="100"/>
                    <w:position w:val="1"/>
                  </w:rPr>
                  <w:t>с</w:t>
                </w:r>
                <w:r>
                  <w:rPr>
                    <w:rFonts w:ascii="Comic Sans MS" w:hAnsi="Comic Sans MS" w:cs="Comic Sans MS" w:eastAsia="Comic Sans MS"/>
                    <w:sz w:val="16"/>
                    <w:szCs w:val="16"/>
                    <w:color w:val="8D8D8D"/>
                    <w:spacing w:val="1"/>
                    <w:w w:val="100"/>
                    <w:position w:val="1"/>
                  </w:rPr>
                  <w:t>т</w:t>
                </w:r>
                <w:r>
                  <w:rPr>
                    <w:rFonts w:ascii="Comic Sans MS" w:hAnsi="Comic Sans MS" w:cs="Comic Sans MS" w:eastAsia="Comic Sans MS"/>
                    <w:sz w:val="16"/>
                    <w:szCs w:val="16"/>
                    <w:color w:val="8D8D8D"/>
                    <w:spacing w:val="-2"/>
                    <w:w w:val="100"/>
                    <w:position w:val="1"/>
                  </w:rPr>
                  <w:t>р</w:t>
                </w:r>
                <w:r>
                  <w:rPr>
                    <w:rFonts w:ascii="Comic Sans MS" w:hAnsi="Comic Sans MS" w:cs="Comic Sans MS" w:eastAsia="Comic Sans MS"/>
                    <w:sz w:val="16"/>
                    <w:szCs w:val="16"/>
                    <w:color w:val="8D8D8D"/>
                    <w:spacing w:val="1"/>
                    <w:w w:val="100"/>
                    <w:position w:val="1"/>
                  </w:rPr>
                  <w:t>о</w:t>
                </w:r>
                <w:r>
                  <w:rPr>
                    <w:rFonts w:ascii="Comic Sans MS" w:hAnsi="Comic Sans MS" w:cs="Comic Sans MS" w:eastAsia="Comic Sans MS"/>
                    <w:sz w:val="16"/>
                    <w:szCs w:val="16"/>
                    <w:color w:val="8D8D8D"/>
                    <w:spacing w:val="-2"/>
                    <w:w w:val="100"/>
                    <w:position w:val="1"/>
                  </w:rPr>
                  <w:t>й</w:t>
                </w:r>
                <w:r>
                  <w:rPr>
                    <w:rFonts w:ascii="Comic Sans MS" w:hAnsi="Comic Sans MS" w:cs="Comic Sans MS" w:eastAsia="Comic Sans MS"/>
                    <w:sz w:val="16"/>
                    <w:szCs w:val="16"/>
                    <w:color w:val="8D8D8D"/>
                    <w:spacing w:val="1"/>
                    <w:w w:val="100"/>
                    <w:position w:val="1"/>
                  </w:rPr>
                  <w:t>к</w:t>
                </w:r>
                <w:r>
                  <w:rPr>
                    <w:rFonts w:ascii="Comic Sans MS" w:hAnsi="Comic Sans MS" w:cs="Comic Sans MS" w:eastAsia="Comic Sans MS"/>
                    <w:sz w:val="16"/>
                    <w:szCs w:val="16"/>
                    <w:color w:val="8D8D8D"/>
                    <w:spacing w:val="0"/>
                    <w:w w:val="100"/>
                    <w:position w:val="1"/>
                  </w:rPr>
                  <w:t>и</w:t>
                </w:r>
                <w:r>
                  <w:rPr>
                    <w:rFonts w:ascii="Comic Sans MS" w:hAnsi="Comic Sans MS" w:cs="Comic Sans MS" w:eastAsia="Comic Sans MS"/>
                    <w:sz w:val="16"/>
                    <w:szCs w:val="16"/>
                    <w:color w:val="00000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footer" Target="footer2.xml"/><Relationship Id="rId9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2016-10-28T09:28:24Z</dcterms:created>
  <dcterms:modified xsi:type="dcterms:W3CDTF">2016-10-28T09:28:24Z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2016-10-25T00:00:00Z</vt:filetime>
  </property>
  <property fmtid="{D5CDD505-2E9C-101B-9397-08002B2CF9AE}" pid="3" name="LastSaved">
    <vt:filetime>2016-10-28T00:00:00Z</vt:filetime>
  </property>
</Properties>
</file>